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AA9364C" w14:textId="77777777" w:rsidR="00F02D97" w:rsidRPr="00333FE9" w:rsidRDefault="00600EEB" w:rsidP="00F02D97">
      <w:pPr>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t>第１</w:t>
      </w:r>
      <w:r w:rsidR="003853D2" w:rsidRPr="00333FE9">
        <w:rPr>
          <w:rFonts w:ascii="ＭＳ ゴシック" w:eastAsia="ＭＳ ゴシック" w:hAnsi="ＭＳ ゴシック" w:hint="eastAsia"/>
          <w:sz w:val="22"/>
          <w:szCs w:val="22"/>
        </w:rPr>
        <w:t>号様式</w:t>
      </w:r>
    </w:p>
    <w:p w14:paraId="5894D142" w14:textId="77777777" w:rsidR="00F02D97" w:rsidRPr="00AB4376" w:rsidRDefault="00F02D97" w:rsidP="00F02D97">
      <w:pPr>
        <w:rPr>
          <w:rFonts w:ascii="ＭＳ 明朝"/>
          <w:sz w:val="22"/>
          <w:szCs w:val="22"/>
        </w:rPr>
      </w:pPr>
    </w:p>
    <w:p w14:paraId="602CAE09" w14:textId="77777777" w:rsidR="00F02D97" w:rsidRPr="00AB4376" w:rsidRDefault="00F02D97" w:rsidP="00F02D97">
      <w:pPr>
        <w:rPr>
          <w:rFonts w:ascii="ＭＳ 明朝"/>
          <w:sz w:val="22"/>
          <w:szCs w:val="22"/>
        </w:rPr>
      </w:pPr>
    </w:p>
    <w:p w14:paraId="2D1D800A" w14:textId="77777777" w:rsidR="00F02D97" w:rsidRPr="00333FE9" w:rsidRDefault="00F02D97" w:rsidP="00F02D97">
      <w:pPr>
        <w:jc w:val="center"/>
        <w:rPr>
          <w:rFonts w:ascii="ＭＳ 明朝" w:hAnsi="ＭＳ 明朝"/>
          <w:sz w:val="28"/>
          <w:szCs w:val="28"/>
        </w:rPr>
      </w:pPr>
      <w:r w:rsidRPr="00333FE9">
        <w:rPr>
          <w:rFonts w:ascii="ＭＳ 明朝" w:hAnsi="ＭＳ 明朝" w:hint="eastAsia"/>
          <w:sz w:val="28"/>
          <w:szCs w:val="28"/>
        </w:rPr>
        <w:t>委託業務着手届</w:t>
      </w:r>
    </w:p>
    <w:p w14:paraId="5FC5C145" w14:textId="77777777" w:rsidR="00F02D97" w:rsidRPr="00AB4376" w:rsidRDefault="00F02D97" w:rsidP="00F02D97">
      <w:pPr>
        <w:wordWrap w:val="0"/>
        <w:spacing w:line="368" w:lineRule="exact"/>
        <w:jc w:val="right"/>
        <w:rPr>
          <w:rFonts w:ascii="ＭＳ 明朝"/>
          <w:sz w:val="22"/>
          <w:szCs w:val="22"/>
        </w:rPr>
      </w:pPr>
    </w:p>
    <w:p w14:paraId="40945267" w14:textId="77777777" w:rsidR="00F02D97" w:rsidRPr="00AB4376" w:rsidRDefault="00F02D97" w:rsidP="00F02D97">
      <w:pPr>
        <w:wordWrap w:val="0"/>
        <w:spacing w:line="368" w:lineRule="exact"/>
        <w:jc w:val="right"/>
        <w:rPr>
          <w:rFonts w:ascii="ＭＳ 明朝"/>
          <w:sz w:val="22"/>
          <w:szCs w:val="22"/>
        </w:rPr>
      </w:pPr>
    </w:p>
    <w:p w14:paraId="152A0732" w14:textId="77777777" w:rsidR="00F02D97" w:rsidRPr="005B29A6" w:rsidRDefault="0063442D" w:rsidP="00F02D97">
      <w:pPr>
        <w:wordWrap w:val="0"/>
        <w:spacing w:line="368" w:lineRule="exact"/>
        <w:jc w:val="right"/>
        <w:rPr>
          <w:rFonts w:ascii="ＭＳ 明朝"/>
          <w:sz w:val="22"/>
          <w:szCs w:val="22"/>
        </w:rPr>
      </w:pPr>
      <w:r w:rsidRPr="005B29A6">
        <w:rPr>
          <w:rFonts w:hint="eastAsia"/>
          <w:sz w:val="22"/>
          <w:szCs w:val="22"/>
        </w:rPr>
        <w:t>令和</w:t>
      </w:r>
      <w:r w:rsidR="00F02D97" w:rsidRPr="005B29A6">
        <w:rPr>
          <w:rFonts w:hint="eastAsia"/>
          <w:sz w:val="22"/>
          <w:szCs w:val="22"/>
        </w:rPr>
        <w:t xml:space="preserve">　　年　　月　　日　</w:t>
      </w:r>
    </w:p>
    <w:p w14:paraId="0862D179" w14:textId="77777777" w:rsidR="00F02D97" w:rsidRPr="005B29A6" w:rsidRDefault="00F02D97" w:rsidP="00F02D97">
      <w:pPr>
        <w:spacing w:line="368" w:lineRule="exact"/>
        <w:rPr>
          <w:rFonts w:ascii="ＭＳ 明朝"/>
          <w:sz w:val="22"/>
          <w:szCs w:val="22"/>
        </w:rPr>
      </w:pPr>
    </w:p>
    <w:p w14:paraId="520ACD4C" w14:textId="77777777" w:rsidR="00F02D97" w:rsidRPr="005B29A6" w:rsidRDefault="00F02D97" w:rsidP="00F02D97">
      <w:pPr>
        <w:spacing w:line="368" w:lineRule="exact"/>
        <w:rPr>
          <w:rFonts w:ascii="ＭＳ 明朝"/>
          <w:sz w:val="22"/>
          <w:szCs w:val="22"/>
        </w:rPr>
      </w:pPr>
    </w:p>
    <w:p w14:paraId="0372BB3F" w14:textId="77777777" w:rsidR="00F02D97" w:rsidRPr="005B29A6" w:rsidRDefault="00F02D97" w:rsidP="00F02D97">
      <w:pPr>
        <w:spacing w:line="368" w:lineRule="exact"/>
        <w:rPr>
          <w:rFonts w:ascii="ＭＳ 明朝"/>
          <w:sz w:val="22"/>
          <w:szCs w:val="22"/>
        </w:rPr>
      </w:pPr>
      <w:r w:rsidRPr="005B29A6">
        <w:rPr>
          <w:rFonts w:hint="eastAsia"/>
          <w:sz w:val="22"/>
          <w:szCs w:val="22"/>
        </w:rPr>
        <w:t xml:space="preserve">　福</w:t>
      </w:r>
      <w:r w:rsidRPr="005B29A6">
        <w:rPr>
          <w:sz w:val="22"/>
          <w:szCs w:val="22"/>
        </w:rPr>
        <w:t xml:space="preserve"> </w:t>
      </w:r>
      <w:r w:rsidRPr="005B29A6">
        <w:rPr>
          <w:rFonts w:hint="eastAsia"/>
          <w:sz w:val="22"/>
          <w:szCs w:val="22"/>
        </w:rPr>
        <w:t>島</w:t>
      </w:r>
      <w:r w:rsidRPr="005B29A6">
        <w:rPr>
          <w:sz w:val="22"/>
          <w:szCs w:val="22"/>
        </w:rPr>
        <w:t xml:space="preserve"> </w:t>
      </w:r>
      <w:r w:rsidRPr="005B29A6">
        <w:rPr>
          <w:rFonts w:hint="eastAsia"/>
          <w:sz w:val="22"/>
          <w:szCs w:val="22"/>
        </w:rPr>
        <w:t>県</w:t>
      </w:r>
      <w:r w:rsidRPr="005B29A6">
        <w:rPr>
          <w:sz w:val="22"/>
          <w:szCs w:val="22"/>
        </w:rPr>
        <w:t xml:space="preserve"> </w:t>
      </w:r>
      <w:r w:rsidRPr="005B29A6">
        <w:rPr>
          <w:rFonts w:hint="eastAsia"/>
          <w:sz w:val="22"/>
          <w:szCs w:val="22"/>
        </w:rPr>
        <w:t>知</w:t>
      </w:r>
      <w:r w:rsidRPr="005B29A6">
        <w:rPr>
          <w:sz w:val="22"/>
          <w:szCs w:val="22"/>
        </w:rPr>
        <w:t xml:space="preserve"> </w:t>
      </w:r>
      <w:r w:rsidRPr="005B29A6">
        <w:rPr>
          <w:rFonts w:hint="eastAsia"/>
          <w:sz w:val="22"/>
          <w:szCs w:val="22"/>
        </w:rPr>
        <w:t>事　様</w:t>
      </w:r>
    </w:p>
    <w:p w14:paraId="6386232C" w14:textId="77777777" w:rsidR="00F02D97" w:rsidRPr="005B29A6" w:rsidRDefault="00F02D97" w:rsidP="00F02D97">
      <w:pPr>
        <w:spacing w:line="368" w:lineRule="exact"/>
        <w:rPr>
          <w:rFonts w:ascii="ＭＳ 明朝"/>
          <w:sz w:val="22"/>
          <w:szCs w:val="22"/>
        </w:rPr>
      </w:pPr>
    </w:p>
    <w:p w14:paraId="2C002D2C" w14:textId="77777777" w:rsidR="00F02D97" w:rsidRPr="005B29A6" w:rsidRDefault="00F02D97" w:rsidP="00F02D97">
      <w:pPr>
        <w:spacing w:line="368" w:lineRule="exact"/>
        <w:rPr>
          <w:rFonts w:ascii="ＭＳ 明朝"/>
          <w:sz w:val="22"/>
          <w:szCs w:val="22"/>
        </w:rPr>
      </w:pPr>
    </w:p>
    <w:p w14:paraId="1DD1B0D3" w14:textId="77777777" w:rsidR="00F02D97" w:rsidRPr="005B29A6" w:rsidRDefault="00F02D97" w:rsidP="00F02D97">
      <w:pPr>
        <w:spacing w:line="368" w:lineRule="exact"/>
        <w:rPr>
          <w:rFonts w:ascii="ＭＳ 明朝"/>
          <w:sz w:val="22"/>
          <w:szCs w:val="22"/>
        </w:rPr>
      </w:pPr>
      <w:r w:rsidRPr="005B29A6">
        <w:rPr>
          <w:sz w:val="22"/>
          <w:szCs w:val="22"/>
        </w:rPr>
        <w:t xml:space="preserve">                                     </w:t>
      </w:r>
      <w:r w:rsidR="00A34DC3" w:rsidRPr="005B29A6">
        <w:rPr>
          <w:rFonts w:hint="eastAsia"/>
          <w:sz w:val="22"/>
          <w:szCs w:val="22"/>
        </w:rPr>
        <w:t xml:space="preserve"> </w:t>
      </w:r>
      <w:r w:rsidRPr="005B29A6">
        <w:rPr>
          <w:rFonts w:hint="eastAsia"/>
          <w:sz w:val="22"/>
          <w:szCs w:val="22"/>
        </w:rPr>
        <w:t>受託者　住所</w:t>
      </w:r>
    </w:p>
    <w:p w14:paraId="10795F34" w14:textId="77777777" w:rsidR="00F02D97" w:rsidRPr="005B29A6" w:rsidRDefault="00F02D97" w:rsidP="00F02D97">
      <w:pPr>
        <w:spacing w:line="368" w:lineRule="exact"/>
        <w:rPr>
          <w:rFonts w:ascii="ＭＳ 明朝"/>
          <w:sz w:val="22"/>
          <w:szCs w:val="22"/>
        </w:rPr>
      </w:pPr>
      <w:r w:rsidRPr="005B29A6">
        <w:rPr>
          <w:rFonts w:hint="eastAsia"/>
          <w:sz w:val="22"/>
          <w:szCs w:val="22"/>
        </w:rPr>
        <w:t xml:space="preserve">　　　　　　　　　　　　　　　　　　　　　　　名称</w:t>
      </w:r>
    </w:p>
    <w:p w14:paraId="1B460B7C" w14:textId="2BEB514A" w:rsidR="00F02D97" w:rsidRPr="005B29A6" w:rsidRDefault="00F02D97" w:rsidP="00F02D97">
      <w:pPr>
        <w:spacing w:line="368" w:lineRule="exact"/>
        <w:rPr>
          <w:rFonts w:ascii="ＭＳ 明朝"/>
          <w:sz w:val="22"/>
          <w:szCs w:val="22"/>
        </w:rPr>
      </w:pPr>
      <w:r w:rsidRPr="005B29A6">
        <w:rPr>
          <w:rFonts w:hint="eastAsia"/>
          <w:sz w:val="22"/>
          <w:szCs w:val="22"/>
        </w:rPr>
        <w:t xml:space="preserve">　　　　　　　　　　　　　　　　　　　　　　　代表者</w:t>
      </w:r>
    </w:p>
    <w:p w14:paraId="6933535C" w14:textId="77777777" w:rsidR="00F02D97" w:rsidRPr="005B29A6" w:rsidRDefault="00F02D97" w:rsidP="00F02D97">
      <w:pPr>
        <w:spacing w:line="368" w:lineRule="exact"/>
        <w:rPr>
          <w:rFonts w:ascii="ＭＳ 明朝"/>
          <w:sz w:val="22"/>
          <w:szCs w:val="22"/>
        </w:rPr>
      </w:pPr>
    </w:p>
    <w:p w14:paraId="7111DCEA" w14:textId="77777777" w:rsidR="00F02D97" w:rsidRPr="005B29A6" w:rsidRDefault="00F02D97" w:rsidP="00F02D97">
      <w:pPr>
        <w:spacing w:line="368" w:lineRule="exact"/>
        <w:rPr>
          <w:rFonts w:ascii="ＭＳ 明朝"/>
          <w:sz w:val="22"/>
          <w:szCs w:val="22"/>
        </w:rPr>
      </w:pPr>
    </w:p>
    <w:p w14:paraId="5554FDCF" w14:textId="77777777" w:rsidR="00F02D97" w:rsidRPr="005B29A6" w:rsidRDefault="00F02D97" w:rsidP="00F02D97">
      <w:pPr>
        <w:spacing w:line="368" w:lineRule="exact"/>
        <w:rPr>
          <w:rFonts w:ascii="ＭＳ 明朝"/>
          <w:sz w:val="22"/>
          <w:szCs w:val="22"/>
        </w:rPr>
      </w:pPr>
      <w:r w:rsidRPr="005B29A6">
        <w:rPr>
          <w:rFonts w:hint="eastAsia"/>
          <w:sz w:val="22"/>
          <w:szCs w:val="22"/>
        </w:rPr>
        <w:t xml:space="preserve">　</w:t>
      </w:r>
      <w:r w:rsidR="0063442D" w:rsidRPr="005B29A6">
        <w:rPr>
          <w:rFonts w:hint="eastAsia"/>
          <w:sz w:val="22"/>
          <w:szCs w:val="22"/>
        </w:rPr>
        <w:t>令和　年　月　日付</w:t>
      </w:r>
      <w:r w:rsidR="003E0D0D">
        <w:rPr>
          <w:rFonts w:hint="eastAsia"/>
          <w:sz w:val="22"/>
          <w:szCs w:val="22"/>
        </w:rPr>
        <w:t>け</w:t>
      </w:r>
      <w:r w:rsidR="0063442D" w:rsidRPr="005B29A6">
        <w:rPr>
          <w:rFonts w:hint="eastAsia"/>
          <w:sz w:val="22"/>
          <w:szCs w:val="22"/>
        </w:rPr>
        <w:t>で締結した下記委託業務は、令和</w:t>
      </w:r>
      <w:r w:rsidRPr="005B29A6">
        <w:rPr>
          <w:rFonts w:hint="eastAsia"/>
          <w:sz w:val="22"/>
          <w:szCs w:val="22"/>
        </w:rPr>
        <w:t xml:space="preserve">　年　月　日付</w:t>
      </w:r>
      <w:r w:rsidR="003E0D0D">
        <w:rPr>
          <w:rFonts w:hint="eastAsia"/>
          <w:sz w:val="22"/>
          <w:szCs w:val="22"/>
        </w:rPr>
        <w:t>け</w:t>
      </w:r>
      <w:r w:rsidRPr="005B29A6">
        <w:rPr>
          <w:rFonts w:hint="eastAsia"/>
          <w:sz w:val="22"/>
          <w:szCs w:val="22"/>
        </w:rPr>
        <w:t>で着手しましたので届け出ます。</w:t>
      </w:r>
    </w:p>
    <w:p w14:paraId="3899D155" w14:textId="77777777" w:rsidR="00F02D97" w:rsidRDefault="00F02D97" w:rsidP="00F02D97">
      <w:pPr>
        <w:spacing w:line="368" w:lineRule="exact"/>
        <w:jc w:val="center"/>
        <w:rPr>
          <w:sz w:val="22"/>
          <w:szCs w:val="22"/>
        </w:rPr>
      </w:pPr>
      <w:r w:rsidRPr="005B29A6">
        <w:rPr>
          <w:rFonts w:hint="eastAsia"/>
          <w:sz w:val="22"/>
          <w:szCs w:val="22"/>
        </w:rPr>
        <w:t>記</w:t>
      </w:r>
    </w:p>
    <w:p w14:paraId="00006946" w14:textId="77777777" w:rsidR="00E11D24" w:rsidRPr="00E11D24" w:rsidRDefault="00E11D24" w:rsidP="00F02D97">
      <w:pPr>
        <w:spacing w:line="368" w:lineRule="exact"/>
        <w:jc w:val="center"/>
        <w:rPr>
          <w:rFonts w:ascii="ＭＳ 明朝"/>
          <w:sz w:val="22"/>
          <w:szCs w:val="22"/>
        </w:rPr>
      </w:pPr>
    </w:p>
    <w:p w14:paraId="2AD3492B" w14:textId="6600593B" w:rsidR="00F02D97" w:rsidRPr="005B29A6" w:rsidRDefault="00AB4376" w:rsidP="00F02D97">
      <w:pPr>
        <w:rPr>
          <w:rFonts w:ascii="ＭＳ 明朝"/>
          <w:sz w:val="22"/>
          <w:szCs w:val="22"/>
        </w:rPr>
      </w:pPr>
      <w:r w:rsidRPr="005B29A6">
        <w:rPr>
          <w:rFonts w:hint="eastAsia"/>
          <w:sz w:val="22"/>
          <w:szCs w:val="22"/>
        </w:rPr>
        <w:t xml:space="preserve">１　業　務　名　　</w:t>
      </w:r>
      <w:r w:rsidR="000911CC">
        <w:rPr>
          <w:rFonts w:hint="eastAsia"/>
          <w:sz w:val="22"/>
          <w:szCs w:val="22"/>
        </w:rPr>
        <w:t>令和</w:t>
      </w:r>
      <w:r w:rsidR="00B836A6">
        <w:rPr>
          <w:rFonts w:hint="eastAsia"/>
          <w:sz w:val="22"/>
          <w:szCs w:val="22"/>
        </w:rPr>
        <w:t>８</w:t>
      </w:r>
      <w:r w:rsidR="000911CC">
        <w:rPr>
          <w:rFonts w:hint="eastAsia"/>
          <w:sz w:val="22"/>
          <w:szCs w:val="22"/>
        </w:rPr>
        <w:t>年度</w:t>
      </w:r>
      <w:r w:rsidR="002D6623">
        <w:rPr>
          <w:rFonts w:hint="eastAsia"/>
          <w:sz w:val="22"/>
          <w:szCs w:val="22"/>
        </w:rPr>
        <w:t>ふくしま人材確保支援</w:t>
      </w:r>
      <w:r w:rsidR="00576E49">
        <w:rPr>
          <w:rFonts w:hint="eastAsia"/>
          <w:sz w:val="22"/>
          <w:szCs w:val="22"/>
        </w:rPr>
        <w:t>事業</w:t>
      </w:r>
      <w:r w:rsidR="00E2653A">
        <w:rPr>
          <w:rFonts w:hint="eastAsia"/>
          <w:sz w:val="22"/>
          <w:szCs w:val="22"/>
        </w:rPr>
        <w:t>運営業務</w:t>
      </w:r>
    </w:p>
    <w:p w14:paraId="06AACCF2" w14:textId="77777777" w:rsidR="00F02D97" w:rsidRPr="005B29A6" w:rsidRDefault="00F02D97" w:rsidP="00F02D97">
      <w:pPr>
        <w:rPr>
          <w:rFonts w:ascii="ＭＳ 明朝"/>
          <w:sz w:val="22"/>
          <w:szCs w:val="22"/>
        </w:rPr>
      </w:pPr>
    </w:p>
    <w:p w14:paraId="61850467" w14:textId="77777777" w:rsidR="00F02D97" w:rsidRPr="005B29A6" w:rsidRDefault="00AB4376" w:rsidP="00F02D97">
      <w:pPr>
        <w:rPr>
          <w:rFonts w:ascii="ＭＳ 明朝"/>
          <w:sz w:val="22"/>
          <w:szCs w:val="22"/>
        </w:rPr>
      </w:pPr>
      <w:r w:rsidRPr="005B29A6">
        <w:rPr>
          <w:rFonts w:hint="eastAsia"/>
          <w:sz w:val="22"/>
          <w:szCs w:val="22"/>
        </w:rPr>
        <w:t>２</w:t>
      </w:r>
      <w:r w:rsidR="00F02D97" w:rsidRPr="005B29A6">
        <w:rPr>
          <w:rFonts w:hint="eastAsia"/>
          <w:sz w:val="22"/>
          <w:szCs w:val="22"/>
        </w:rPr>
        <w:t xml:space="preserve">　委託料の額　　金</w:t>
      </w:r>
      <w:r w:rsidR="00F02D97" w:rsidRPr="005B29A6">
        <w:rPr>
          <w:sz w:val="22"/>
          <w:szCs w:val="22"/>
        </w:rPr>
        <w:t xml:space="preserve"> </w:t>
      </w:r>
      <w:r w:rsidR="00F02D97" w:rsidRPr="005B29A6">
        <w:rPr>
          <w:rFonts w:hint="eastAsia"/>
          <w:sz w:val="22"/>
          <w:szCs w:val="22"/>
        </w:rPr>
        <w:t xml:space="preserve">　　　　　　　　　円</w:t>
      </w:r>
    </w:p>
    <w:p w14:paraId="4706CEDD" w14:textId="77777777" w:rsidR="00F02D97" w:rsidRPr="005B29A6" w:rsidRDefault="00F02D97" w:rsidP="00F02D97">
      <w:pPr>
        <w:rPr>
          <w:rFonts w:ascii="ＭＳ 明朝"/>
          <w:sz w:val="22"/>
          <w:szCs w:val="22"/>
        </w:rPr>
      </w:pPr>
    </w:p>
    <w:p w14:paraId="6B3AE041" w14:textId="77777777" w:rsidR="00F02D97" w:rsidRPr="005B29A6" w:rsidRDefault="00AB4376" w:rsidP="00F02D97">
      <w:pPr>
        <w:rPr>
          <w:rFonts w:ascii="ＭＳ 明朝"/>
          <w:sz w:val="22"/>
          <w:szCs w:val="22"/>
        </w:rPr>
      </w:pPr>
      <w:r w:rsidRPr="005B29A6">
        <w:rPr>
          <w:rFonts w:hint="eastAsia"/>
          <w:sz w:val="22"/>
          <w:szCs w:val="22"/>
        </w:rPr>
        <w:t>３</w:t>
      </w:r>
      <w:r w:rsidR="00F02D97" w:rsidRPr="005B29A6">
        <w:rPr>
          <w:rFonts w:hint="eastAsia"/>
          <w:sz w:val="22"/>
          <w:szCs w:val="22"/>
        </w:rPr>
        <w:t xml:space="preserve">　委託期間　　着　　手　　</w:t>
      </w:r>
      <w:r w:rsidR="0063442D" w:rsidRPr="005B29A6">
        <w:rPr>
          <w:rFonts w:hint="eastAsia"/>
          <w:sz w:val="22"/>
          <w:szCs w:val="22"/>
        </w:rPr>
        <w:t>令和</w:t>
      </w:r>
      <w:r w:rsidR="00F02D97" w:rsidRPr="005B29A6">
        <w:rPr>
          <w:rFonts w:hint="eastAsia"/>
          <w:sz w:val="22"/>
          <w:szCs w:val="22"/>
        </w:rPr>
        <w:t xml:space="preserve">　　年　　月　　日</w:t>
      </w:r>
    </w:p>
    <w:p w14:paraId="4CBA1400" w14:textId="77777777" w:rsidR="00F02D97" w:rsidRPr="005B29A6" w:rsidRDefault="00F02D97" w:rsidP="00F02D97">
      <w:pPr>
        <w:rPr>
          <w:rFonts w:ascii="ＭＳ 明朝"/>
          <w:sz w:val="22"/>
          <w:szCs w:val="22"/>
        </w:rPr>
      </w:pPr>
      <w:r w:rsidRPr="005B29A6">
        <w:rPr>
          <w:rFonts w:hint="eastAsia"/>
          <w:sz w:val="22"/>
          <w:szCs w:val="22"/>
        </w:rPr>
        <w:t xml:space="preserve">　　　　　　　　</w:t>
      </w:r>
      <w:r w:rsidR="0063442D" w:rsidRPr="005B29A6">
        <w:rPr>
          <w:rFonts w:hint="eastAsia"/>
          <w:sz w:val="22"/>
          <w:szCs w:val="22"/>
        </w:rPr>
        <w:t>履行期限　　令和</w:t>
      </w:r>
      <w:r w:rsidRPr="005B29A6">
        <w:rPr>
          <w:rFonts w:hint="eastAsia"/>
          <w:sz w:val="22"/>
          <w:szCs w:val="22"/>
        </w:rPr>
        <w:t xml:space="preserve">　　年　　月　　日</w:t>
      </w:r>
    </w:p>
    <w:p w14:paraId="199E1D8B" w14:textId="77777777" w:rsidR="00F02D97" w:rsidRPr="005B29A6" w:rsidRDefault="00F02D97" w:rsidP="00F02D97">
      <w:pPr>
        <w:rPr>
          <w:rFonts w:ascii="ＭＳ 明朝"/>
          <w:sz w:val="22"/>
          <w:szCs w:val="22"/>
        </w:rPr>
      </w:pPr>
    </w:p>
    <w:p w14:paraId="221D4FCB" w14:textId="3D7EC894" w:rsidR="007A3DCD" w:rsidRDefault="007A3DCD" w:rsidP="00F02D97">
      <w:pPr>
        <w:rPr>
          <w:rFonts w:ascii="ＭＳ 明朝"/>
          <w:sz w:val="22"/>
          <w:szCs w:val="22"/>
        </w:rPr>
      </w:pPr>
    </w:p>
    <w:p w14:paraId="43098B44" w14:textId="77777777" w:rsidR="007A3DCD" w:rsidRDefault="007A3DCD" w:rsidP="00F02D97">
      <w:pPr>
        <w:rPr>
          <w:rFonts w:ascii="ＭＳ 明朝"/>
          <w:sz w:val="22"/>
          <w:szCs w:val="22"/>
        </w:rPr>
      </w:pPr>
    </w:p>
    <w:p w14:paraId="4235FE5D" w14:textId="77777777" w:rsidR="007A3DCD" w:rsidRDefault="007A3DCD" w:rsidP="00F02D97">
      <w:pPr>
        <w:rPr>
          <w:rFonts w:ascii="ＭＳ 明朝"/>
          <w:sz w:val="22"/>
          <w:szCs w:val="22"/>
        </w:rPr>
      </w:pPr>
    </w:p>
    <w:p w14:paraId="4AA88763" w14:textId="77777777" w:rsidR="007A3DCD" w:rsidRDefault="007A3DCD" w:rsidP="00F02D97">
      <w:pPr>
        <w:rPr>
          <w:rFonts w:ascii="ＭＳ 明朝"/>
          <w:sz w:val="22"/>
          <w:szCs w:val="22"/>
        </w:rPr>
      </w:pPr>
    </w:p>
    <w:p w14:paraId="56533E6D" w14:textId="77777777" w:rsidR="007A3DCD" w:rsidRDefault="007A3DCD" w:rsidP="00F02D97">
      <w:pPr>
        <w:rPr>
          <w:rFonts w:ascii="ＭＳ 明朝"/>
          <w:sz w:val="22"/>
          <w:szCs w:val="22"/>
        </w:rPr>
      </w:pPr>
    </w:p>
    <w:p w14:paraId="47ED3A32" w14:textId="77777777" w:rsidR="007A3DCD" w:rsidRDefault="007A3DCD" w:rsidP="00F02D97">
      <w:pPr>
        <w:rPr>
          <w:rFonts w:ascii="ＭＳ 明朝"/>
          <w:sz w:val="22"/>
          <w:szCs w:val="22"/>
        </w:rPr>
      </w:pPr>
    </w:p>
    <w:p w14:paraId="59B5189C" w14:textId="77777777" w:rsidR="007A3DCD" w:rsidRDefault="007A3DCD" w:rsidP="00F02D97">
      <w:pPr>
        <w:rPr>
          <w:rFonts w:ascii="ＭＳ 明朝"/>
          <w:sz w:val="22"/>
          <w:szCs w:val="22"/>
        </w:rPr>
      </w:pPr>
    </w:p>
    <w:p w14:paraId="667367B8" w14:textId="77777777" w:rsidR="007A3DCD" w:rsidRDefault="007A3DCD" w:rsidP="00F02D97">
      <w:pPr>
        <w:rPr>
          <w:rFonts w:ascii="ＭＳ 明朝"/>
          <w:sz w:val="22"/>
          <w:szCs w:val="22"/>
        </w:rPr>
      </w:pPr>
    </w:p>
    <w:p w14:paraId="787C041A" w14:textId="77777777" w:rsidR="007A3DCD" w:rsidRDefault="007A3DCD" w:rsidP="00F02D97">
      <w:pPr>
        <w:rPr>
          <w:rFonts w:ascii="ＭＳ 明朝"/>
          <w:sz w:val="22"/>
          <w:szCs w:val="22"/>
        </w:rPr>
      </w:pPr>
    </w:p>
    <w:p w14:paraId="147D9F5E" w14:textId="77777777" w:rsidR="007A3DCD" w:rsidRDefault="007A3DCD" w:rsidP="00F02D97">
      <w:pPr>
        <w:rPr>
          <w:rFonts w:ascii="ＭＳ 明朝"/>
          <w:sz w:val="22"/>
          <w:szCs w:val="22"/>
        </w:rPr>
      </w:pPr>
    </w:p>
    <w:p w14:paraId="65D42F9C" w14:textId="77777777" w:rsidR="007A3DCD" w:rsidRDefault="007A3DCD" w:rsidP="00F02D97">
      <w:pPr>
        <w:rPr>
          <w:rFonts w:ascii="ＭＳ 明朝"/>
          <w:sz w:val="22"/>
          <w:szCs w:val="22"/>
        </w:rPr>
      </w:pPr>
    </w:p>
    <w:p w14:paraId="085E90A5" w14:textId="77777777" w:rsidR="007A3DCD" w:rsidRDefault="007A3DCD" w:rsidP="00F02D97">
      <w:pPr>
        <w:rPr>
          <w:rFonts w:ascii="ＭＳ 明朝"/>
          <w:sz w:val="22"/>
          <w:szCs w:val="22"/>
        </w:rPr>
      </w:pPr>
    </w:p>
    <w:p w14:paraId="12CB5BB5" w14:textId="77777777" w:rsidR="007A3DCD" w:rsidRDefault="007A3DCD" w:rsidP="00F02D97">
      <w:pPr>
        <w:rPr>
          <w:rFonts w:ascii="ＭＳ 明朝"/>
          <w:sz w:val="22"/>
          <w:szCs w:val="22"/>
        </w:rPr>
      </w:pPr>
    </w:p>
    <w:p w14:paraId="29E12CCE" w14:textId="5454D629" w:rsidR="007A3DCD" w:rsidRDefault="007A3DCD" w:rsidP="00187AB4">
      <w:pPr>
        <w:ind w:left="141" w:hangingChars="64" w:hanging="141"/>
        <w:rPr>
          <w:rFonts w:ascii="ＭＳ 明朝"/>
          <w:sz w:val="22"/>
          <w:szCs w:val="22"/>
        </w:rPr>
      </w:pPr>
      <w:r w:rsidRPr="007A3DCD">
        <w:rPr>
          <w:rFonts w:ascii="ＭＳ 明朝" w:hAnsi="ＭＳ 明朝" w:cs="ＭＳ 明朝" w:hint="eastAsia"/>
          <w:sz w:val="22"/>
          <w:szCs w:val="22"/>
        </w:rPr>
        <w:t>※</w:t>
      </w:r>
      <w:r w:rsidRPr="007A3DCD">
        <w:rPr>
          <w:rFonts w:ascii="ＭＳ 明朝"/>
          <w:sz w:val="22"/>
          <w:szCs w:val="22"/>
        </w:rPr>
        <w:t>本様式について、「本件責任者及び担当者」の氏名及び連絡先を記載することにより押印を省略することができる。</w:t>
      </w:r>
    </w:p>
    <w:p w14:paraId="6AE23F8B" w14:textId="77777777" w:rsidR="007A3DCD" w:rsidRDefault="007A3DCD" w:rsidP="00F02D97">
      <w:pPr>
        <w:rPr>
          <w:rFonts w:ascii="ＭＳ 明朝"/>
          <w:sz w:val="22"/>
          <w:szCs w:val="22"/>
        </w:rPr>
      </w:pPr>
    </w:p>
    <w:p w14:paraId="28D64628" w14:textId="77777777" w:rsidR="007A3DCD" w:rsidRPr="007A3DCD" w:rsidRDefault="007A3DCD" w:rsidP="00F02D97">
      <w:pPr>
        <w:rPr>
          <w:rFonts w:ascii="ＭＳ 明朝"/>
          <w:sz w:val="22"/>
          <w:szCs w:val="22"/>
        </w:rPr>
      </w:pPr>
    </w:p>
    <w:p w14:paraId="6C510E1E" w14:textId="77777777" w:rsidR="00F02D97" w:rsidRPr="00333FE9" w:rsidRDefault="00600EEB" w:rsidP="00F02D97">
      <w:pPr>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lastRenderedPageBreak/>
        <w:t>第２</w:t>
      </w:r>
      <w:r w:rsidR="003853D2" w:rsidRPr="00333FE9">
        <w:rPr>
          <w:rFonts w:ascii="ＭＳ ゴシック" w:eastAsia="ＭＳ ゴシック" w:hAnsi="ＭＳ ゴシック" w:hint="eastAsia"/>
          <w:sz w:val="22"/>
          <w:szCs w:val="22"/>
        </w:rPr>
        <w:t>号様式</w:t>
      </w:r>
    </w:p>
    <w:p w14:paraId="7C9787FC" w14:textId="77777777" w:rsidR="00F02D97" w:rsidRPr="005B29A6" w:rsidRDefault="00F02D97" w:rsidP="00F02D97">
      <w:pPr>
        <w:rPr>
          <w:rFonts w:ascii="ＭＳ 明朝"/>
          <w:sz w:val="22"/>
          <w:szCs w:val="22"/>
        </w:rPr>
      </w:pPr>
    </w:p>
    <w:p w14:paraId="5C48CEBF" w14:textId="77777777" w:rsidR="00F02D97" w:rsidRPr="005B29A6" w:rsidRDefault="00F02D97" w:rsidP="00F02D97">
      <w:pPr>
        <w:jc w:val="center"/>
        <w:rPr>
          <w:rFonts w:ascii="ＭＳ 明朝"/>
          <w:sz w:val="28"/>
          <w:szCs w:val="28"/>
        </w:rPr>
      </w:pPr>
      <w:r w:rsidRPr="005B29A6">
        <w:rPr>
          <w:rFonts w:hint="eastAsia"/>
          <w:sz w:val="28"/>
          <w:szCs w:val="28"/>
        </w:rPr>
        <w:t>委託業務完了報告書</w:t>
      </w:r>
    </w:p>
    <w:p w14:paraId="70306D7F" w14:textId="77777777" w:rsidR="00F02D97" w:rsidRPr="005B29A6" w:rsidRDefault="00F02D97" w:rsidP="00A34DC3">
      <w:pPr>
        <w:wordWrap w:val="0"/>
        <w:spacing w:line="368" w:lineRule="exact"/>
        <w:ind w:right="880"/>
        <w:rPr>
          <w:rFonts w:ascii="ＭＳ 明朝"/>
          <w:sz w:val="22"/>
          <w:szCs w:val="22"/>
        </w:rPr>
      </w:pPr>
    </w:p>
    <w:p w14:paraId="0CE5817F" w14:textId="77777777" w:rsidR="00F02D97" w:rsidRPr="005B29A6" w:rsidRDefault="0063442D" w:rsidP="00A34DC3">
      <w:pPr>
        <w:wordWrap w:val="0"/>
        <w:spacing w:line="368" w:lineRule="exact"/>
        <w:jc w:val="right"/>
        <w:rPr>
          <w:rFonts w:ascii="ＭＳ 明朝"/>
          <w:sz w:val="22"/>
          <w:szCs w:val="22"/>
        </w:rPr>
      </w:pPr>
      <w:r w:rsidRPr="005B29A6">
        <w:rPr>
          <w:rFonts w:hint="eastAsia"/>
          <w:sz w:val="22"/>
          <w:szCs w:val="22"/>
        </w:rPr>
        <w:t>令和</w:t>
      </w:r>
      <w:r w:rsidR="00F02D97" w:rsidRPr="005B29A6">
        <w:rPr>
          <w:rFonts w:hint="eastAsia"/>
          <w:sz w:val="22"/>
          <w:szCs w:val="22"/>
        </w:rPr>
        <w:t xml:space="preserve">　　年　　月　　日　</w:t>
      </w:r>
    </w:p>
    <w:p w14:paraId="5BA5AF64" w14:textId="77777777" w:rsidR="00F02D97" w:rsidRPr="005B29A6" w:rsidRDefault="00F02D97" w:rsidP="00F02D97">
      <w:pPr>
        <w:spacing w:line="368" w:lineRule="exact"/>
        <w:rPr>
          <w:rFonts w:ascii="ＭＳ 明朝"/>
          <w:sz w:val="22"/>
          <w:szCs w:val="22"/>
        </w:rPr>
      </w:pPr>
    </w:p>
    <w:p w14:paraId="7E466963" w14:textId="77777777" w:rsidR="00F02D97" w:rsidRPr="005B29A6" w:rsidRDefault="00F02D97" w:rsidP="00F02D97">
      <w:pPr>
        <w:spacing w:line="368" w:lineRule="exact"/>
        <w:rPr>
          <w:rFonts w:ascii="ＭＳ 明朝"/>
          <w:sz w:val="22"/>
          <w:szCs w:val="22"/>
        </w:rPr>
      </w:pPr>
      <w:r w:rsidRPr="005B29A6">
        <w:rPr>
          <w:rFonts w:hint="eastAsia"/>
          <w:sz w:val="22"/>
          <w:szCs w:val="22"/>
        </w:rPr>
        <w:t xml:space="preserve">　福</w:t>
      </w:r>
      <w:r w:rsidRPr="005B29A6">
        <w:rPr>
          <w:sz w:val="22"/>
          <w:szCs w:val="22"/>
        </w:rPr>
        <w:t xml:space="preserve"> </w:t>
      </w:r>
      <w:r w:rsidRPr="005B29A6">
        <w:rPr>
          <w:rFonts w:hint="eastAsia"/>
          <w:sz w:val="22"/>
          <w:szCs w:val="22"/>
        </w:rPr>
        <w:t>島</w:t>
      </w:r>
      <w:r w:rsidRPr="005B29A6">
        <w:rPr>
          <w:sz w:val="22"/>
          <w:szCs w:val="22"/>
        </w:rPr>
        <w:t xml:space="preserve"> </w:t>
      </w:r>
      <w:r w:rsidRPr="005B29A6">
        <w:rPr>
          <w:rFonts w:hint="eastAsia"/>
          <w:sz w:val="22"/>
          <w:szCs w:val="22"/>
        </w:rPr>
        <w:t>県</w:t>
      </w:r>
      <w:r w:rsidRPr="005B29A6">
        <w:rPr>
          <w:sz w:val="22"/>
          <w:szCs w:val="22"/>
        </w:rPr>
        <w:t xml:space="preserve"> </w:t>
      </w:r>
      <w:r w:rsidRPr="005B29A6">
        <w:rPr>
          <w:rFonts w:hint="eastAsia"/>
          <w:sz w:val="22"/>
          <w:szCs w:val="22"/>
        </w:rPr>
        <w:t>知</w:t>
      </w:r>
      <w:r w:rsidRPr="005B29A6">
        <w:rPr>
          <w:sz w:val="22"/>
          <w:szCs w:val="22"/>
        </w:rPr>
        <w:t xml:space="preserve"> </w:t>
      </w:r>
      <w:r w:rsidRPr="005B29A6">
        <w:rPr>
          <w:rFonts w:hint="eastAsia"/>
          <w:sz w:val="22"/>
          <w:szCs w:val="22"/>
        </w:rPr>
        <w:t>事</w:t>
      </w:r>
      <w:r w:rsidRPr="005B29A6">
        <w:rPr>
          <w:sz w:val="22"/>
          <w:szCs w:val="22"/>
        </w:rPr>
        <w:t xml:space="preserve">  </w:t>
      </w:r>
      <w:r w:rsidRPr="005B29A6">
        <w:rPr>
          <w:rFonts w:hint="eastAsia"/>
          <w:sz w:val="22"/>
          <w:szCs w:val="22"/>
        </w:rPr>
        <w:t>様</w:t>
      </w:r>
    </w:p>
    <w:p w14:paraId="6E4607E7" w14:textId="77777777" w:rsidR="00F02D97" w:rsidRPr="005B29A6" w:rsidRDefault="00F02D97" w:rsidP="00F02D97">
      <w:pPr>
        <w:spacing w:line="368" w:lineRule="exact"/>
        <w:rPr>
          <w:rFonts w:ascii="ＭＳ 明朝"/>
          <w:sz w:val="22"/>
          <w:szCs w:val="22"/>
        </w:rPr>
      </w:pPr>
    </w:p>
    <w:p w14:paraId="0FAA1C63" w14:textId="77777777" w:rsidR="00F02D97" w:rsidRPr="005B29A6" w:rsidRDefault="00F02D97" w:rsidP="00F02D97">
      <w:pPr>
        <w:spacing w:line="368" w:lineRule="exact"/>
        <w:rPr>
          <w:rFonts w:ascii="ＭＳ 明朝"/>
          <w:sz w:val="22"/>
          <w:szCs w:val="22"/>
        </w:rPr>
      </w:pPr>
    </w:p>
    <w:p w14:paraId="0C0FB1FF" w14:textId="77777777" w:rsidR="00F02D97" w:rsidRPr="005B29A6" w:rsidRDefault="00F02D97" w:rsidP="00F02D97">
      <w:pPr>
        <w:spacing w:line="368" w:lineRule="exact"/>
        <w:rPr>
          <w:rFonts w:ascii="ＭＳ 明朝"/>
          <w:sz w:val="22"/>
          <w:szCs w:val="22"/>
        </w:rPr>
      </w:pPr>
      <w:r w:rsidRPr="005B29A6">
        <w:rPr>
          <w:sz w:val="22"/>
          <w:szCs w:val="22"/>
        </w:rPr>
        <w:t xml:space="preserve">                                     </w:t>
      </w:r>
      <w:r w:rsidR="00A34DC3" w:rsidRPr="005B29A6">
        <w:rPr>
          <w:rFonts w:hint="eastAsia"/>
          <w:sz w:val="22"/>
          <w:szCs w:val="22"/>
        </w:rPr>
        <w:t xml:space="preserve">　　</w:t>
      </w:r>
      <w:r w:rsidR="00A34DC3" w:rsidRPr="005B29A6">
        <w:rPr>
          <w:rFonts w:hint="eastAsia"/>
          <w:sz w:val="22"/>
          <w:szCs w:val="22"/>
        </w:rPr>
        <w:t xml:space="preserve"> </w:t>
      </w:r>
      <w:r w:rsidRPr="005B29A6">
        <w:rPr>
          <w:rFonts w:hint="eastAsia"/>
          <w:sz w:val="22"/>
          <w:szCs w:val="22"/>
        </w:rPr>
        <w:t>受託者　住所</w:t>
      </w:r>
    </w:p>
    <w:p w14:paraId="512C47AC" w14:textId="77777777" w:rsidR="00F02D97" w:rsidRPr="005B29A6" w:rsidRDefault="00F02D97" w:rsidP="00F02D97">
      <w:pPr>
        <w:spacing w:line="368" w:lineRule="exact"/>
        <w:ind w:left="5796" w:hanging="242"/>
        <w:rPr>
          <w:rFonts w:ascii="ＭＳ 明朝"/>
          <w:sz w:val="22"/>
          <w:szCs w:val="22"/>
        </w:rPr>
      </w:pPr>
      <w:r w:rsidRPr="005B29A6">
        <w:rPr>
          <w:rFonts w:hint="eastAsia"/>
          <w:sz w:val="22"/>
          <w:szCs w:val="22"/>
        </w:rPr>
        <w:t>名称</w:t>
      </w:r>
    </w:p>
    <w:p w14:paraId="2AC668A1" w14:textId="1E012BC1" w:rsidR="00F02D97" w:rsidRPr="005B29A6" w:rsidRDefault="00F02D97" w:rsidP="005C7D47">
      <w:pPr>
        <w:spacing w:line="368" w:lineRule="exact"/>
        <w:ind w:left="5796" w:hanging="242"/>
        <w:rPr>
          <w:rFonts w:ascii="ＭＳ 明朝"/>
          <w:sz w:val="22"/>
          <w:szCs w:val="22"/>
        </w:rPr>
      </w:pPr>
      <w:r w:rsidRPr="005B29A6">
        <w:rPr>
          <w:rFonts w:hint="eastAsia"/>
          <w:sz w:val="22"/>
          <w:szCs w:val="22"/>
        </w:rPr>
        <w:t>代表者</w:t>
      </w:r>
    </w:p>
    <w:p w14:paraId="18A8A57C" w14:textId="77777777" w:rsidR="00F02D97" w:rsidRPr="005B29A6" w:rsidRDefault="00F02D97" w:rsidP="00F02D97">
      <w:pPr>
        <w:spacing w:line="368" w:lineRule="exact"/>
        <w:rPr>
          <w:rFonts w:ascii="ＭＳ 明朝"/>
          <w:sz w:val="22"/>
          <w:szCs w:val="22"/>
        </w:rPr>
      </w:pPr>
    </w:p>
    <w:p w14:paraId="18E133FB" w14:textId="77777777" w:rsidR="00F02D97" w:rsidRPr="005B29A6" w:rsidRDefault="0063442D" w:rsidP="00F02D97">
      <w:pPr>
        <w:spacing w:line="368" w:lineRule="exact"/>
        <w:rPr>
          <w:rFonts w:ascii="ＭＳ 明朝"/>
          <w:sz w:val="22"/>
          <w:szCs w:val="22"/>
        </w:rPr>
      </w:pPr>
      <w:r w:rsidRPr="005B29A6">
        <w:rPr>
          <w:rFonts w:hint="eastAsia"/>
          <w:sz w:val="22"/>
          <w:szCs w:val="22"/>
        </w:rPr>
        <w:t xml:space="preserve">　令和　年　月　日付</w:t>
      </w:r>
      <w:r w:rsidR="003E0D0D">
        <w:rPr>
          <w:rFonts w:hint="eastAsia"/>
          <w:sz w:val="22"/>
          <w:szCs w:val="22"/>
        </w:rPr>
        <w:t>け</w:t>
      </w:r>
      <w:r w:rsidRPr="005B29A6">
        <w:rPr>
          <w:rFonts w:hint="eastAsia"/>
          <w:sz w:val="22"/>
          <w:szCs w:val="22"/>
        </w:rPr>
        <w:t>で締結した下記委託業務は、令和</w:t>
      </w:r>
      <w:r w:rsidR="00F02D97" w:rsidRPr="005B29A6">
        <w:rPr>
          <w:rFonts w:hint="eastAsia"/>
          <w:sz w:val="22"/>
          <w:szCs w:val="22"/>
        </w:rPr>
        <w:t xml:space="preserve">　年　月　日</w:t>
      </w:r>
      <w:r w:rsidR="003E0D0D">
        <w:rPr>
          <w:rFonts w:hint="eastAsia"/>
          <w:sz w:val="22"/>
          <w:szCs w:val="22"/>
        </w:rPr>
        <w:t>付けで</w:t>
      </w:r>
      <w:r w:rsidR="00F02D97" w:rsidRPr="005B29A6">
        <w:rPr>
          <w:rFonts w:hint="eastAsia"/>
          <w:sz w:val="22"/>
          <w:szCs w:val="22"/>
        </w:rPr>
        <w:t>完了しましたので、報告します。</w:t>
      </w:r>
    </w:p>
    <w:p w14:paraId="1293E4ED" w14:textId="77777777" w:rsidR="00F02D97" w:rsidRDefault="00F02D97" w:rsidP="00F02D97">
      <w:pPr>
        <w:spacing w:line="368" w:lineRule="exact"/>
        <w:jc w:val="center"/>
        <w:rPr>
          <w:sz w:val="22"/>
          <w:szCs w:val="22"/>
        </w:rPr>
      </w:pPr>
      <w:r w:rsidRPr="005B29A6">
        <w:rPr>
          <w:rFonts w:hint="eastAsia"/>
          <w:sz w:val="22"/>
          <w:szCs w:val="22"/>
        </w:rPr>
        <w:t>記</w:t>
      </w:r>
    </w:p>
    <w:p w14:paraId="4EC2092D" w14:textId="77777777" w:rsidR="00E11D24" w:rsidRPr="00E11D24" w:rsidRDefault="00E11D24" w:rsidP="00F02D97">
      <w:pPr>
        <w:spacing w:line="368" w:lineRule="exact"/>
        <w:jc w:val="center"/>
        <w:rPr>
          <w:rFonts w:ascii="ＭＳ 明朝"/>
          <w:sz w:val="22"/>
          <w:szCs w:val="22"/>
        </w:rPr>
      </w:pPr>
    </w:p>
    <w:p w14:paraId="04E6DC37" w14:textId="08B15F3F" w:rsidR="00F02D97" w:rsidRPr="005B29A6" w:rsidRDefault="00AB4376" w:rsidP="00F02D97">
      <w:pPr>
        <w:rPr>
          <w:rFonts w:ascii="ＭＳ 明朝"/>
          <w:sz w:val="22"/>
          <w:szCs w:val="22"/>
        </w:rPr>
      </w:pPr>
      <w:r w:rsidRPr="005B29A6">
        <w:rPr>
          <w:rFonts w:hint="eastAsia"/>
          <w:sz w:val="22"/>
          <w:szCs w:val="22"/>
        </w:rPr>
        <w:t xml:space="preserve">１　業　務　名　　</w:t>
      </w:r>
      <w:r w:rsidR="000911CC">
        <w:rPr>
          <w:rFonts w:hint="eastAsia"/>
          <w:sz w:val="22"/>
          <w:szCs w:val="22"/>
        </w:rPr>
        <w:t>令和</w:t>
      </w:r>
      <w:r w:rsidR="00B836A6">
        <w:rPr>
          <w:rFonts w:hint="eastAsia"/>
          <w:sz w:val="22"/>
          <w:szCs w:val="22"/>
        </w:rPr>
        <w:t>８</w:t>
      </w:r>
      <w:r w:rsidR="000911CC">
        <w:rPr>
          <w:rFonts w:hint="eastAsia"/>
          <w:sz w:val="22"/>
          <w:szCs w:val="22"/>
        </w:rPr>
        <w:t>年度</w:t>
      </w:r>
      <w:r w:rsidR="002D6623">
        <w:rPr>
          <w:rFonts w:hint="eastAsia"/>
          <w:sz w:val="22"/>
          <w:szCs w:val="22"/>
        </w:rPr>
        <w:t>ふくしま人材確保支援</w:t>
      </w:r>
      <w:r w:rsidR="00576E49">
        <w:rPr>
          <w:rFonts w:hint="eastAsia"/>
          <w:sz w:val="22"/>
          <w:szCs w:val="22"/>
        </w:rPr>
        <w:t>事業</w:t>
      </w:r>
      <w:r w:rsidR="00E2653A">
        <w:rPr>
          <w:rFonts w:hint="eastAsia"/>
          <w:sz w:val="22"/>
          <w:szCs w:val="22"/>
        </w:rPr>
        <w:t>運営業務</w:t>
      </w:r>
    </w:p>
    <w:p w14:paraId="279AEDCB" w14:textId="77777777" w:rsidR="00F02D97" w:rsidRPr="005B29A6" w:rsidRDefault="00F02D97" w:rsidP="00F02D97">
      <w:pPr>
        <w:rPr>
          <w:rFonts w:ascii="ＭＳ 明朝"/>
          <w:sz w:val="22"/>
          <w:szCs w:val="22"/>
        </w:rPr>
      </w:pPr>
    </w:p>
    <w:p w14:paraId="7DA146FB" w14:textId="77777777" w:rsidR="00F02D97" w:rsidRPr="005B29A6" w:rsidRDefault="00AB4376" w:rsidP="00F02D97">
      <w:pPr>
        <w:rPr>
          <w:rFonts w:ascii="ＭＳ 明朝"/>
          <w:sz w:val="22"/>
          <w:szCs w:val="22"/>
        </w:rPr>
      </w:pPr>
      <w:r w:rsidRPr="005B29A6">
        <w:rPr>
          <w:rFonts w:hint="eastAsia"/>
          <w:sz w:val="22"/>
          <w:szCs w:val="22"/>
        </w:rPr>
        <w:t>２</w:t>
      </w:r>
      <w:r w:rsidR="00F02D97" w:rsidRPr="005B29A6">
        <w:rPr>
          <w:rFonts w:hint="eastAsia"/>
          <w:sz w:val="22"/>
          <w:szCs w:val="22"/>
        </w:rPr>
        <w:t xml:space="preserve">　委託料の額　　金</w:t>
      </w:r>
      <w:r w:rsidR="00F02D97" w:rsidRPr="005B29A6">
        <w:rPr>
          <w:sz w:val="22"/>
          <w:szCs w:val="22"/>
        </w:rPr>
        <w:t xml:space="preserve"> </w:t>
      </w:r>
      <w:r w:rsidR="00F02D97" w:rsidRPr="005B29A6">
        <w:rPr>
          <w:rFonts w:hint="eastAsia"/>
          <w:sz w:val="22"/>
          <w:szCs w:val="22"/>
        </w:rPr>
        <w:t xml:space="preserve">　　　　　　　　　円</w:t>
      </w:r>
    </w:p>
    <w:p w14:paraId="2F2CFAE7" w14:textId="77777777" w:rsidR="00F02D97" w:rsidRPr="005B29A6" w:rsidRDefault="00F02D97" w:rsidP="00F02D97">
      <w:pPr>
        <w:rPr>
          <w:rFonts w:ascii="ＭＳ 明朝"/>
          <w:sz w:val="22"/>
          <w:szCs w:val="22"/>
        </w:rPr>
      </w:pPr>
    </w:p>
    <w:p w14:paraId="6BA24329" w14:textId="77777777" w:rsidR="00F02D97" w:rsidRPr="005B29A6" w:rsidRDefault="00AB4376" w:rsidP="00F02D97">
      <w:pPr>
        <w:rPr>
          <w:rFonts w:ascii="ＭＳ 明朝"/>
          <w:sz w:val="22"/>
          <w:szCs w:val="22"/>
        </w:rPr>
      </w:pPr>
      <w:r w:rsidRPr="005B29A6">
        <w:rPr>
          <w:rFonts w:hint="eastAsia"/>
          <w:sz w:val="22"/>
          <w:szCs w:val="22"/>
        </w:rPr>
        <w:t>３</w:t>
      </w:r>
      <w:r w:rsidR="00F02D97" w:rsidRPr="005B29A6">
        <w:rPr>
          <w:rFonts w:hint="eastAsia"/>
          <w:sz w:val="22"/>
          <w:szCs w:val="22"/>
        </w:rPr>
        <w:t xml:space="preserve">　委託期間　　着　手　　</w:t>
      </w:r>
      <w:r w:rsidR="0063442D" w:rsidRPr="005B29A6">
        <w:rPr>
          <w:rFonts w:hint="eastAsia"/>
          <w:sz w:val="22"/>
          <w:szCs w:val="22"/>
        </w:rPr>
        <w:t>令和</w:t>
      </w:r>
      <w:r w:rsidR="00F02D97" w:rsidRPr="005B29A6">
        <w:rPr>
          <w:rFonts w:hint="eastAsia"/>
          <w:sz w:val="22"/>
          <w:szCs w:val="22"/>
        </w:rPr>
        <w:t xml:space="preserve">　　年　　月　　日</w:t>
      </w:r>
    </w:p>
    <w:p w14:paraId="4AF77487" w14:textId="77777777" w:rsidR="00340AC8" w:rsidRPr="005B29A6" w:rsidRDefault="00F02D97" w:rsidP="00F02D97">
      <w:pPr>
        <w:rPr>
          <w:sz w:val="22"/>
          <w:szCs w:val="22"/>
        </w:rPr>
      </w:pPr>
      <w:r w:rsidRPr="005B29A6">
        <w:rPr>
          <w:rFonts w:hint="eastAsia"/>
          <w:sz w:val="22"/>
          <w:szCs w:val="22"/>
        </w:rPr>
        <w:t xml:space="preserve">　　　　　　　　完　了　　</w:t>
      </w:r>
      <w:r w:rsidR="0063442D" w:rsidRPr="005B29A6">
        <w:rPr>
          <w:rFonts w:hint="eastAsia"/>
          <w:sz w:val="22"/>
          <w:szCs w:val="22"/>
        </w:rPr>
        <w:t>令和</w:t>
      </w:r>
      <w:r w:rsidRPr="005B29A6">
        <w:rPr>
          <w:rFonts w:hint="eastAsia"/>
          <w:sz w:val="22"/>
          <w:szCs w:val="22"/>
        </w:rPr>
        <w:t xml:space="preserve">　　年　　月　　日</w:t>
      </w:r>
    </w:p>
    <w:p w14:paraId="123E49F8" w14:textId="3853432B" w:rsidR="003E0D0D" w:rsidRDefault="003E0D0D" w:rsidP="00340AC8">
      <w:pPr>
        <w:pStyle w:val="af"/>
        <w:spacing w:beforeLines="50" w:before="120" w:after="0"/>
        <w:jc w:val="both"/>
        <w:rPr>
          <w:sz w:val="22"/>
          <w:szCs w:val="22"/>
        </w:rPr>
      </w:pPr>
    </w:p>
    <w:p w14:paraId="7BE2E881" w14:textId="77777777" w:rsidR="007A3DCD" w:rsidRDefault="007A3DCD" w:rsidP="007A3DCD"/>
    <w:p w14:paraId="228681D3" w14:textId="77777777" w:rsidR="007A3DCD" w:rsidRDefault="007A3DCD" w:rsidP="007A3DCD"/>
    <w:p w14:paraId="3923D4A6" w14:textId="77777777" w:rsidR="007A3DCD" w:rsidRDefault="007A3DCD" w:rsidP="007A3DCD"/>
    <w:p w14:paraId="0C845493" w14:textId="77777777" w:rsidR="007A3DCD" w:rsidRDefault="007A3DCD" w:rsidP="007A3DCD"/>
    <w:p w14:paraId="53238EF3" w14:textId="77777777" w:rsidR="007A3DCD" w:rsidRDefault="007A3DCD" w:rsidP="007A3DCD"/>
    <w:p w14:paraId="44F4E0E4" w14:textId="77777777" w:rsidR="007A3DCD" w:rsidRDefault="007A3DCD" w:rsidP="007A3DCD"/>
    <w:p w14:paraId="011E00D4" w14:textId="77777777" w:rsidR="007A3DCD" w:rsidRDefault="007A3DCD" w:rsidP="007A3DCD"/>
    <w:p w14:paraId="176C5C10" w14:textId="77777777" w:rsidR="007A3DCD" w:rsidRDefault="007A3DCD" w:rsidP="007A3DCD"/>
    <w:p w14:paraId="38BF91B9" w14:textId="77777777" w:rsidR="007A3DCD" w:rsidRDefault="007A3DCD" w:rsidP="007A3DCD"/>
    <w:p w14:paraId="29842480" w14:textId="77777777" w:rsidR="007A3DCD" w:rsidRDefault="007A3DCD" w:rsidP="007A3DCD"/>
    <w:p w14:paraId="369231B2" w14:textId="77777777" w:rsidR="007A3DCD" w:rsidRDefault="007A3DCD" w:rsidP="007A3DCD"/>
    <w:p w14:paraId="2D9CFECB" w14:textId="77777777" w:rsidR="007A3DCD" w:rsidRDefault="007A3DCD" w:rsidP="007A3DCD"/>
    <w:p w14:paraId="1E675C3D" w14:textId="77777777" w:rsidR="007A3DCD" w:rsidRDefault="007A3DCD" w:rsidP="007A3DCD"/>
    <w:p w14:paraId="030E8A83" w14:textId="77777777" w:rsidR="007A3DCD" w:rsidRDefault="007A3DCD" w:rsidP="007A3DCD"/>
    <w:p w14:paraId="5812375F" w14:textId="77777777" w:rsidR="007A3DCD" w:rsidRDefault="007A3DCD" w:rsidP="007A3DCD"/>
    <w:p w14:paraId="1AC45F61" w14:textId="77777777" w:rsidR="007A3DCD" w:rsidRDefault="007A3DCD" w:rsidP="007A3DCD"/>
    <w:p w14:paraId="601B2C12" w14:textId="77777777" w:rsidR="007A3DCD" w:rsidRDefault="007A3DCD" w:rsidP="007A3DCD"/>
    <w:p w14:paraId="1A1DE319" w14:textId="77777777" w:rsidR="007A3DCD" w:rsidRDefault="007A3DCD" w:rsidP="007A3DCD"/>
    <w:p w14:paraId="5351BF60" w14:textId="77777777" w:rsidR="007A3DCD" w:rsidRDefault="007A3DCD" w:rsidP="007A3DCD"/>
    <w:p w14:paraId="4571BDCA" w14:textId="77777777" w:rsidR="007A3DCD" w:rsidRDefault="007A3DCD" w:rsidP="007A3DCD"/>
    <w:p w14:paraId="138AFD6D" w14:textId="06CDA2B1" w:rsidR="007A3DCD" w:rsidRDefault="007A3DCD" w:rsidP="00187AB4">
      <w:pPr>
        <w:ind w:left="141" w:hangingChars="67" w:hanging="141"/>
      </w:pPr>
      <w:r w:rsidRPr="007A3DCD">
        <w:rPr>
          <w:rFonts w:ascii="ＭＳ 明朝" w:hAnsi="ＭＳ 明朝" w:cs="ＭＳ 明朝" w:hint="eastAsia"/>
        </w:rPr>
        <w:t>※</w:t>
      </w:r>
      <w:r w:rsidRPr="007A3DCD">
        <w:t>本様式について、「本件責任者及び担当者」の氏名及び連絡先を記載することにより押印を省略することができる。</w:t>
      </w:r>
    </w:p>
    <w:p w14:paraId="68EA7D16" w14:textId="77777777" w:rsidR="007A3DCD" w:rsidRDefault="007A3DCD" w:rsidP="007A3DCD"/>
    <w:p w14:paraId="15E957DD" w14:textId="77777777" w:rsidR="007A3DCD" w:rsidRPr="007A3DCD" w:rsidRDefault="007A3DCD" w:rsidP="007A3DCD"/>
    <w:p w14:paraId="7AA86A49" w14:textId="77777777" w:rsidR="003E0D0D" w:rsidRPr="00333FE9" w:rsidRDefault="003E0D0D" w:rsidP="003E0D0D">
      <w:pPr>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lastRenderedPageBreak/>
        <w:t>第３号様式</w:t>
      </w:r>
    </w:p>
    <w:p w14:paraId="2A025F64" w14:textId="77777777" w:rsidR="003E0D0D" w:rsidRPr="003E0D0D" w:rsidRDefault="003E0D0D" w:rsidP="003E0D0D">
      <w:pPr>
        <w:rPr>
          <w:rFonts w:ascii="ＭＳ 明朝" w:hAnsi="ＭＳ 明朝"/>
          <w:sz w:val="22"/>
          <w:szCs w:val="22"/>
        </w:rPr>
      </w:pPr>
    </w:p>
    <w:p w14:paraId="38125652" w14:textId="77777777" w:rsidR="003E0D0D" w:rsidRPr="00333FE9" w:rsidRDefault="003E0D0D" w:rsidP="003E0D0D">
      <w:pPr>
        <w:jc w:val="center"/>
        <w:rPr>
          <w:rFonts w:ascii="ＭＳ 明朝" w:hAnsi="ＭＳ 明朝"/>
          <w:sz w:val="28"/>
        </w:rPr>
      </w:pPr>
      <w:r w:rsidRPr="00333FE9">
        <w:rPr>
          <w:rFonts w:ascii="ＭＳ 明朝" w:hAnsi="ＭＳ 明朝" w:hint="eastAsia"/>
          <w:sz w:val="28"/>
        </w:rPr>
        <w:t>人材育成計画</w:t>
      </w:r>
      <w:r w:rsidR="000071B4" w:rsidRPr="00333FE9">
        <w:rPr>
          <w:rFonts w:ascii="ＭＳ 明朝" w:hAnsi="ＭＳ 明朝" w:hint="eastAsia"/>
          <w:sz w:val="28"/>
        </w:rPr>
        <w:t>書</w:t>
      </w:r>
    </w:p>
    <w:p w14:paraId="32865D35" w14:textId="77777777" w:rsidR="003E0D0D" w:rsidRPr="003E0D0D" w:rsidRDefault="003E0D0D" w:rsidP="003E0D0D">
      <w:pPr>
        <w:jc w:val="cente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856"/>
        <w:gridCol w:w="1602"/>
        <w:gridCol w:w="1609"/>
        <w:gridCol w:w="1603"/>
        <w:gridCol w:w="1603"/>
      </w:tblGrid>
      <w:tr w:rsidR="003E0D0D" w:rsidRPr="003E0D0D" w14:paraId="102F6FC9" w14:textId="77777777" w:rsidTr="00E06882">
        <w:trPr>
          <w:trHeight w:val="703"/>
        </w:trPr>
        <w:tc>
          <w:tcPr>
            <w:tcW w:w="1384" w:type="dxa"/>
            <w:shd w:val="clear" w:color="auto" w:fill="DAEEF3"/>
            <w:vAlign w:val="center"/>
          </w:tcPr>
          <w:p w14:paraId="67B296CA" w14:textId="77777777" w:rsidR="003E0D0D" w:rsidRPr="003E0D0D" w:rsidRDefault="003E0D0D" w:rsidP="003E0D0D">
            <w:pPr>
              <w:jc w:val="center"/>
              <w:rPr>
                <w:rFonts w:ascii="ＭＳ 明朝" w:hAnsi="ＭＳ 明朝"/>
              </w:rPr>
            </w:pPr>
            <w:r w:rsidRPr="003E0D0D">
              <w:rPr>
                <w:rFonts w:ascii="ＭＳ 明朝" w:hAnsi="ＭＳ 明朝" w:hint="eastAsia"/>
              </w:rPr>
              <w:t>事業名</w:t>
            </w:r>
          </w:p>
        </w:tc>
        <w:tc>
          <w:tcPr>
            <w:tcW w:w="8452" w:type="dxa"/>
            <w:gridSpan w:val="5"/>
            <w:vAlign w:val="center"/>
          </w:tcPr>
          <w:p w14:paraId="494FA9BC" w14:textId="51DBD775" w:rsidR="003E0D0D" w:rsidRPr="003E0D0D" w:rsidRDefault="000911CC" w:rsidP="003E0D0D">
            <w:pPr>
              <w:rPr>
                <w:rFonts w:ascii="ＭＳ 明朝" w:hAnsi="ＭＳ 明朝"/>
              </w:rPr>
            </w:pPr>
            <w:r>
              <w:rPr>
                <w:rFonts w:ascii="ＭＳ 明朝" w:hAnsi="ＭＳ 明朝" w:hint="eastAsia"/>
              </w:rPr>
              <w:t>令和</w:t>
            </w:r>
            <w:r w:rsidR="00B836A6">
              <w:rPr>
                <w:rFonts w:ascii="ＭＳ 明朝" w:hAnsi="ＭＳ 明朝" w:hint="eastAsia"/>
              </w:rPr>
              <w:t>８</w:t>
            </w:r>
            <w:r>
              <w:rPr>
                <w:rFonts w:ascii="ＭＳ 明朝" w:hAnsi="ＭＳ 明朝" w:hint="eastAsia"/>
              </w:rPr>
              <w:t>年度</w:t>
            </w:r>
            <w:r w:rsidR="002D6623">
              <w:rPr>
                <w:rFonts w:ascii="ＭＳ 明朝" w:hAnsi="ＭＳ 明朝" w:hint="eastAsia"/>
              </w:rPr>
              <w:t>ふくしま人材確保支援</w:t>
            </w:r>
            <w:r w:rsidR="003E0D0D" w:rsidRPr="003E0D0D">
              <w:rPr>
                <w:rFonts w:ascii="ＭＳ 明朝" w:hAnsi="ＭＳ 明朝" w:hint="eastAsia"/>
              </w:rPr>
              <w:t>事業</w:t>
            </w:r>
          </w:p>
        </w:tc>
      </w:tr>
      <w:tr w:rsidR="003E0D0D" w:rsidRPr="003E0D0D" w14:paraId="712217DA" w14:textId="77777777" w:rsidTr="00E06882">
        <w:trPr>
          <w:trHeight w:val="698"/>
        </w:trPr>
        <w:tc>
          <w:tcPr>
            <w:tcW w:w="1384" w:type="dxa"/>
            <w:shd w:val="clear" w:color="auto" w:fill="DAEEF3"/>
            <w:vAlign w:val="center"/>
          </w:tcPr>
          <w:p w14:paraId="06E0275F" w14:textId="77777777" w:rsidR="003E0D0D" w:rsidRPr="003E0D0D" w:rsidRDefault="003E0D0D" w:rsidP="003E0D0D">
            <w:pPr>
              <w:jc w:val="center"/>
              <w:rPr>
                <w:rFonts w:ascii="ＭＳ 明朝" w:hAnsi="ＭＳ 明朝"/>
              </w:rPr>
            </w:pPr>
            <w:r w:rsidRPr="003E0D0D">
              <w:rPr>
                <w:rFonts w:ascii="ＭＳ 明朝" w:hAnsi="ＭＳ 明朝" w:hint="eastAsia"/>
              </w:rPr>
              <w:t>委託先</w:t>
            </w:r>
          </w:p>
        </w:tc>
        <w:tc>
          <w:tcPr>
            <w:tcW w:w="8452" w:type="dxa"/>
            <w:gridSpan w:val="5"/>
            <w:vAlign w:val="center"/>
          </w:tcPr>
          <w:p w14:paraId="60532793" w14:textId="77777777" w:rsidR="003E0D0D" w:rsidRPr="003E0D0D" w:rsidRDefault="003E0D0D" w:rsidP="003E0D0D">
            <w:pPr>
              <w:rPr>
                <w:rFonts w:ascii="ＭＳ 明朝" w:hAnsi="ＭＳ 明朝"/>
              </w:rPr>
            </w:pPr>
          </w:p>
        </w:tc>
      </w:tr>
      <w:tr w:rsidR="003E0D0D" w:rsidRPr="003E0D0D" w14:paraId="23B9581D" w14:textId="77777777" w:rsidTr="00E06882">
        <w:trPr>
          <w:trHeight w:val="845"/>
        </w:trPr>
        <w:tc>
          <w:tcPr>
            <w:tcW w:w="1384" w:type="dxa"/>
            <w:shd w:val="clear" w:color="auto" w:fill="DAEEF3"/>
            <w:vAlign w:val="center"/>
          </w:tcPr>
          <w:p w14:paraId="43FA0426" w14:textId="77777777" w:rsidR="003E0D0D" w:rsidRPr="003E0D0D" w:rsidRDefault="003E0D0D" w:rsidP="003E0D0D">
            <w:pPr>
              <w:jc w:val="center"/>
              <w:rPr>
                <w:rFonts w:ascii="ＭＳ 明朝" w:hAnsi="ＭＳ 明朝"/>
              </w:rPr>
            </w:pPr>
            <w:r w:rsidRPr="003E0D0D">
              <w:rPr>
                <w:rFonts w:ascii="ＭＳ 明朝" w:hAnsi="ＭＳ 明朝" w:hint="eastAsia"/>
              </w:rPr>
              <w:t>事業期間</w:t>
            </w:r>
          </w:p>
        </w:tc>
        <w:tc>
          <w:tcPr>
            <w:tcW w:w="8452" w:type="dxa"/>
            <w:gridSpan w:val="5"/>
            <w:vAlign w:val="center"/>
          </w:tcPr>
          <w:p w14:paraId="697E0CAE" w14:textId="77777777" w:rsidR="003E0D0D" w:rsidRPr="003E0D0D" w:rsidRDefault="003E0D0D" w:rsidP="003E0D0D">
            <w:pPr>
              <w:rPr>
                <w:rFonts w:ascii="ＭＳ 明朝" w:hAnsi="ＭＳ 明朝"/>
              </w:rPr>
            </w:pPr>
            <w:r w:rsidRPr="003E0D0D">
              <w:rPr>
                <w:rFonts w:ascii="ＭＳ 明朝" w:hAnsi="ＭＳ 明朝" w:hint="eastAsia"/>
              </w:rPr>
              <w:t>令和○○年○○月○○日～令和○○年○○月○○日</w:t>
            </w:r>
          </w:p>
        </w:tc>
      </w:tr>
      <w:tr w:rsidR="003E0D0D" w:rsidRPr="003E0D0D" w14:paraId="6B66467A" w14:textId="77777777" w:rsidTr="00E06882">
        <w:trPr>
          <w:trHeight w:val="833"/>
        </w:trPr>
        <w:tc>
          <w:tcPr>
            <w:tcW w:w="1384" w:type="dxa"/>
            <w:shd w:val="clear" w:color="auto" w:fill="DAEEF3"/>
            <w:vAlign w:val="center"/>
          </w:tcPr>
          <w:p w14:paraId="18760F67" w14:textId="77777777" w:rsidR="003E0D0D" w:rsidRPr="003E0D0D" w:rsidRDefault="003E0D0D" w:rsidP="003E0D0D">
            <w:pPr>
              <w:jc w:val="center"/>
              <w:rPr>
                <w:rFonts w:ascii="ＭＳ 明朝" w:hAnsi="ＭＳ 明朝"/>
              </w:rPr>
            </w:pPr>
            <w:r w:rsidRPr="003E0D0D">
              <w:rPr>
                <w:rFonts w:ascii="ＭＳ 明朝" w:hAnsi="ＭＳ 明朝" w:hint="eastAsia"/>
              </w:rPr>
              <w:t>新規</w:t>
            </w:r>
          </w:p>
          <w:p w14:paraId="0439A51C" w14:textId="77777777" w:rsidR="003E0D0D" w:rsidRPr="003E0D0D" w:rsidRDefault="003E0D0D" w:rsidP="003E0D0D">
            <w:pPr>
              <w:jc w:val="center"/>
              <w:rPr>
                <w:rFonts w:ascii="ＭＳ 明朝" w:hAnsi="ＭＳ 明朝"/>
              </w:rPr>
            </w:pPr>
            <w:r w:rsidRPr="003E0D0D">
              <w:rPr>
                <w:rFonts w:ascii="ＭＳ 明朝" w:hAnsi="ＭＳ 明朝" w:hint="eastAsia"/>
              </w:rPr>
              <w:t>雇用者</w:t>
            </w:r>
            <w:r w:rsidR="007A02AA">
              <w:rPr>
                <w:rFonts w:ascii="ＭＳ 明朝" w:hAnsi="ＭＳ 明朝" w:hint="eastAsia"/>
              </w:rPr>
              <w:t>名</w:t>
            </w:r>
          </w:p>
        </w:tc>
        <w:tc>
          <w:tcPr>
            <w:tcW w:w="8452" w:type="dxa"/>
            <w:gridSpan w:val="5"/>
            <w:vAlign w:val="center"/>
          </w:tcPr>
          <w:p w14:paraId="327FC99C" w14:textId="77777777" w:rsidR="003E0D0D" w:rsidRPr="003E0D0D" w:rsidRDefault="003E0D0D" w:rsidP="003E0D0D">
            <w:pPr>
              <w:rPr>
                <w:rFonts w:ascii="ＭＳ 明朝" w:hAnsi="ＭＳ 明朝"/>
              </w:rPr>
            </w:pPr>
            <w:r w:rsidRPr="003E0D0D">
              <w:rPr>
                <w:rFonts w:ascii="ＭＳ 明朝" w:hAnsi="ＭＳ 明朝" w:hint="eastAsia"/>
              </w:rPr>
              <w:t>○</w:t>
            </w:r>
            <w:r w:rsidR="007A02AA">
              <w:rPr>
                <w:rFonts w:ascii="ＭＳ 明朝" w:hAnsi="ＭＳ 明朝" w:hint="eastAsia"/>
              </w:rPr>
              <w:t>〇　〇〇</w:t>
            </w:r>
          </w:p>
        </w:tc>
      </w:tr>
      <w:tr w:rsidR="003E0D0D" w:rsidRPr="003E0D0D" w14:paraId="42F084DB" w14:textId="77777777" w:rsidTr="00E06882">
        <w:trPr>
          <w:trHeight w:val="545"/>
        </w:trPr>
        <w:tc>
          <w:tcPr>
            <w:tcW w:w="1384" w:type="dxa"/>
            <w:vMerge w:val="restart"/>
            <w:shd w:val="clear" w:color="auto" w:fill="DAEEF3"/>
            <w:vAlign w:val="center"/>
          </w:tcPr>
          <w:p w14:paraId="4DAAAA3C" w14:textId="77777777" w:rsidR="003E0D0D" w:rsidRPr="003E0D0D" w:rsidRDefault="003E0D0D" w:rsidP="003E0D0D">
            <w:pPr>
              <w:jc w:val="center"/>
              <w:rPr>
                <w:rFonts w:ascii="ＭＳ 明朝" w:hAnsi="ＭＳ 明朝"/>
              </w:rPr>
            </w:pPr>
            <w:r w:rsidRPr="003E0D0D">
              <w:rPr>
                <w:rFonts w:ascii="ＭＳ 明朝" w:hAnsi="ＭＳ 明朝" w:hint="eastAsia"/>
              </w:rPr>
              <w:t>人材育成</w:t>
            </w:r>
          </w:p>
          <w:p w14:paraId="275199A3" w14:textId="77777777" w:rsidR="003E0D0D" w:rsidRPr="003E0D0D" w:rsidRDefault="003E0D0D" w:rsidP="003E0D0D">
            <w:pPr>
              <w:jc w:val="center"/>
              <w:rPr>
                <w:rFonts w:ascii="ＭＳ 明朝" w:hAnsi="ＭＳ 明朝"/>
              </w:rPr>
            </w:pPr>
            <w:r w:rsidRPr="003E0D0D">
              <w:rPr>
                <w:rFonts w:ascii="ＭＳ 明朝" w:hAnsi="ＭＳ 明朝" w:hint="eastAsia"/>
              </w:rPr>
              <w:t>計画</w:t>
            </w:r>
          </w:p>
        </w:tc>
        <w:tc>
          <w:tcPr>
            <w:tcW w:w="8452" w:type="dxa"/>
            <w:gridSpan w:val="5"/>
            <w:shd w:val="clear" w:color="auto" w:fill="DAEEF3"/>
            <w:vAlign w:val="center"/>
          </w:tcPr>
          <w:p w14:paraId="007FD3E4" w14:textId="77777777" w:rsidR="003E0D0D" w:rsidRPr="003E0D0D" w:rsidRDefault="003E0D0D" w:rsidP="003E0D0D">
            <w:pPr>
              <w:jc w:val="center"/>
              <w:rPr>
                <w:rFonts w:ascii="ＭＳ 明朝" w:hAnsi="ＭＳ 明朝"/>
              </w:rPr>
            </w:pPr>
            <w:r w:rsidRPr="003E0D0D">
              <w:rPr>
                <w:rFonts w:ascii="ＭＳ 明朝" w:hAnsi="ＭＳ 明朝" w:hint="eastAsia"/>
              </w:rPr>
              <w:t>人材育成方針及び目標</w:t>
            </w:r>
          </w:p>
        </w:tc>
      </w:tr>
      <w:tr w:rsidR="003E0D0D" w:rsidRPr="003E0D0D" w14:paraId="023CB120" w14:textId="77777777" w:rsidTr="00E06882">
        <w:trPr>
          <w:trHeight w:val="1156"/>
        </w:trPr>
        <w:tc>
          <w:tcPr>
            <w:tcW w:w="1384" w:type="dxa"/>
            <w:vMerge/>
            <w:shd w:val="clear" w:color="auto" w:fill="DAEEF3"/>
            <w:vAlign w:val="center"/>
          </w:tcPr>
          <w:p w14:paraId="202593CA" w14:textId="77777777" w:rsidR="003E0D0D" w:rsidRPr="003E0D0D" w:rsidRDefault="003E0D0D" w:rsidP="003E0D0D">
            <w:pPr>
              <w:jc w:val="center"/>
              <w:rPr>
                <w:rFonts w:ascii="ＭＳ 明朝" w:hAnsi="ＭＳ 明朝"/>
              </w:rPr>
            </w:pPr>
          </w:p>
        </w:tc>
        <w:tc>
          <w:tcPr>
            <w:tcW w:w="8452" w:type="dxa"/>
            <w:gridSpan w:val="5"/>
            <w:shd w:val="clear" w:color="auto" w:fill="FFFFFF"/>
            <w:vAlign w:val="center"/>
          </w:tcPr>
          <w:p w14:paraId="5CA35D3C" w14:textId="77777777" w:rsidR="003E0D0D" w:rsidRPr="003E0D0D" w:rsidRDefault="003E0D0D" w:rsidP="003E0D0D">
            <w:pPr>
              <w:jc w:val="left"/>
              <w:rPr>
                <w:rFonts w:ascii="ＭＳ 明朝" w:hAnsi="ＭＳ 明朝"/>
              </w:rPr>
            </w:pPr>
          </w:p>
        </w:tc>
      </w:tr>
      <w:tr w:rsidR="003E0D0D" w:rsidRPr="003E0D0D" w14:paraId="1EC9BA66" w14:textId="77777777" w:rsidTr="00E06882">
        <w:trPr>
          <w:trHeight w:val="545"/>
        </w:trPr>
        <w:tc>
          <w:tcPr>
            <w:tcW w:w="1384" w:type="dxa"/>
            <w:vMerge/>
            <w:shd w:val="clear" w:color="auto" w:fill="DAEEF3"/>
            <w:vAlign w:val="center"/>
          </w:tcPr>
          <w:p w14:paraId="6D63C26F" w14:textId="77777777" w:rsidR="003E0D0D" w:rsidRPr="003E0D0D" w:rsidRDefault="003E0D0D" w:rsidP="003E0D0D">
            <w:pPr>
              <w:jc w:val="center"/>
              <w:rPr>
                <w:rFonts w:ascii="ＭＳ 明朝" w:hAnsi="ＭＳ 明朝"/>
              </w:rPr>
            </w:pPr>
          </w:p>
        </w:tc>
        <w:tc>
          <w:tcPr>
            <w:tcW w:w="8452" w:type="dxa"/>
            <w:gridSpan w:val="5"/>
            <w:shd w:val="clear" w:color="auto" w:fill="DAEEF3"/>
            <w:vAlign w:val="center"/>
          </w:tcPr>
          <w:p w14:paraId="272703CE" w14:textId="77777777" w:rsidR="003E0D0D" w:rsidRPr="003E0D0D" w:rsidRDefault="003E0D0D" w:rsidP="003E0D0D">
            <w:pPr>
              <w:jc w:val="center"/>
              <w:rPr>
                <w:rFonts w:ascii="ＭＳ 明朝" w:hAnsi="ＭＳ 明朝"/>
              </w:rPr>
            </w:pPr>
            <w:r w:rsidRPr="003E0D0D">
              <w:rPr>
                <w:rFonts w:ascii="ＭＳ 明朝" w:hAnsi="ＭＳ 明朝" w:hint="eastAsia"/>
              </w:rPr>
              <w:t>取得資格</w:t>
            </w:r>
          </w:p>
        </w:tc>
      </w:tr>
      <w:tr w:rsidR="003E0D0D" w:rsidRPr="003E0D0D" w14:paraId="6DB0C36F" w14:textId="77777777" w:rsidTr="00E06882">
        <w:trPr>
          <w:trHeight w:val="425"/>
        </w:trPr>
        <w:tc>
          <w:tcPr>
            <w:tcW w:w="1384" w:type="dxa"/>
            <w:vMerge/>
            <w:shd w:val="clear" w:color="auto" w:fill="DAEEF3"/>
          </w:tcPr>
          <w:p w14:paraId="3C009640" w14:textId="77777777" w:rsidR="003E0D0D" w:rsidRPr="003E0D0D" w:rsidRDefault="003E0D0D" w:rsidP="003E0D0D">
            <w:pPr>
              <w:rPr>
                <w:rFonts w:ascii="ＭＳ 明朝" w:hAnsi="ＭＳ 明朝"/>
              </w:rPr>
            </w:pPr>
          </w:p>
        </w:tc>
        <w:tc>
          <w:tcPr>
            <w:tcW w:w="1894" w:type="dxa"/>
            <w:vAlign w:val="center"/>
          </w:tcPr>
          <w:p w14:paraId="7D90DBC1" w14:textId="77777777" w:rsidR="003E0D0D" w:rsidRPr="003E0D0D" w:rsidRDefault="003E0D0D" w:rsidP="003E0D0D">
            <w:pPr>
              <w:jc w:val="center"/>
              <w:rPr>
                <w:rFonts w:ascii="ＭＳ 明朝" w:hAnsi="ＭＳ 明朝"/>
              </w:rPr>
            </w:pPr>
            <w:r w:rsidRPr="003E0D0D">
              <w:rPr>
                <w:rFonts w:ascii="ＭＳ 明朝" w:hAnsi="ＭＳ 明朝" w:hint="eastAsia"/>
              </w:rPr>
              <w:t>名称</w:t>
            </w:r>
          </w:p>
        </w:tc>
        <w:tc>
          <w:tcPr>
            <w:tcW w:w="1639" w:type="dxa"/>
            <w:vAlign w:val="center"/>
          </w:tcPr>
          <w:p w14:paraId="394B7865" w14:textId="77777777" w:rsidR="003E0D0D" w:rsidRPr="003E0D0D" w:rsidRDefault="003E0D0D" w:rsidP="003E0D0D">
            <w:pPr>
              <w:jc w:val="center"/>
              <w:rPr>
                <w:rFonts w:ascii="ＭＳ 明朝" w:hAnsi="ＭＳ 明朝"/>
              </w:rPr>
            </w:pPr>
            <w:r w:rsidRPr="003E0D0D">
              <w:rPr>
                <w:rFonts w:ascii="ＭＳ 明朝" w:hAnsi="ＭＳ 明朝" w:hint="eastAsia"/>
              </w:rPr>
              <w:t>研修時期</w:t>
            </w:r>
          </w:p>
        </w:tc>
        <w:tc>
          <w:tcPr>
            <w:tcW w:w="1639" w:type="dxa"/>
            <w:vAlign w:val="center"/>
          </w:tcPr>
          <w:p w14:paraId="1F568925" w14:textId="77777777" w:rsidR="003E0D0D" w:rsidRPr="003E0D0D" w:rsidRDefault="003E0D0D" w:rsidP="003E0D0D">
            <w:pPr>
              <w:jc w:val="center"/>
              <w:rPr>
                <w:rFonts w:ascii="ＭＳ 明朝" w:hAnsi="ＭＳ 明朝"/>
              </w:rPr>
            </w:pPr>
            <w:r w:rsidRPr="003E0D0D">
              <w:rPr>
                <w:rFonts w:ascii="ＭＳ 明朝" w:hAnsi="ＭＳ 明朝" w:hint="eastAsia"/>
              </w:rPr>
              <w:t>研修機関</w:t>
            </w:r>
          </w:p>
        </w:tc>
        <w:tc>
          <w:tcPr>
            <w:tcW w:w="1640" w:type="dxa"/>
            <w:vAlign w:val="center"/>
          </w:tcPr>
          <w:p w14:paraId="55D80ABC" w14:textId="77777777" w:rsidR="003E0D0D" w:rsidRPr="003E0D0D" w:rsidRDefault="003E0D0D" w:rsidP="003E0D0D">
            <w:pPr>
              <w:jc w:val="center"/>
              <w:rPr>
                <w:rFonts w:ascii="ＭＳ 明朝" w:hAnsi="ＭＳ 明朝"/>
              </w:rPr>
            </w:pPr>
            <w:r w:rsidRPr="003E0D0D">
              <w:rPr>
                <w:rFonts w:ascii="ＭＳ 明朝" w:hAnsi="ＭＳ 明朝" w:hint="eastAsia"/>
              </w:rPr>
              <w:t>研修場所</w:t>
            </w:r>
          </w:p>
        </w:tc>
        <w:tc>
          <w:tcPr>
            <w:tcW w:w="1640" w:type="dxa"/>
            <w:vAlign w:val="center"/>
          </w:tcPr>
          <w:p w14:paraId="5C20B446" w14:textId="77777777" w:rsidR="003E0D0D" w:rsidRPr="003E0D0D" w:rsidRDefault="003E0D0D" w:rsidP="003E0D0D">
            <w:pPr>
              <w:jc w:val="center"/>
              <w:rPr>
                <w:rFonts w:ascii="ＭＳ 明朝" w:hAnsi="ＭＳ 明朝"/>
              </w:rPr>
            </w:pPr>
            <w:r w:rsidRPr="003E0D0D">
              <w:rPr>
                <w:rFonts w:ascii="ＭＳ 明朝" w:hAnsi="ＭＳ 明朝" w:hint="eastAsia"/>
              </w:rPr>
              <w:t>取得目標率</w:t>
            </w:r>
          </w:p>
        </w:tc>
      </w:tr>
      <w:tr w:rsidR="003E0D0D" w:rsidRPr="003E0D0D" w14:paraId="576558FF" w14:textId="77777777" w:rsidTr="00E06882">
        <w:trPr>
          <w:trHeight w:val="545"/>
        </w:trPr>
        <w:tc>
          <w:tcPr>
            <w:tcW w:w="1384" w:type="dxa"/>
            <w:vMerge/>
            <w:shd w:val="clear" w:color="auto" w:fill="DAEEF3"/>
          </w:tcPr>
          <w:p w14:paraId="314669A5" w14:textId="77777777" w:rsidR="003E0D0D" w:rsidRPr="003E0D0D" w:rsidRDefault="003E0D0D" w:rsidP="003E0D0D">
            <w:pPr>
              <w:rPr>
                <w:rFonts w:ascii="ＭＳ 明朝" w:hAnsi="ＭＳ 明朝"/>
              </w:rPr>
            </w:pPr>
          </w:p>
        </w:tc>
        <w:tc>
          <w:tcPr>
            <w:tcW w:w="1894" w:type="dxa"/>
            <w:vAlign w:val="center"/>
          </w:tcPr>
          <w:p w14:paraId="754F9D34" w14:textId="77777777" w:rsidR="003E0D0D" w:rsidRPr="003E0D0D" w:rsidRDefault="003E0D0D" w:rsidP="003E0D0D">
            <w:pPr>
              <w:jc w:val="center"/>
              <w:rPr>
                <w:rFonts w:ascii="ＭＳ 明朝" w:hAnsi="ＭＳ 明朝"/>
              </w:rPr>
            </w:pPr>
            <w:r w:rsidRPr="003E0D0D">
              <w:rPr>
                <w:rFonts w:ascii="ＭＳ 明朝" w:hAnsi="ＭＳ 明朝" w:hint="eastAsia"/>
              </w:rPr>
              <w:t>○○士</w:t>
            </w:r>
          </w:p>
        </w:tc>
        <w:tc>
          <w:tcPr>
            <w:tcW w:w="1639" w:type="dxa"/>
            <w:vAlign w:val="center"/>
          </w:tcPr>
          <w:p w14:paraId="0A4ED1EC" w14:textId="77777777" w:rsidR="003E0D0D" w:rsidRPr="003E0D0D" w:rsidRDefault="003E0D0D" w:rsidP="003E0D0D">
            <w:pPr>
              <w:jc w:val="center"/>
              <w:rPr>
                <w:rFonts w:ascii="ＭＳ 明朝" w:hAnsi="ＭＳ 明朝"/>
              </w:rPr>
            </w:pPr>
            <w:r w:rsidRPr="003E0D0D">
              <w:rPr>
                <w:rFonts w:ascii="ＭＳ 明朝" w:hAnsi="ＭＳ 明朝" w:hint="eastAsia"/>
              </w:rPr>
              <w:t>～</w:t>
            </w:r>
          </w:p>
        </w:tc>
        <w:tc>
          <w:tcPr>
            <w:tcW w:w="1639" w:type="dxa"/>
            <w:vAlign w:val="center"/>
          </w:tcPr>
          <w:p w14:paraId="0CD8124B" w14:textId="77777777" w:rsidR="003E0D0D" w:rsidRPr="003E0D0D" w:rsidRDefault="003E0D0D" w:rsidP="003E0D0D">
            <w:pPr>
              <w:jc w:val="center"/>
              <w:rPr>
                <w:rFonts w:ascii="ＭＳ 明朝" w:hAnsi="ＭＳ 明朝"/>
              </w:rPr>
            </w:pPr>
          </w:p>
        </w:tc>
        <w:tc>
          <w:tcPr>
            <w:tcW w:w="1640" w:type="dxa"/>
            <w:vAlign w:val="center"/>
          </w:tcPr>
          <w:p w14:paraId="58428CA1" w14:textId="77777777" w:rsidR="003E0D0D" w:rsidRPr="003E0D0D" w:rsidRDefault="003E0D0D" w:rsidP="003E0D0D">
            <w:pPr>
              <w:jc w:val="center"/>
              <w:rPr>
                <w:rFonts w:ascii="ＭＳ 明朝" w:hAnsi="ＭＳ 明朝"/>
              </w:rPr>
            </w:pPr>
          </w:p>
        </w:tc>
        <w:tc>
          <w:tcPr>
            <w:tcW w:w="1640" w:type="dxa"/>
            <w:vAlign w:val="center"/>
          </w:tcPr>
          <w:p w14:paraId="0C19DDF9" w14:textId="77777777" w:rsidR="003E0D0D" w:rsidRPr="003E0D0D" w:rsidRDefault="003E0D0D" w:rsidP="003E0D0D">
            <w:pPr>
              <w:jc w:val="right"/>
              <w:rPr>
                <w:rFonts w:ascii="ＭＳ 明朝" w:hAnsi="ＭＳ 明朝"/>
              </w:rPr>
            </w:pPr>
            <w:r w:rsidRPr="003E0D0D">
              <w:rPr>
                <w:rFonts w:ascii="ＭＳ 明朝" w:hAnsi="ＭＳ 明朝" w:hint="eastAsia"/>
              </w:rPr>
              <w:t>％</w:t>
            </w:r>
          </w:p>
        </w:tc>
      </w:tr>
      <w:tr w:rsidR="003E0D0D" w:rsidRPr="003E0D0D" w14:paraId="3B58FEA2" w14:textId="77777777" w:rsidTr="00E06882">
        <w:trPr>
          <w:trHeight w:val="567"/>
        </w:trPr>
        <w:tc>
          <w:tcPr>
            <w:tcW w:w="1384" w:type="dxa"/>
            <w:vMerge/>
            <w:shd w:val="clear" w:color="auto" w:fill="DAEEF3"/>
          </w:tcPr>
          <w:p w14:paraId="661409AC" w14:textId="77777777" w:rsidR="003E0D0D" w:rsidRPr="003E0D0D" w:rsidRDefault="003E0D0D" w:rsidP="003E0D0D">
            <w:pPr>
              <w:rPr>
                <w:rFonts w:ascii="ＭＳ 明朝" w:hAnsi="ＭＳ 明朝"/>
              </w:rPr>
            </w:pPr>
          </w:p>
        </w:tc>
        <w:tc>
          <w:tcPr>
            <w:tcW w:w="1894" w:type="dxa"/>
            <w:vAlign w:val="center"/>
          </w:tcPr>
          <w:p w14:paraId="29C3FFED" w14:textId="77777777" w:rsidR="003E0D0D" w:rsidRPr="003E0D0D" w:rsidRDefault="003E0D0D" w:rsidP="003E0D0D">
            <w:pPr>
              <w:jc w:val="center"/>
              <w:rPr>
                <w:rFonts w:ascii="ＭＳ 明朝" w:hAnsi="ＭＳ 明朝"/>
              </w:rPr>
            </w:pPr>
            <w:r w:rsidRPr="003E0D0D">
              <w:rPr>
                <w:rFonts w:ascii="ＭＳ 明朝" w:hAnsi="ＭＳ 明朝" w:hint="eastAsia"/>
              </w:rPr>
              <w:t>○○検定○級</w:t>
            </w:r>
          </w:p>
        </w:tc>
        <w:tc>
          <w:tcPr>
            <w:tcW w:w="1639" w:type="dxa"/>
            <w:vAlign w:val="center"/>
          </w:tcPr>
          <w:p w14:paraId="5F3DE4E9" w14:textId="77777777" w:rsidR="003E0D0D" w:rsidRPr="003E0D0D" w:rsidRDefault="003E0D0D" w:rsidP="003E0D0D">
            <w:pPr>
              <w:jc w:val="center"/>
              <w:rPr>
                <w:rFonts w:ascii="ＭＳ 明朝" w:hAnsi="ＭＳ 明朝"/>
              </w:rPr>
            </w:pPr>
            <w:r w:rsidRPr="003E0D0D">
              <w:rPr>
                <w:rFonts w:ascii="ＭＳ 明朝" w:hAnsi="ＭＳ 明朝" w:hint="eastAsia"/>
              </w:rPr>
              <w:t>～</w:t>
            </w:r>
          </w:p>
        </w:tc>
        <w:tc>
          <w:tcPr>
            <w:tcW w:w="1639" w:type="dxa"/>
            <w:vAlign w:val="center"/>
          </w:tcPr>
          <w:p w14:paraId="6483B93A" w14:textId="77777777" w:rsidR="003E0D0D" w:rsidRPr="003E0D0D" w:rsidRDefault="003E0D0D" w:rsidP="003E0D0D">
            <w:pPr>
              <w:jc w:val="center"/>
              <w:rPr>
                <w:rFonts w:ascii="ＭＳ 明朝" w:hAnsi="ＭＳ 明朝"/>
              </w:rPr>
            </w:pPr>
          </w:p>
        </w:tc>
        <w:tc>
          <w:tcPr>
            <w:tcW w:w="1640" w:type="dxa"/>
            <w:vAlign w:val="center"/>
          </w:tcPr>
          <w:p w14:paraId="2C65C634" w14:textId="77777777" w:rsidR="003E0D0D" w:rsidRPr="003E0D0D" w:rsidRDefault="003E0D0D" w:rsidP="003E0D0D">
            <w:pPr>
              <w:jc w:val="center"/>
              <w:rPr>
                <w:rFonts w:ascii="ＭＳ 明朝" w:hAnsi="ＭＳ 明朝"/>
              </w:rPr>
            </w:pPr>
          </w:p>
        </w:tc>
        <w:tc>
          <w:tcPr>
            <w:tcW w:w="1640" w:type="dxa"/>
            <w:vAlign w:val="center"/>
          </w:tcPr>
          <w:p w14:paraId="57719474" w14:textId="77777777" w:rsidR="003E0D0D" w:rsidRPr="003E0D0D" w:rsidRDefault="003E0D0D" w:rsidP="003E0D0D">
            <w:pPr>
              <w:jc w:val="right"/>
              <w:rPr>
                <w:rFonts w:ascii="ＭＳ 明朝" w:hAnsi="ＭＳ 明朝"/>
              </w:rPr>
            </w:pPr>
            <w:r w:rsidRPr="003E0D0D">
              <w:rPr>
                <w:rFonts w:ascii="ＭＳ 明朝" w:hAnsi="ＭＳ 明朝" w:hint="eastAsia"/>
              </w:rPr>
              <w:t>％</w:t>
            </w:r>
          </w:p>
        </w:tc>
      </w:tr>
      <w:tr w:rsidR="003E0D0D" w:rsidRPr="003E0D0D" w14:paraId="0B69AFDB" w14:textId="77777777" w:rsidTr="00E06882">
        <w:trPr>
          <w:trHeight w:val="547"/>
        </w:trPr>
        <w:tc>
          <w:tcPr>
            <w:tcW w:w="1384" w:type="dxa"/>
            <w:vMerge/>
            <w:shd w:val="clear" w:color="auto" w:fill="DAEEF3"/>
          </w:tcPr>
          <w:p w14:paraId="602D542F" w14:textId="77777777" w:rsidR="003E0D0D" w:rsidRPr="003E0D0D" w:rsidRDefault="003E0D0D" w:rsidP="003E0D0D">
            <w:pPr>
              <w:rPr>
                <w:rFonts w:ascii="ＭＳ 明朝" w:hAnsi="ＭＳ 明朝"/>
              </w:rPr>
            </w:pPr>
          </w:p>
        </w:tc>
        <w:tc>
          <w:tcPr>
            <w:tcW w:w="8452" w:type="dxa"/>
            <w:gridSpan w:val="5"/>
            <w:shd w:val="clear" w:color="auto" w:fill="DAEEF3"/>
            <w:vAlign w:val="center"/>
          </w:tcPr>
          <w:p w14:paraId="460365EB" w14:textId="77777777" w:rsidR="003E0D0D" w:rsidRPr="003E0D0D" w:rsidRDefault="003E0D0D" w:rsidP="003E0D0D">
            <w:pPr>
              <w:jc w:val="center"/>
              <w:rPr>
                <w:rFonts w:ascii="ＭＳ 明朝" w:hAnsi="ＭＳ 明朝"/>
              </w:rPr>
            </w:pPr>
            <w:r w:rsidRPr="003E0D0D">
              <w:rPr>
                <w:rFonts w:ascii="ＭＳ 明朝" w:hAnsi="ＭＳ 明朝" w:hint="eastAsia"/>
              </w:rPr>
              <w:t>再就職支援</w:t>
            </w:r>
          </w:p>
        </w:tc>
      </w:tr>
      <w:tr w:rsidR="003E0D0D" w:rsidRPr="003E0D0D" w14:paraId="41898891" w14:textId="77777777" w:rsidTr="00E06882">
        <w:trPr>
          <w:trHeight w:val="555"/>
        </w:trPr>
        <w:tc>
          <w:tcPr>
            <w:tcW w:w="1384" w:type="dxa"/>
            <w:vMerge/>
            <w:shd w:val="clear" w:color="auto" w:fill="DAEEF3"/>
          </w:tcPr>
          <w:p w14:paraId="708C22F9" w14:textId="77777777" w:rsidR="003E0D0D" w:rsidRPr="003E0D0D" w:rsidRDefault="003E0D0D" w:rsidP="003E0D0D">
            <w:pPr>
              <w:rPr>
                <w:rFonts w:ascii="ＭＳ 明朝" w:hAnsi="ＭＳ 明朝"/>
              </w:rPr>
            </w:pPr>
          </w:p>
        </w:tc>
        <w:tc>
          <w:tcPr>
            <w:tcW w:w="1894" w:type="dxa"/>
            <w:vAlign w:val="center"/>
          </w:tcPr>
          <w:p w14:paraId="4B26900F" w14:textId="77777777" w:rsidR="003E0D0D" w:rsidRPr="003E0D0D" w:rsidRDefault="003E0D0D" w:rsidP="003E0D0D">
            <w:pPr>
              <w:jc w:val="center"/>
              <w:rPr>
                <w:rFonts w:ascii="ＭＳ 明朝" w:hAnsi="ＭＳ 明朝"/>
              </w:rPr>
            </w:pPr>
            <w:r w:rsidRPr="003E0D0D">
              <w:rPr>
                <w:rFonts w:ascii="ＭＳ 明朝" w:hAnsi="ＭＳ 明朝" w:hint="eastAsia"/>
              </w:rPr>
              <w:t>想定する</w:t>
            </w:r>
          </w:p>
          <w:p w14:paraId="217174FB" w14:textId="77777777" w:rsidR="003E0D0D" w:rsidRPr="003E0D0D" w:rsidRDefault="003E0D0D" w:rsidP="003E0D0D">
            <w:pPr>
              <w:jc w:val="center"/>
              <w:rPr>
                <w:rFonts w:ascii="ＭＳ 明朝" w:hAnsi="ＭＳ 明朝"/>
              </w:rPr>
            </w:pPr>
            <w:r w:rsidRPr="003E0D0D">
              <w:rPr>
                <w:rFonts w:ascii="ＭＳ 明朝" w:hAnsi="ＭＳ 明朝" w:hint="eastAsia"/>
              </w:rPr>
              <w:t>業種・職種</w:t>
            </w:r>
          </w:p>
        </w:tc>
        <w:tc>
          <w:tcPr>
            <w:tcW w:w="1639" w:type="dxa"/>
            <w:vAlign w:val="center"/>
          </w:tcPr>
          <w:p w14:paraId="18A17962" w14:textId="77777777" w:rsidR="003E0D0D" w:rsidRPr="003E0D0D" w:rsidRDefault="003E0D0D" w:rsidP="003E0D0D">
            <w:pPr>
              <w:jc w:val="center"/>
              <w:rPr>
                <w:rFonts w:ascii="ＭＳ 明朝" w:hAnsi="ＭＳ 明朝"/>
              </w:rPr>
            </w:pPr>
            <w:r w:rsidRPr="003E0D0D">
              <w:rPr>
                <w:rFonts w:ascii="ＭＳ 明朝" w:hAnsi="ＭＳ 明朝" w:hint="eastAsia"/>
              </w:rPr>
              <w:t>有効求人倍率</w:t>
            </w:r>
          </w:p>
        </w:tc>
        <w:tc>
          <w:tcPr>
            <w:tcW w:w="1639" w:type="dxa"/>
            <w:vAlign w:val="center"/>
          </w:tcPr>
          <w:p w14:paraId="05BA60EC" w14:textId="77777777" w:rsidR="003E0D0D" w:rsidRPr="003E0D0D" w:rsidRDefault="003E0D0D" w:rsidP="003E0D0D">
            <w:pPr>
              <w:jc w:val="center"/>
              <w:rPr>
                <w:rFonts w:ascii="ＭＳ 明朝" w:hAnsi="ＭＳ 明朝"/>
              </w:rPr>
            </w:pPr>
            <w:r w:rsidRPr="003E0D0D">
              <w:rPr>
                <w:rFonts w:ascii="ＭＳ 明朝" w:hAnsi="ＭＳ 明朝" w:hint="eastAsia"/>
              </w:rPr>
              <w:t>職種名</w:t>
            </w:r>
          </w:p>
          <w:p w14:paraId="5A24F9AD" w14:textId="77777777" w:rsidR="003E0D0D" w:rsidRPr="003E0D0D" w:rsidRDefault="003E0D0D" w:rsidP="003E0D0D">
            <w:pPr>
              <w:jc w:val="center"/>
              <w:rPr>
                <w:rFonts w:ascii="ＭＳ 明朝" w:hAnsi="ＭＳ 明朝"/>
              </w:rPr>
            </w:pPr>
            <w:r w:rsidRPr="003E0D0D">
              <w:rPr>
                <w:rFonts w:ascii="ＭＳ 明朝" w:hAnsi="ＭＳ 明朝" w:hint="eastAsia"/>
              </w:rPr>
              <w:t>（時点）</w:t>
            </w:r>
          </w:p>
        </w:tc>
        <w:tc>
          <w:tcPr>
            <w:tcW w:w="1640" w:type="dxa"/>
            <w:vAlign w:val="center"/>
          </w:tcPr>
          <w:p w14:paraId="578B47AD" w14:textId="77777777" w:rsidR="003E0D0D" w:rsidRPr="003E0D0D" w:rsidRDefault="003E0D0D" w:rsidP="003E0D0D">
            <w:pPr>
              <w:jc w:val="center"/>
              <w:rPr>
                <w:rFonts w:ascii="ＭＳ 明朝" w:hAnsi="ＭＳ 明朝"/>
              </w:rPr>
            </w:pPr>
            <w:r w:rsidRPr="003E0D0D">
              <w:rPr>
                <w:rFonts w:ascii="ＭＳ 明朝" w:hAnsi="ＭＳ 明朝" w:hint="eastAsia"/>
              </w:rPr>
              <w:t>管轄安定所名</w:t>
            </w:r>
          </w:p>
        </w:tc>
        <w:tc>
          <w:tcPr>
            <w:tcW w:w="1640" w:type="dxa"/>
            <w:vAlign w:val="center"/>
          </w:tcPr>
          <w:p w14:paraId="15498BEC" w14:textId="77777777" w:rsidR="003E0D0D" w:rsidRPr="003E0D0D" w:rsidRDefault="003E0D0D" w:rsidP="003E0D0D">
            <w:pPr>
              <w:jc w:val="center"/>
              <w:rPr>
                <w:rFonts w:ascii="ＭＳ 明朝" w:hAnsi="ＭＳ 明朝"/>
              </w:rPr>
            </w:pPr>
            <w:r w:rsidRPr="003E0D0D">
              <w:rPr>
                <w:rFonts w:ascii="ＭＳ 明朝" w:hAnsi="ＭＳ 明朝" w:hint="eastAsia"/>
              </w:rPr>
              <w:t>再就職目標率</w:t>
            </w:r>
          </w:p>
        </w:tc>
      </w:tr>
      <w:tr w:rsidR="003E0D0D" w:rsidRPr="003E0D0D" w14:paraId="067AC5C2" w14:textId="77777777" w:rsidTr="00E06882">
        <w:trPr>
          <w:trHeight w:val="705"/>
        </w:trPr>
        <w:tc>
          <w:tcPr>
            <w:tcW w:w="1384" w:type="dxa"/>
            <w:vMerge/>
            <w:shd w:val="clear" w:color="auto" w:fill="DAEEF3"/>
          </w:tcPr>
          <w:p w14:paraId="5449067B" w14:textId="77777777" w:rsidR="003E0D0D" w:rsidRPr="003E0D0D" w:rsidRDefault="003E0D0D" w:rsidP="003E0D0D">
            <w:pPr>
              <w:rPr>
                <w:rFonts w:ascii="ＭＳ 明朝" w:hAnsi="ＭＳ 明朝"/>
              </w:rPr>
            </w:pPr>
          </w:p>
        </w:tc>
        <w:tc>
          <w:tcPr>
            <w:tcW w:w="1894" w:type="dxa"/>
            <w:vAlign w:val="center"/>
          </w:tcPr>
          <w:p w14:paraId="108A746E" w14:textId="77777777" w:rsidR="003E0D0D" w:rsidRPr="003E0D0D" w:rsidRDefault="003E0D0D" w:rsidP="003E0D0D">
            <w:pPr>
              <w:jc w:val="center"/>
              <w:rPr>
                <w:rFonts w:ascii="ＭＳ 明朝" w:hAnsi="ＭＳ 明朝"/>
              </w:rPr>
            </w:pPr>
          </w:p>
        </w:tc>
        <w:tc>
          <w:tcPr>
            <w:tcW w:w="1639" w:type="dxa"/>
            <w:vAlign w:val="center"/>
          </w:tcPr>
          <w:p w14:paraId="2AA147F9" w14:textId="77777777" w:rsidR="003E0D0D" w:rsidRPr="003E0D0D" w:rsidRDefault="003E0D0D" w:rsidP="003E0D0D">
            <w:pPr>
              <w:jc w:val="center"/>
              <w:rPr>
                <w:rFonts w:ascii="ＭＳ 明朝" w:hAnsi="ＭＳ 明朝"/>
              </w:rPr>
            </w:pPr>
          </w:p>
        </w:tc>
        <w:tc>
          <w:tcPr>
            <w:tcW w:w="1639" w:type="dxa"/>
            <w:vAlign w:val="center"/>
          </w:tcPr>
          <w:p w14:paraId="0852F526" w14:textId="77777777" w:rsidR="003E0D0D" w:rsidRPr="003E0D0D" w:rsidRDefault="003E0D0D" w:rsidP="003E0D0D">
            <w:pPr>
              <w:jc w:val="center"/>
              <w:rPr>
                <w:rFonts w:ascii="ＭＳ 明朝" w:hAnsi="ＭＳ 明朝"/>
              </w:rPr>
            </w:pPr>
          </w:p>
        </w:tc>
        <w:tc>
          <w:tcPr>
            <w:tcW w:w="1640" w:type="dxa"/>
            <w:vAlign w:val="center"/>
          </w:tcPr>
          <w:p w14:paraId="7193768A" w14:textId="77777777" w:rsidR="003E0D0D" w:rsidRPr="003E0D0D" w:rsidRDefault="003E0D0D" w:rsidP="003E0D0D">
            <w:pPr>
              <w:jc w:val="center"/>
              <w:rPr>
                <w:rFonts w:ascii="ＭＳ 明朝" w:hAnsi="ＭＳ 明朝"/>
              </w:rPr>
            </w:pPr>
          </w:p>
        </w:tc>
        <w:tc>
          <w:tcPr>
            <w:tcW w:w="1640" w:type="dxa"/>
            <w:vAlign w:val="center"/>
          </w:tcPr>
          <w:p w14:paraId="41376DC4" w14:textId="77777777" w:rsidR="003E0D0D" w:rsidRPr="003E0D0D" w:rsidRDefault="003E0D0D" w:rsidP="003E0D0D">
            <w:pPr>
              <w:jc w:val="right"/>
              <w:rPr>
                <w:rFonts w:ascii="ＭＳ 明朝" w:hAnsi="ＭＳ 明朝"/>
              </w:rPr>
            </w:pPr>
            <w:r w:rsidRPr="003E0D0D">
              <w:rPr>
                <w:rFonts w:ascii="ＭＳ 明朝" w:hAnsi="ＭＳ 明朝" w:hint="eastAsia"/>
              </w:rPr>
              <w:t>％</w:t>
            </w:r>
          </w:p>
        </w:tc>
      </w:tr>
      <w:tr w:rsidR="003E0D0D" w:rsidRPr="003E0D0D" w14:paraId="70D98C8F" w14:textId="77777777" w:rsidTr="00E06882">
        <w:trPr>
          <w:trHeight w:val="561"/>
        </w:trPr>
        <w:tc>
          <w:tcPr>
            <w:tcW w:w="1384" w:type="dxa"/>
            <w:vMerge/>
            <w:shd w:val="clear" w:color="auto" w:fill="DAEEF3"/>
          </w:tcPr>
          <w:p w14:paraId="2F0156E1" w14:textId="77777777" w:rsidR="003E0D0D" w:rsidRPr="003E0D0D" w:rsidRDefault="003E0D0D" w:rsidP="003E0D0D">
            <w:pPr>
              <w:rPr>
                <w:rFonts w:ascii="ＭＳ 明朝" w:hAnsi="ＭＳ 明朝"/>
              </w:rPr>
            </w:pPr>
          </w:p>
        </w:tc>
        <w:tc>
          <w:tcPr>
            <w:tcW w:w="8452" w:type="dxa"/>
            <w:gridSpan w:val="5"/>
            <w:shd w:val="clear" w:color="auto" w:fill="DAEEF3"/>
            <w:vAlign w:val="center"/>
          </w:tcPr>
          <w:p w14:paraId="616EC071" w14:textId="77777777" w:rsidR="003E0D0D" w:rsidRPr="003E0D0D" w:rsidRDefault="003E0D0D" w:rsidP="003E0D0D">
            <w:pPr>
              <w:jc w:val="center"/>
              <w:rPr>
                <w:rFonts w:ascii="ＭＳ 明朝" w:hAnsi="ＭＳ 明朝"/>
              </w:rPr>
            </w:pPr>
            <w:r w:rsidRPr="003E0D0D">
              <w:rPr>
                <w:rFonts w:ascii="ＭＳ 明朝" w:hAnsi="ＭＳ 明朝" w:hint="eastAsia"/>
              </w:rPr>
              <w:t>その他人材育成</w:t>
            </w:r>
          </w:p>
        </w:tc>
      </w:tr>
      <w:tr w:rsidR="003E0D0D" w:rsidRPr="003E0D0D" w14:paraId="596D203F" w14:textId="77777777" w:rsidTr="00E06882">
        <w:trPr>
          <w:trHeight w:val="1689"/>
        </w:trPr>
        <w:tc>
          <w:tcPr>
            <w:tcW w:w="1384" w:type="dxa"/>
            <w:vMerge/>
            <w:shd w:val="clear" w:color="auto" w:fill="DAEEF3"/>
          </w:tcPr>
          <w:p w14:paraId="64F23E29" w14:textId="77777777" w:rsidR="003E0D0D" w:rsidRPr="003E0D0D" w:rsidRDefault="003E0D0D" w:rsidP="003E0D0D">
            <w:pPr>
              <w:rPr>
                <w:rFonts w:ascii="ＭＳ 明朝" w:hAnsi="ＭＳ 明朝"/>
              </w:rPr>
            </w:pPr>
          </w:p>
        </w:tc>
        <w:tc>
          <w:tcPr>
            <w:tcW w:w="8452" w:type="dxa"/>
            <w:gridSpan w:val="5"/>
          </w:tcPr>
          <w:p w14:paraId="3C47A09C" w14:textId="77777777" w:rsidR="003E0D0D" w:rsidRPr="003E0D0D" w:rsidRDefault="003E0D0D" w:rsidP="003E0D0D">
            <w:pPr>
              <w:rPr>
                <w:rFonts w:ascii="ＭＳ 明朝" w:hAnsi="ＭＳ 明朝"/>
              </w:rPr>
            </w:pPr>
            <w:r w:rsidRPr="003E0D0D">
              <w:rPr>
                <w:rFonts w:ascii="ＭＳ 明朝" w:hAnsi="ＭＳ 明朝" w:hint="eastAsia"/>
              </w:rPr>
              <w:t>○座学</w:t>
            </w:r>
          </w:p>
          <w:p w14:paraId="22E941DD" w14:textId="77777777" w:rsidR="003E0D0D" w:rsidRPr="003E0D0D" w:rsidRDefault="003E0D0D" w:rsidP="003E0D0D">
            <w:pPr>
              <w:ind w:firstLineChars="50" w:firstLine="105"/>
              <w:rPr>
                <w:rFonts w:ascii="ＭＳ 明朝" w:hAnsi="ＭＳ 明朝"/>
              </w:rPr>
            </w:pPr>
            <w:r w:rsidRPr="003E0D0D">
              <w:rPr>
                <w:rFonts w:ascii="ＭＳ 明朝" w:hAnsi="ＭＳ 明朝" w:hint="eastAsia"/>
              </w:rPr>
              <w:t>・基礎研修（ビジネスマナーやＯＡ研修を実施）　○時間　研修場所：</w:t>
            </w:r>
          </w:p>
          <w:p w14:paraId="69906FCF" w14:textId="77777777" w:rsidR="003E0D0D" w:rsidRPr="003E0D0D" w:rsidRDefault="003E0D0D" w:rsidP="003E0D0D">
            <w:pPr>
              <w:ind w:firstLineChars="50" w:firstLine="105"/>
              <w:rPr>
                <w:rFonts w:ascii="ＭＳ 明朝" w:hAnsi="ＭＳ 明朝"/>
              </w:rPr>
            </w:pPr>
            <w:r w:rsidRPr="003E0D0D">
              <w:rPr>
                <w:rFonts w:ascii="ＭＳ 明朝" w:hAnsi="ＭＳ 明朝" w:hint="eastAsia"/>
              </w:rPr>
              <w:t>・就職力向上研修（自己分析や面接訓練を実施）　○時間　研修場所：</w:t>
            </w:r>
          </w:p>
          <w:p w14:paraId="651E3EB3" w14:textId="77777777" w:rsidR="003E0D0D" w:rsidRPr="003E0D0D" w:rsidRDefault="003E0D0D" w:rsidP="003E0D0D">
            <w:pPr>
              <w:rPr>
                <w:rFonts w:ascii="ＭＳ 明朝" w:hAnsi="ＭＳ 明朝"/>
              </w:rPr>
            </w:pPr>
            <w:r w:rsidRPr="003E0D0D">
              <w:rPr>
                <w:rFonts w:ascii="ＭＳ 明朝" w:hAnsi="ＭＳ 明朝" w:hint="eastAsia"/>
              </w:rPr>
              <w:t>○実習</w:t>
            </w:r>
          </w:p>
          <w:p w14:paraId="54584573" w14:textId="77777777" w:rsidR="003E0D0D" w:rsidRPr="003E0D0D" w:rsidRDefault="003E0D0D" w:rsidP="003E0D0D">
            <w:pPr>
              <w:ind w:firstLineChars="50" w:firstLine="105"/>
              <w:rPr>
                <w:rFonts w:ascii="ＭＳ 明朝" w:hAnsi="ＭＳ 明朝"/>
              </w:rPr>
            </w:pPr>
            <w:r w:rsidRPr="003E0D0D">
              <w:rPr>
                <w:rFonts w:ascii="ＭＳ 明朝" w:hAnsi="ＭＳ 明朝" w:hint="eastAsia"/>
              </w:rPr>
              <w:t>・職場実習（ＣＡＤを活用し、○○の設計をする）　○時間　研修場所：</w:t>
            </w:r>
          </w:p>
        </w:tc>
      </w:tr>
      <w:tr w:rsidR="003E0D0D" w:rsidRPr="003E0D0D" w14:paraId="7F5DCB73" w14:textId="77777777" w:rsidTr="00E06882">
        <w:trPr>
          <w:trHeight w:val="1735"/>
        </w:trPr>
        <w:tc>
          <w:tcPr>
            <w:tcW w:w="1384" w:type="dxa"/>
            <w:shd w:val="clear" w:color="auto" w:fill="DAEEF3"/>
            <w:vAlign w:val="center"/>
          </w:tcPr>
          <w:p w14:paraId="4A7AF810" w14:textId="77777777" w:rsidR="003E0D0D" w:rsidRPr="003E0D0D" w:rsidRDefault="003E0D0D" w:rsidP="003E0D0D">
            <w:pPr>
              <w:jc w:val="center"/>
              <w:rPr>
                <w:rFonts w:ascii="ＭＳ 明朝" w:hAnsi="ＭＳ 明朝"/>
              </w:rPr>
            </w:pPr>
            <w:r w:rsidRPr="003E0D0D">
              <w:rPr>
                <w:rFonts w:ascii="ＭＳ 明朝" w:hAnsi="ＭＳ 明朝" w:hint="eastAsia"/>
              </w:rPr>
              <w:t>備考</w:t>
            </w:r>
          </w:p>
        </w:tc>
        <w:tc>
          <w:tcPr>
            <w:tcW w:w="8452" w:type="dxa"/>
            <w:gridSpan w:val="5"/>
          </w:tcPr>
          <w:p w14:paraId="6A8B5C38" w14:textId="77777777" w:rsidR="003E0D0D" w:rsidRPr="003E0D0D" w:rsidRDefault="003E0D0D" w:rsidP="003E0D0D">
            <w:pPr>
              <w:rPr>
                <w:rFonts w:ascii="ＭＳ 明朝" w:hAnsi="ＭＳ 明朝"/>
              </w:rPr>
            </w:pPr>
          </w:p>
        </w:tc>
      </w:tr>
    </w:tbl>
    <w:p w14:paraId="4C52E553" w14:textId="77777777" w:rsidR="003E0D0D" w:rsidRPr="003E0D0D" w:rsidRDefault="003E0D0D" w:rsidP="003E0D0D">
      <w:pPr>
        <w:spacing w:line="368" w:lineRule="exact"/>
        <w:rPr>
          <w:sz w:val="22"/>
          <w:szCs w:val="22"/>
        </w:rPr>
      </w:pPr>
    </w:p>
    <w:p w14:paraId="23348662" w14:textId="77777777" w:rsidR="00340AC8" w:rsidRPr="00333FE9" w:rsidRDefault="00333FE9" w:rsidP="00340AC8">
      <w:pPr>
        <w:pStyle w:val="af"/>
        <w:spacing w:beforeLines="50" w:before="120" w:after="0"/>
        <w:jc w:val="both"/>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lastRenderedPageBreak/>
        <w:t>第</w:t>
      </w:r>
      <w:r w:rsidR="00D30348">
        <w:rPr>
          <w:rFonts w:ascii="ＭＳ ゴシック" w:eastAsia="ＭＳ ゴシック" w:hAnsi="ＭＳ ゴシック" w:hint="eastAsia"/>
          <w:sz w:val="22"/>
          <w:szCs w:val="22"/>
        </w:rPr>
        <w:t>４</w:t>
      </w:r>
      <w:r w:rsidR="003853D2" w:rsidRPr="00333FE9">
        <w:rPr>
          <w:rFonts w:ascii="ＭＳ ゴシック" w:eastAsia="ＭＳ ゴシック" w:hAnsi="ＭＳ ゴシック" w:hint="eastAsia"/>
          <w:sz w:val="22"/>
          <w:szCs w:val="22"/>
        </w:rPr>
        <w:t>号様式</w:t>
      </w:r>
    </w:p>
    <w:p w14:paraId="3114204A" w14:textId="77777777" w:rsidR="00340AC8" w:rsidRPr="00E87CD2" w:rsidRDefault="00340AC8" w:rsidP="00E87CD2">
      <w:pPr>
        <w:spacing w:beforeLines="50" w:before="120"/>
        <w:jc w:val="center"/>
        <w:rPr>
          <w:color w:val="FF0000"/>
        </w:rPr>
      </w:pPr>
    </w:p>
    <w:p w14:paraId="6C2783AF" w14:textId="77777777" w:rsidR="00F00E51" w:rsidRPr="00333FE9" w:rsidRDefault="00F00E51" w:rsidP="00F00E51">
      <w:pPr>
        <w:pStyle w:val="af"/>
        <w:rPr>
          <w:rFonts w:ascii="ＭＳ 明朝" w:eastAsia="ＭＳ 明朝" w:hAnsi="ＭＳ 明朝"/>
          <w:sz w:val="28"/>
          <w:szCs w:val="36"/>
        </w:rPr>
      </w:pPr>
      <w:r w:rsidRPr="00333FE9">
        <w:rPr>
          <w:rFonts w:ascii="ＭＳ 明朝" w:eastAsia="ＭＳ 明朝" w:hAnsi="ＭＳ 明朝" w:hint="eastAsia"/>
          <w:sz w:val="28"/>
          <w:szCs w:val="36"/>
        </w:rPr>
        <w:t>被災求職者要件確認書</w:t>
      </w:r>
    </w:p>
    <w:p w14:paraId="42F3B162" w14:textId="77777777" w:rsidR="00340AC8" w:rsidRPr="00F00E51" w:rsidRDefault="00340AC8" w:rsidP="00340AC8">
      <w:pPr>
        <w:spacing w:beforeLines="50" w:before="120"/>
        <w:rPr>
          <w:rFonts w:ascii="ＭＳ 明朝" w:hAnsi="ＭＳ 明朝"/>
          <w:szCs w:val="22"/>
        </w:rPr>
      </w:pPr>
    </w:p>
    <w:p w14:paraId="19E8CA28" w14:textId="75672994"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w:t>
      </w:r>
      <w:r w:rsidR="00CA463B">
        <w:rPr>
          <w:rFonts w:ascii="ＭＳ 明朝" w:hAnsi="ＭＳ 明朝" w:hint="eastAsia"/>
          <w:sz w:val="22"/>
          <w:szCs w:val="22"/>
        </w:rPr>
        <w:t>「</w:t>
      </w:r>
      <w:r w:rsidR="000911CC">
        <w:rPr>
          <w:rFonts w:ascii="ＭＳ 明朝" w:hAnsi="ＭＳ 明朝" w:hint="eastAsia"/>
          <w:sz w:val="22"/>
          <w:szCs w:val="22"/>
        </w:rPr>
        <w:t>令和</w:t>
      </w:r>
      <w:r w:rsidR="00B836A6">
        <w:rPr>
          <w:rFonts w:ascii="ＭＳ 明朝" w:hAnsi="ＭＳ 明朝" w:hint="eastAsia"/>
          <w:sz w:val="22"/>
          <w:szCs w:val="22"/>
        </w:rPr>
        <w:t>８</w:t>
      </w:r>
      <w:r w:rsidR="000911CC">
        <w:rPr>
          <w:rFonts w:ascii="ＭＳ 明朝" w:hAnsi="ＭＳ 明朝" w:hint="eastAsia"/>
          <w:sz w:val="22"/>
          <w:szCs w:val="22"/>
        </w:rPr>
        <w:t>年度</w:t>
      </w:r>
      <w:r w:rsidR="00CA463B">
        <w:rPr>
          <w:rFonts w:ascii="ＭＳ 明朝" w:hAnsi="ＭＳ 明朝" w:hint="eastAsia"/>
          <w:sz w:val="22"/>
          <w:szCs w:val="22"/>
        </w:rPr>
        <w:t>原子力災害対応雇用支援事業（</w:t>
      </w:r>
      <w:r w:rsidR="000911CC">
        <w:rPr>
          <w:rFonts w:ascii="ＭＳ 明朝" w:hAnsi="ＭＳ 明朝" w:hint="eastAsia"/>
          <w:sz w:val="22"/>
          <w:szCs w:val="22"/>
        </w:rPr>
        <w:t>令和</w:t>
      </w:r>
      <w:r w:rsidR="00B836A6">
        <w:rPr>
          <w:rFonts w:ascii="ＭＳ 明朝" w:hAnsi="ＭＳ 明朝" w:hint="eastAsia"/>
          <w:sz w:val="22"/>
          <w:szCs w:val="22"/>
        </w:rPr>
        <w:t>８</w:t>
      </w:r>
      <w:r w:rsidR="000911CC">
        <w:rPr>
          <w:rFonts w:ascii="ＭＳ 明朝" w:hAnsi="ＭＳ 明朝" w:hint="eastAsia"/>
          <w:sz w:val="22"/>
          <w:szCs w:val="22"/>
        </w:rPr>
        <w:t>年度</w:t>
      </w:r>
      <w:r w:rsidR="002D6623">
        <w:rPr>
          <w:rFonts w:ascii="ＭＳ 明朝" w:hAnsi="ＭＳ 明朝" w:hint="eastAsia"/>
          <w:sz w:val="22"/>
          <w:szCs w:val="22"/>
        </w:rPr>
        <w:t>ふくしま人材確保支援</w:t>
      </w:r>
      <w:r w:rsidR="00576E49">
        <w:rPr>
          <w:rFonts w:ascii="ＭＳ 明朝" w:hAnsi="ＭＳ 明朝" w:hint="eastAsia"/>
          <w:sz w:val="22"/>
          <w:szCs w:val="22"/>
        </w:rPr>
        <w:t>事業</w:t>
      </w:r>
      <w:r w:rsidR="00E2653A">
        <w:rPr>
          <w:rFonts w:ascii="ＭＳ 明朝" w:hAnsi="ＭＳ 明朝" w:hint="eastAsia"/>
          <w:sz w:val="22"/>
          <w:szCs w:val="22"/>
        </w:rPr>
        <w:t>運営業務</w:t>
      </w:r>
      <w:r w:rsidRPr="00F00E51">
        <w:rPr>
          <w:rFonts w:ascii="ＭＳ 明朝" w:hAnsi="ＭＳ 明朝" w:hint="eastAsia"/>
          <w:sz w:val="22"/>
          <w:szCs w:val="22"/>
        </w:rPr>
        <w:t>）」において雇用した下記の被災求職者に対し、本事業の趣旨及び要件について十分説明の上、別紙書類及び本人への聴取により、要件に合致している者であることを確認しました。</w:t>
      </w:r>
    </w:p>
    <w:p w14:paraId="12A013EF" w14:textId="77777777" w:rsidR="00340AC8" w:rsidRPr="00F00E51" w:rsidRDefault="00340AC8" w:rsidP="00340AC8">
      <w:pPr>
        <w:spacing w:beforeLines="50" w:before="120"/>
        <w:rPr>
          <w:rFonts w:ascii="ＭＳ 明朝" w:hAnsi="ＭＳ 明朝"/>
          <w:szCs w:val="22"/>
        </w:rPr>
      </w:pPr>
    </w:p>
    <w:p w14:paraId="22298288" w14:textId="77777777" w:rsidR="00340AC8" w:rsidRPr="00F00E51" w:rsidRDefault="00E11D24" w:rsidP="00340AC8">
      <w:pPr>
        <w:spacing w:beforeLines="50" w:before="120"/>
        <w:ind w:firstLineChars="100" w:firstLine="210"/>
        <w:rPr>
          <w:rFonts w:ascii="ＭＳ 明朝" w:hAnsi="ＭＳ 明朝"/>
          <w:szCs w:val="22"/>
        </w:rPr>
      </w:pPr>
      <w:r>
        <w:rPr>
          <w:rFonts w:ascii="ＭＳ 明朝" w:hAnsi="ＭＳ 明朝" w:hint="eastAsia"/>
          <w:szCs w:val="22"/>
        </w:rPr>
        <w:t>福　島　県　知　事　　様</w:t>
      </w:r>
    </w:p>
    <w:p w14:paraId="2D81528E" w14:textId="77777777" w:rsidR="00F00E51" w:rsidRPr="00F00E51" w:rsidRDefault="00F00E51" w:rsidP="00340AC8">
      <w:pPr>
        <w:spacing w:beforeLines="50" w:before="120"/>
        <w:ind w:right="210"/>
        <w:jc w:val="right"/>
        <w:rPr>
          <w:rFonts w:ascii="ＭＳ 明朝" w:hAnsi="ＭＳ 明朝"/>
          <w:szCs w:val="22"/>
        </w:rPr>
      </w:pPr>
      <w:r w:rsidRPr="00F00E51">
        <w:rPr>
          <w:rFonts w:ascii="ＭＳ 明朝" w:hAnsi="ＭＳ 明朝" w:hint="eastAsia"/>
          <w:szCs w:val="22"/>
        </w:rPr>
        <w:t>令和　　年　　月　　日</w:t>
      </w:r>
    </w:p>
    <w:p w14:paraId="5548DF6F" w14:textId="77777777" w:rsidR="00340AC8" w:rsidRPr="00340AC8" w:rsidRDefault="00340AC8" w:rsidP="00340AC8">
      <w:pPr>
        <w:spacing w:beforeLines="50" w:before="120"/>
        <w:rPr>
          <w:rFonts w:ascii="ＭＳ 明朝" w:hAnsi="ＭＳ 明朝"/>
          <w:szCs w:val="22"/>
        </w:rPr>
      </w:pPr>
    </w:p>
    <w:p w14:paraId="67B09AF6" w14:textId="1494BADE" w:rsidR="00F00E51" w:rsidRPr="00F00E51" w:rsidRDefault="00F00E51" w:rsidP="00340AC8">
      <w:pPr>
        <w:spacing w:beforeLines="50" w:before="120"/>
        <w:ind w:firstLineChars="2600" w:firstLine="5460"/>
        <w:rPr>
          <w:rFonts w:ascii="ＭＳ 明朝" w:hAnsi="ＭＳ 明朝"/>
          <w:szCs w:val="22"/>
        </w:rPr>
      </w:pPr>
      <w:r w:rsidRPr="00F00E51">
        <w:rPr>
          <w:rFonts w:ascii="ＭＳ 明朝" w:hAnsi="ＭＳ 明朝" w:hint="eastAsia"/>
          <w:szCs w:val="22"/>
        </w:rPr>
        <w:t>受託者名</w:t>
      </w:r>
    </w:p>
    <w:p w14:paraId="7D35AFF2" w14:textId="77777777" w:rsidR="00F00E51" w:rsidRPr="00F00E51" w:rsidRDefault="00F00E51" w:rsidP="00340AC8">
      <w:pPr>
        <w:spacing w:beforeLines="50" w:before="120"/>
        <w:rPr>
          <w:rFonts w:ascii="ＭＳ 明朝" w:hAnsi="ＭＳ 明朝"/>
          <w:szCs w:val="22"/>
        </w:rPr>
      </w:pPr>
    </w:p>
    <w:p w14:paraId="0FABDC4A" w14:textId="77777777" w:rsidR="00F00E51" w:rsidRPr="00F00E51" w:rsidRDefault="00F00E51" w:rsidP="00340AC8">
      <w:pPr>
        <w:spacing w:beforeLines="50" w:before="120"/>
        <w:jc w:val="center"/>
        <w:rPr>
          <w:rFonts w:ascii="ＭＳ 明朝" w:hAnsi="ＭＳ 明朝"/>
          <w:szCs w:val="22"/>
        </w:rPr>
      </w:pPr>
      <w:r w:rsidRPr="00F00E51">
        <w:rPr>
          <w:rFonts w:ascii="ＭＳ 明朝" w:hAnsi="ＭＳ 明朝" w:hint="eastAsia"/>
          <w:szCs w:val="22"/>
        </w:rPr>
        <w:t>記</w:t>
      </w:r>
    </w:p>
    <w:p w14:paraId="4F2EC2A5" w14:textId="77777777" w:rsidR="00F00E51" w:rsidRPr="00F00E51" w:rsidRDefault="00F00E51" w:rsidP="00340AC8">
      <w:pPr>
        <w:spacing w:beforeLines="50" w:before="120"/>
        <w:rPr>
          <w:rFonts w:ascii="ＭＳ 明朝" w:hAnsi="ＭＳ 明朝"/>
          <w:szCs w:val="22"/>
        </w:rPr>
      </w:pPr>
    </w:p>
    <w:p w14:paraId="4FEE23E2"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１　雇用した被災求職者の氏名及び雇用契約期間</w:t>
      </w:r>
    </w:p>
    <w:p w14:paraId="7DE37D2C"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・○○○○（氏名）　令和○年○月○日～令和○年○月○日</w:t>
      </w:r>
    </w:p>
    <w:p w14:paraId="1B460CA7"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・○○○○（氏名）　令和○年○月○日～令和○年○月○日</w:t>
      </w:r>
    </w:p>
    <w:p w14:paraId="69602C52" w14:textId="77777777" w:rsidR="00340AC8"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・○○○○（氏名）　令和○年○月○日～令和○年○月○日</w:t>
      </w:r>
    </w:p>
    <w:p w14:paraId="299134D6" w14:textId="77777777" w:rsidR="00F00E51" w:rsidRPr="00F00E51" w:rsidRDefault="00F00E51" w:rsidP="00340AC8">
      <w:pPr>
        <w:spacing w:beforeLines="50" w:before="120"/>
        <w:ind w:firstLineChars="200" w:firstLine="420"/>
        <w:rPr>
          <w:rFonts w:ascii="ＭＳ 明朝" w:hAnsi="ＭＳ 明朝"/>
          <w:szCs w:val="22"/>
        </w:rPr>
      </w:pPr>
      <w:r w:rsidRPr="00F00E51">
        <w:rPr>
          <w:rFonts w:ascii="ＭＳ 明朝" w:hAnsi="ＭＳ 明朝" w:hint="eastAsia"/>
          <w:szCs w:val="22"/>
        </w:rPr>
        <w:t>（※複数名記載可）</w:t>
      </w:r>
    </w:p>
    <w:p w14:paraId="42A4B090" w14:textId="77777777" w:rsidR="00F00E51" w:rsidRPr="00F00E51" w:rsidRDefault="00F00E51" w:rsidP="00340AC8">
      <w:pPr>
        <w:spacing w:beforeLines="50" w:before="120"/>
        <w:rPr>
          <w:rFonts w:ascii="ＭＳ 明朝" w:hAnsi="ＭＳ 明朝"/>
          <w:szCs w:val="22"/>
        </w:rPr>
      </w:pPr>
    </w:p>
    <w:p w14:paraId="43164E57"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２　被災求職者要件に合致していることを確認できる書類</w:t>
      </w:r>
    </w:p>
    <w:p w14:paraId="49C84B21"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・本人の申立書</w:t>
      </w:r>
    </w:p>
    <w:p w14:paraId="23F6FD91"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・履歴書</w:t>
      </w:r>
    </w:p>
    <w:p w14:paraId="556A6F94" w14:textId="77777777" w:rsid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・（そのほか、確認に使用した書類名）</w:t>
      </w:r>
    </w:p>
    <w:p w14:paraId="6F475AAD" w14:textId="77777777" w:rsidR="003A7AD4" w:rsidRDefault="003A7AD4" w:rsidP="00340AC8">
      <w:pPr>
        <w:spacing w:beforeLines="50" w:before="120"/>
        <w:rPr>
          <w:rFonts w:ascii="ＭＳ 明朝" w:hAnsi="ＭＳ 明朝"/>
          <w:szCs w:val="22"/>
        </w:rPr>
      </w:pPr>
    </w:p>
    <w:p w14:paraId="1F6E9DDA" w14:textId="77777777" w:rsidR="003A7AD4" w:rsidRDefault="003A7AD4" w:rsidP="00340AC8">
      <w:pPr>
        <w:spacing w:beforeLines="50" w:before="120"/>
        <w:rPr>
          <w:rFonts w:ascii="ＭＳ 明朝" w:hAnsi="ＭＳ 明朝"/>
          <w:szCs w:val="22"/>
        </w:rPr>
      </w:pPr>
    </w:p>
    <w:p w14:paraId="71AA8989" w14:textId="77777777" w:rsidR="003A7AD4" w:rsidRPr="00F00E51" w:rsidRDefault="003A7AD4" w:rsidP="00340AC8">
      <w:pPr>
        <w:spacing w:beforeLines="50" w:before="120"/>
        <w:rPr>
          <w:rFonts w:ascii="ＭＳ 明朝" w:hAnsi="ＭＳ 明朝"/>
          <w:szCs w:val="22"/>
        </w:rPr>
      </w:pPr>
    </w:p>
    <w:p w14:paraId="366B48B4" w14:textId="77777777" w:rsidR="00F00E51" w:rsidRDefault="00F00E51" w:rsidP="00340AC8">
      <w:pPr>
        <w:spacing w:beforeLines="50" w:before="120"/>
        <w:rPr>
          <w:rFonts w:ascii="ＭＳ 明朝" w:hAnsi="ＭＳ 明朝"/>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A7AD4" w:rsidRPr="00BE2A74" w14:paraId="0506FD5B" w14:textId="77777777" w:rsidTr="00BE2A74">
        <w:trPr>
          <w:trHeight w:val="747"/>
        </w:trPr>
        <w:tc>
          <w:tcPr>
            <w:tcW w:w="9836" w:type="dxa"/>
          </w:tcPr>
          <w:p w14:paraId="4CD0E5A6" w14:textId="77777777" w:rsidR="003A7AD4" w:rsidRPr="00BE2A74" w:rsidRDefault="003A7AD4" w:rsidP="00BE2A74">
            <w:pPr>
              <w:spacing w:beforeLines="50" w:before="120"/>
              <w:ind w:firstLineChars="100" w:firstLine="210"/>
              <w:rPr>
                <w:rFonts w:ascii="ＭＳ 明朝" w:hAnsi="ＭＳ 明朝"/>
                <w:szCs w:val="22"/>
              </w:rPr>
            </w:pPr>
            <w:r w:rsidRPr="00BE2A74">
              <w:rPr>
                <w:rFonts w:ascii="ＭＳ 明朝" w:hAnsi="ＭＳ 明朝" w:hint="eastAsia"/>
                <w:szCs w:val="22"/>
              </w:rPr>
              <w:t>上記１の被災求職者について、本事業の趣旨及び要件に合致する者であることを、別紙書類等により確認した。</w:t>
            </w:r>
          </w:p>
        </w:tc>
      </w:tr>
      <w:tr w:rsidR="003A7AD4" w:rsidRPr="00BE2A74" w14:paraId="43797464" w14:textId="77777777" w:rsidTr="00BE2A74">
        <w:trPr>
          <w:trHeight w:val="1178"/>
        </w:trPr>
        <w:tc>
          <w:tcPr>
            <w:tcW w:w="9836" w:type="dxa"/>
          </w:tcPr>
          <w:p w14:paraId="78323CAF" w14:textId="77777777" w:rsidR="003A7AD4" w:rsidRPr="00BE2A74" w:rsidRDefault="003A7AD4" w:rsidP="00BE2A74">
            <w:pPr>
              <w:spacing w:beforeLines="50" w:before="120"/>
              <w:rPr>
                <w:rFonts w:ascii="ＭＳ 明朝" w:hAnsi="ＭＳ 明朝"/>
                <w:szCs w:val="22"/>
              </w:rPr>
            </w:pPr>
          </w:p>
          <w:p w14:paraId="3A4F015B" w14:textId="77777777" w:rsidR="003A7AD4" w:rsidRPr="00BE2A74" w:rsidRDefault="003A7AD4" w:rsidP="00BE2A74">
            <w:pPr>
              <w:spacing w:beforeLines="50" w:before="120"/>
              <w:ind w:right="210"/>
              <w:jc w:val="right"/>
              <w:rPr>
                <w:rFonts w:ascii="ＭＳ 明朝" w:hAnsi="ＭＳ 明朝"/>
                <w:szCs w:val="22"/>
              </w:rPr>
            </w:pPr>
            <w:r w:rsidRPr="00BE2A74">
              <w:rPr>
                <w:rFonts w:ascii="ＭＳ 明朝" w:hAnsi="ＭＳ 明朝" w:hint="eastAsia"/>
                <w:szCs w:val="22"/>
              </w:rPr>
              <w:t>令和　　年　　月　　日</w:t>
            </w:r>
          </w:p>
          <w:p w14:paraId="03F3DC99" w14:textId="77777777" w:rsidR="003A7AD4" w:rsidRPr="00BE2A74" w:rsidRDefault="002F38E9" w:rsidP="002F38E9">
            <w:pPr>
              <w:spacing w:beforeLines="50" w:before="120"/>
              <w:ind w:firstLineChars="2800" w:firstLine="5880"/>
              <w:rPr>
                <w:rFonts w:ascii="ＭＳ 明朝" w:hAnsi="ＭＳ 明朝"/>
                <w:szCs w:val="22"/>
              </w:rPr>
            </w:pPr>
            <w:r>
              <w:rPr>
                <w:rFonts w:ascii="ＭＳ 明朝" w:hAnsi="ＭＳ 明朝" w:hint="eastAsia"/>
                <w:szCs w:val="22"/>
              </w:rPr>
              <w:t>委</w:t>
            </w:r>
            <w:r w:rsidR="003A7AD4" w:rsidRPr="00BE2A74">
              <w:rPr>
                <w:rFonts w:ascii="ＭＳ 明朝" w:hAnsi="ＭＳ 明朝" w:hint="eastAsia"/>
                <w:szCs w:val="22"/>
              </w:rPr>
              <w:t>託者名</w:t>
            </w:r>
            <w:r>
              <w:rPr>
                <w:rFonts w:ascii="ＭＳ 明朝" w:hAnsi="ＭＳ 明朝" w:hint="eastAsia"/>
                <w:szCs w:val="22"/>
              </w:rPr>
              <w:t xml:space="preserve">　　福　島　県　知　事</w:t>
            </w:r>
          </w:p>
          <w:p w14:paraId="3D629992" w14:textId="28D183FB" w:rsidR="002F38E9" w:rsidRDefault="007E475B" w:rsidP="002F38E9">
            <w:pPr>
              <w:spacing w:beforeLines="50" w:before="120"/>
              <w:ind w:firstLineChars="2900" w:firstLine="6090"/>
              <w:rPr>
                <w:rFonts w:ascii="ＭＳ 明朝" w:hAnsi="ＭＳ 明朝"/>
                <w:szCs w:val="22"/>
              </w:rPr>
            </w:pPr>
            <w:r>
              <w:rPr>
                <w:rFonts w:ascii="ＭＳ 明朝" w:hAnsi="ＭＳ 明朝" w:hint="eastAsia"/>
                <w:szCs w:val="22"/>
              </w:rPr>
              <w:t>（雇用労政課　担当：〇〇</w:t>
            </w:r>
            <w:r w:rsidR="002F38E9">
              <w:rPr>
                <w:rFonts w:ascii="ＭＳ 明朝" w:hAnsi="ＭＳ 明朝" w:hint="eastAsia"/>
                <w:szCs w:val="22"/>
              </w:rPr>
              <w:t xml:space="preserve">　</w:t>
            </w:r>
            <w:r w:rsidR="003A7AD4" w:rsidRPr="00BE2A74">
              <w:rPr>
                <w:rFonts w:ascii="ＭＳ 明朝" w:hAnsi="ＭＳ 明朝" w:hint="eastAsia"/>
                <w:szCs w:val="22"/>
              </w:rPr>
              <w:t>）</w:t>
            </w:r>
          </w:p>
          <w:p w14:paraId="0AAA5487" w14:textId="77777777" w:rsidR="003A7AD4" w:rsidRPr="00BE2A74" w:rsidRDefault="003A7AD4" w:rsidP="002F38E9">
            <w:pPr>
              <w:spacing w:beforeLines="50" w:before="120"/>
              <w:ind w:firstLineChars="2900" w:firstLine="6090"/>
              <w:rPr>
                <w:rFonts w:ascii="ＭＳ 明朝" w:hAnsi="ＭＳ 明朝"/>
                <w:szCs w:val="22"/>
              </w:rPr>
            </w:pPr>
            <w:r w:rsidRPr="00BE2A74">
              <w:rPr>
                <w:rFonts w:ascii="ＭＳ 明朝" w:hAnsi="ＭＳ 明朝" w:hint="eastAsia"/>
                <w:szCs w:val="22"/>
              </w:rPr>
              <w:t xml:space="preserve">　</w:t>
            </w:r>
          </w:p>
        </w:tc>
      </w:tr>
    </w:tbl>
    <w:p w14:paraId="257306C2" w14:textId="77777777" w:rsidR="00115873" w:rsidRPr="00333FE9" w:rsidRDefault="007E475B" w:rsidP="00340AC8">
      <w:pPr>
        <w:spacing w:beforeLines="50" w:before="120" w:line="368" w:lineRule="exact"/>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lastRenderedPageBreak/>
        <w:t>第５</w:t>
      </w:r>
      <w:r w:rsidR="00115873" w:rsidRPr="00333FE9">
        <w:rPr>
          <w:rFonts w:ascii="ＭＳ ゴシック" w:eastAsia="ＭＳ ゴシック" w:hAnsi="ＭＳ ゴシック" w:hint="eastAsia"/>
          <w:sz w:val="22"/>
          <w:szCs w:val="22"/>
        </w:rPr>
        <w:t>号様式</w:t>
      </w:r>
    </w:p>
    <w:p w14:paraId="48D6FF91" w14:textId="77777777" w:rsidR="00115873" w:rsidRPr="00E87CD2" w:rsidRDefault="00115873" w:rsidP="00E87CD2">
      <w:pPr>
        <w:spacing w:beforeLines="50" w:before="120"/>
        <w:jc w:val="center"/>
        <w:rPr>
          <w:color w:val="FF0000"/>
        </w:rPr>
      </w:pPr>
    </w:p>
    <w:p w14:paraId="7B173544" w14:textId="77777777" w:rsidR="00115873" w:rsidRPr="00333FE9" w:rsidRDefault="00115873" w:rsidP="00115873">
      <w:pPr>
        <w:spacing w:before="240" w:after="120"/>
        <w:jc w:val="center"/>
        <w:outlineLvl w:val="0"/>
        <w:rPr>
          <w:rFonts w:ascii="ＭＳ 明朝" w:hAnsi="ＭＳ 明朝"/>
          <w:sz w:val="28"/>
          <w:szCs w:val="48"/>
        </w:rPr>
      </w:pPr>
      <w:r w:rsidRPr="00333FE9">
        <w:rPr>
          <w:rFonts w:ascii="ＭＳ 明朝" w:hAnsi="ＭＳ 明朝" w:hint="eastAsia"/>
          <w:sz w:val="28"/>
          <w:szCs w:val="48"/>
        </w:rPr>
        <w:t>申　立　書</w:t>
      </w:r>
    </w:p>
    <w:p w14:paraId="44635881" w14:textId="77777777" w:rsidR="00115873" w:rsidRPr="00115873" w:rsidRDefault="00115873" w:rsidP="00115873">
      <w:pPr>
        <w:spacing w:beforeLines="50" w:before="120"/>
        <w:rPr>
          <w:rFonts w:ascii="ＭＳ 明朝" w:hAnsi="ＭＳ 明朝"/>
          <w:szCs w:val="22"/>
        </w:rPr>
      </w:pPr>
    </w:p>
    <w:p w14:paraId="32472ECC" w14:textId="3D21AD49" w:rsidR="00115873" w:rsidRPr="00115873" w:rsidRDefault="00CA463B" w:rsidP="00115873">
      <w:pPr>
        <w:spacing w:beforeLines="50" w:before="120"/>
        <w:rPr>
          <w:rFonts w:ascii="ＭＳ 明朝" w:hAnsi="ＭＳ 明朝"/>
          <w:szCs w:val="22"/>
        </w:rPr>
      </w:pPr>
      <w:r>
        <w:rPr>
          <w:rFonts w:ascii="ＭＳ 明朝" w:hAnsi="ＭＳ 明朝" w:hint="eastAsia"/>
          <w:szCs w:val="22"/>
        </w:rPr>
        <w:t xml:space="preserve">　私は、「</w:t>
      </w:r>
      <w:r w:rsidR="000911CC">
        <w:rPr>
          <w:rFonts w:ascii="ＭＳ 明朝" w:hAnsi="ＭＳ 明朝" w:hint="eastAsia"/>
          <w:szCs w:val="22"/>
        </w:rPr>
        <w:t>令和</w:t>
      </w:r>
      <w:r w:rsidR="00B836A6">
        <w:rPr>
          <w:rFonts w:ascii="ＭＳ 明朝" w:hAnsi="ＭＳ 明朝" w:hint="eastAsia"/>
          <w:szCs w:val="22"/>
        </w:rPr>
        <w:t>８</w:t>
      </w:r>
      <w:r w:rsidR="000911CC">
        <w:rPr>
          <w:rFonts w:ascii="ＭＳ 明朝" w:hAnsi="ＭＳ 明朝" w:hint="eastAsia"/>
          <w:szCs w:val="22"/>
        </w:rPr>
        <w:t>年度</w:t>
      </w:r>
      <w:r>
        <w:rPr>
          <w:rFonts w:ascii="ＭＳ 明朝" w:hAnsi="ＭＳ 明朝" w:hint="eastAsia"/>
          <w:szCs w:val="22"/>
        </w:rPr>
        <w:t>原子力災害対応雇用支援事業（</w:t>
      </w:r>
      <w:r w:rsidR="000911CC">
        <w:rPr>
          <w:rFonts w:ascii="ＭＳ 明朝" w:hAnsi="ＭＳ 明朝" w:hint="eastAsia"/>
          <w:szCs w:val="22"/>
        </w:rPr>
        <w:t>令和</w:t>
      </w:r>
      <w:r w:rsidR="00B836A6">
        <w:rPr>
          <w:rFonts w:ascii="ＭＳ 明朝" w:hAnsi="ＭＳ 明朝" w:hint="eastAsia"/>
          <w:szCs w:val="22"/>
        </w:rPr>
        <w:t>８</w:t>
      </w:r>
      <w:r w:rsidR="000911CC">
        <w:rPr>
          <w:rFonts w:ascii="ＭＳ 明朝" w:hAnsi="ＭＳ 明朝" w:hint="eastAsia"/>
          <w:szCs w:val="22"/>
        </w:rPr>
        <w:t>年度</w:t>
      </w:r>
      <w:r w:rsidR="002D6623">
        <w:rPr>
          <w:rFonts w:ascii="ＭＳ 明朝" w:hAnsi="ＭＳ 明朝" w:hint="eastAsia"/>
          <w:szCs w:val="22"/>
        </w:rPr>
        <w:t>ふくしま人材確保支援</w:t>
      </w:r>
      <w:r w:rsidR="00576E49">
        <w:rPr>
          <w:rFonts w:ascii="ＭＳ 明朝" w:hAnsi="ＭＳ 明朝" w:hint="eastAsia"/>
          <w:szCs w:val="22"/>
        </w:rPr>
        <w:t>事業</w:t>
      </w:r>
      <w:r w:rsidR="00E2653A">
        <w:rPr>
          <w:rFonts w:ascii="ＭＳ 明朝" w:hAnsi="ＭＳ 明朝" w:hint="eastAsia"/>
          <w:szCs w:val="22"/>
        </w:rPr>
        <w:t>運営業務</w:t>
      </w:r>
      <w:r w:rsidR="00115873" w:rsidRPr="00115873">
        <w:rPr>
          <w:rFonts w:ascii="ＭＳ 明朝" w:hAnsi="ＭＳ 明朝" w:hint="eastAsia"/>
          <w:szCs w:val="22"/>
        </w:rPr>
        <w:t>）」について、「○○○（受託業者名）」から説明を受け、下記１に記載された本事業の趣旨を理解し、また、下記２に記載された本事業の要件に合致していることを申し立てます。</w:t>
      </w:r>
    </w:p>
    <w:p w14:paraId="6FDB0B18" w14:textId="77777777" w:rsidR="00115873" w:rsidRPr="00115873" w:rsidRDefault="00115873" w:rsidP="00115873">
      <w:pPr>
        <w:spacing w:beforeLines="50" w:before="120"/>
        <w:rPr>
          <w:rFonts w:ascii="ＭＳ 明朝" w:hAnsi="ＭＳ 明朝"/>
          <w:szCs w:val="22"/>
        </w:rPr>
      </w:pPr>
    </w:p>
    <w:p w14:paraId="41458065" w14:textId="77777777" w:rsidR="00115873" w:rsidRPr="00115873" w:rsidRDefault="00115873" w:rsidP="00115873">
      <w:pPr>
        <w:spacing w:beforeLines="50" w:before="120"/>
        <w:jc w:val="right"/>
        <w:rPr>
          <w:rFonts w:ascii="ＭＳ 明朝" w:hAnsi="ＭＳ 明朝"/>
          <w:szCs w:val="22"/>
        </w:rPr>
      </w:pPr>
      <w:r w:rsidRPr="00115873">
        <w:rPr>
          <w:rFonts w:ascii="ＭＳ 明朝" w:hAnsi="ＭＳ 明朝" w:hint="eastAsia"/>
          <w:szCs w:val="22"/>
        </w:rPr>
        <w:t>令和　　年　　月　　日</w:t>
      </w:r>
    </w:p>
    <w:p w14:paraId="225B7317" w14:textId="77777777" w:rsidR="00115873" w:rsidRPr="00115873" w:rsidRDefault="00115873" w:rsidP="00115873">
      <w:pPr>
        <w:spacing w:beforeLines="50" w:before="120"/>
        <w:rPr>
          <w:rFonts w:ascii="ＭＳ 明朝" w:hAnsi="ＭＳ 明朝"/>
          <w:szCs w:val="22"/>
        </w:rPr>
      </w:pPr>
    </w:p>
    <w:p w14:paraId="295B0F60" w14:textId="77777777" w:rsidR="00115873" w:rsidRDefault="00115873" w:rsidP="00115873">
      <w:pPr>
        <w:spacing w:beforeLines="50" w:before="120"/>
        <w:ind w:firstLineChars="2100" w:firstLine="4410"/>
        <w:rPr>
          <w:rFonts w:ascii="ＭＳ 明朝" w:hAnsi="ＭＳ 明朝"/>
          <w:szCs w:val="22"/>
        </w:rPr>
      </w:pPr>
      <w:r w:rsidRPr="00115873">
        <w:rPr>
          <w:rFonts w:ascii="ＭＳ 明朝" w:hAnsi="ＭＳ 明朝" w:hint="eastAsia"/>
          <w:szCs w:val="22"/>
        </w:rPr>
        <w:t>住所</w:t>
      </w:r>
    </w:p>
    <w:p w14:paraId="25699D6F" w14:textId="77777777" w:rsidR="00FF6F11" w:rsidRPr="00115873" w:rsidRDefault="00FF6F11" w:rsidP="00115873">
      <w:pPr>
        <w:spacing w:beforeLines="50" w:before="120"/>
        <w:ind w:firstLineChars="2100" w:firstLine="4410"/>
        <w:rPr>
          <w:rFonts w:ascii="ＭＳ 明朝" w:hAnsi="ＭＳ 明朝"/>
          <w:szCs w:val="22"/>
        </w:rPr>
      </w:pPr>
    </w:p>
    <w:p w14:paraId="5FC970B5" w14:textId="1D670BD2" w:rsidR="00115873" w:rsidRPr="00115873" w:rsidRDefault="00115873" w:rsidP="00115873">
      <w:pPr>
        <w:spacing w:beforeLines="50" w:before="120"/>
        <w:ind w:firstLineChars="2100" w:firstLine="4410"/>
        <w:rPr>
          <w:rFonts w:ascii="ＭＳ 明朝" w:hAnsi="ＭＳ 明朝"/>
          <w:szCs w:val="22"/>
        </w:rPr>
      </w:pPr>
      <w:r w:rsidRPr="00115873">
        <w:rPr>
          <w:rFonts w:ascii="ＭＳ 明朝" w:hAnsi="ＭＳ 明朝" w:hint="eastAsia"/>
          <w:szCs w:val="22"/>
        </w:rPr>
        <w:t>氏名</w:t>
      </w:r>
    </w:p>
    <w:p w14:paraId="4DF5B13C" w14:textId="77777777" w:rsidR="00115873" w:rsidRPr="00115873" w:rsidRDefault="00115873" w:rsidP="00115873">
      <w:pPr>
        <w:spacing w:beforeLines="50" w:before="120"/>
        <w:rPr>
          <w:rFonts w:ascii="ＭＳ 明朝" w:hAnsi="ＭＳ 明朝"/>
          <w:szCs w:val="22"/>
        </w:rPr>
      </w:pPr>
    </w:p>
    <w:p w14:paraId="659D30B3" w14:textId="77777777" w:rsidR="00115873" w:rsidRPr="00115873" w:rsidRDefault="00115873" w:rsidP="00115873">
      <w:pPr>
        <w:spacing w:beforeLines="50" w:before="120"/>
        <w:jc w:val="center"/>
        <w:rPr>
          <w:rFonts w:ascii="ＭＳ 明朝" w:hAnsi="ＭＳ 明朝"/>
          <w:szCs w:val="22"/>
        </w:rPr>
      </w:pPr>
      <w:r w:rsidRPr="00115873">
        <w:rPr>
          <w:rFonts w:ascii="ＭＳ 明朝" w:hAnsi="ＭＳ 明朝" w:hint="eastAsia"/>
          <w:szCs w:val="22"/>
        </w:rPr>
        <w:t>記</w:t>
      </w:r>
    </w:p>
    <w:p w14:paraId="5A621E10" w14:textId="77777777" w:rsidR="00115873" w:rsidRPr="00115873" w:rsidRDefault="00115873" w:rsidP="00115873">
      <w:pPr>
        <w:spacing w:beforeLines="50" w:before="120"/>
        <w:rPr>
          <w:rFonts w:ascii="ＭＳ ゴシック" w:eastAsia="ＭＳ ゴシック" w:hAnsi="ＭＳ ゴシック"/>
          <w:szCs w:val="22"/>
        </w:rPr>
      </w:pPr>
    </w:p>
    <w:p w14:paraId="01284041" w14:textId="77777777" w:rsidR="00115873" w:rsidRPr="00115873" w:rsidRDefault="00115873" w:rsidP="00115873">
      <w:pPr>
        <w:spacing w:beforeLines="50" w:before="120"/>
        <w:rPr>
          <w:rFonts w:ascii="ＭＳ 明朝" w:hAnsi="ＭＳ 明朝"/>
          <w:szCs w:val="22"/>
        </w:rPr>
      </w:pPr>
      <w:r w:rsidRPr="00115873">
        <w:rPr>
          <w:rFonts w:ascii="ＭＳ 明朝" w:hAnsi="ＭＳ 明朝" w:hint="eastAsia"/>
          <w:szCs w:val="22"/>
        </w:rPr>
        <w:t>１　本事業の趣旨</w:t>
      </w:r>
    </w:p>
    <w:p w14:paraId="0035BB6F" w14:textId="77777777" w:rsidR="00115873" w:rsidRPr="00115873" w:rsidRDefault="00115873" w:rsidP="00115873">
      <w:pPr>
        <w:spacing w:beforeLines="50" w:before="120"/>
        <w:ind w:leftChars="100" w:left="420" w:hangingChars="100" w:hanging="210"/>
        <w:rPr>
          <w:rFonts w:ascii="ＭＳ 明朝" w:hAnsi="ＭＳ 明朝"/>
          <w:szCs w:val="22"/>
        </w:rPr>
      </w:pPr>
      <w:r w:rsidRPr="00115873">
        <w:rPr>
          <w:rFonts w:ascii="ＭＳ 明朝" w:hAnsi="ＭＳ 明朝"/>
          <w:szCs w:val="22"/>
        </w:rPr>
        <w:t xml:space="preserve">(1) </w:t>
      </w:r>
      <w:r w:rsidRPr="00115873">
        <w:rPr>
          <w:rFonts w:ascii="ＭＳ 明朝" w:hAnsi="ＭＳ 明朝" w:hint="eastAsia"/>
          <w:szCs w:val="22"/>
        </w:rPr>
        <w:t>本事業は、被災求職者に対し、</w:t>
      </w:r>
      <w:r w:rsidRPr="00115873">
        <w:rPr>
          <w:rFonts w:ascii="ＭＳ 明朝" w:hAnsi="ＭＳ 明朝" w:hint="eastAsia"/>
          <w:szCs w:val="22"/>
          <w:u w:val="single"/>
        </w:rPr>
        <w:t>短期的な就労機会を提供</w:t>
      </w:r>
      <w:r w:rsidRPr="00115873">
        <w:rPr>
          <w:rFonts w:ascii="ＭＳ 明朝" w:hAnsi="ＭＳ 明朝" w:hint="eastAsia"/>
          <w:szCs w:val="22"/>
        </w:rPr>
        <w:t>し、併せて、長期安定的な雇用につなげる</w:t>
      </w:r>
      <w:r w:rsidRPr="00115873">
        <w:rPr>
          <w:rFonts w:ascii="ＭＳ 明朝" w:hAnsi="ＭＳ 明朝" w:hint="eastAsia"/>
          <w:szCs w:val="22"/>
          <w:u w:val="single"/>
        </w:rPr>
        <w:t>人材育成及び再就職支援を行う</w:t>
      </w:r>
      <w:r w:rsidRPr="00115873">
        <w:rPr>
          <w:rFonts w:ascii="ＭＳ 明朝" w:hAnsi="ＭＳ 明朝" w:hint="eastAsia"/>
          <w:szCs w:val="22"/>
        </w:rPr>
        <w:t>ものであること。</w:t>
      </w:r>
    </w:p>
    <w:p w14:paraId="28643F2F" w14:textId="0098F339" w:rsidR="00115873" w:rsidRPr="00115873" w:rsidRDefault="00115873" w:rsidP="00115873">
      <w:pPr>
        <w:spacing w:beforeLines="50" w:before="120"/>
        <w:ind w:leftChars="100" w:left="420" w:hangingChars="100" w:hanging="210"/>
        <w:rPr>
          <w:rFonts w:ascii="ＭＳ 明朝" w:hAnsi="ＭＳ 明朝"/>
          <w:szCs w:val="22"/>
        </w:rPr>
      </w:pPr>
      <w:r w:rsidRPr="00115873">
        <w:rPr>
          <w:rFonts w:ascii="ＭＳ 明朝" w:hAnsi="ＭＳ 明朝"/>
          <w:szCs w:val="22"/>
        </w:rPr>
        <w:t xml:space="preserve">(2) </w:t>
      </w:r>
      <w:r w:rsidRPr="00115873">
        <w:rPr>
          <w:rFonts w:ascii="ＭＳ 明朝" w:hAnsi="ＭＳ 明朝" w:hint="eastAsia"/>
          <w:szCs w:val="22"/>
        </w:rPr>
        <w:t>本事業は、単年度実施事業であり、次年</w:t>
      </w:r>
      <w:r w:rsidR="00102544">
        <w:rPr>
          <w:rFonts w:ascii="ＭＳ 明朝" w:hAnsi="ＭＳ 明朝" w:hint="eastAsia"/>
          <w:szCs w:val="22"/>
        </w:rPr>
        <w:t>度以降の事業継続が決定していないため、本年度事業の終了する令和</w:t>
      </w:r>
      <w:r w:rsidR="00B836A6">
        <w:rPr>
          <w:rFonts w:ascii="ＭＳ 明朝" w:hAnsi="ＭＳ 明朝" w:hint="eastAsia"/>
          <w:szCs w:val="22"/>
        </w:rPr>
        <w:t>９</w:t>
      </w:r>
      <w:r w:rsidR="004F574E">
        <w:rPr>
          <w:rFonts w:ascii="ＭＳ 明朝" w:hAnsi="ＭＳ 明朝" w:hint="eastAsia"/>
          <w:szCs w:val="22"/>
        </w:rPr>
        <w:t>年３月３１</w:t>
      </w:r>
      <w:r w:rsidRPr="00115873">
        <w:rPr>
          <w:rFonts w:ascii="ＭＳ 明朝" w:hAnsi="ＭＳ 明朝" w:hint="eastAsia"/>
          <w:szCs w:val="22"/>
        </w:rPr>
        <w:t>日までに、被災求職者を</w:t>
      </w:r>
      <w:r w:rsidR="009465E7" w:rsidRPr="00301380">
        <w:rPr>
          <w:rFonts w:ascii="ＭＳ 明朝" w:hAnsi="ＭＳ 明朝" w:hint="eastAsia"/>
          <w:szCs w:val="22"/>
        </w:rPr>
        <w:t>被災１２市町村に所在する</w:t>
      </w:r>
      <w:r w:rsidRPr="00115873">
        <w:rPr>
          <w:rFonts w:ascii="ＭＳ 明朝" w:hAnsi="ＭＳ 明朝" w:hint="eastAsia"/>
          <w:szCs w:val="22"/>
        </w:rPr>
        <w:t>長期安定的な再就職先へ再就職させることを目指すものであること。</w:t>
      </w:r>
    </w:p>
    <w:p w14:paraId="28D8B358" w14:textId="77777777" w:rsidR="00115873" w:rsidRPr="00115873" w:rsidRDefault="00115873" w:rsidP="00115873">
      <w:pPr>
        <w:spacing w:beforeLines="50" w:before="120"/>
        <w:rPr>
          <w:rFonts w:ascii="ＭＳ 明朝" w:hAnsi="ＭＳ 明朝"/>
          <w:szCs w:val="22"/>
        </w:rPr>
      </w:pPr>
    </w:p>
    <w:p w14:paraId="1C650D10" w14:textId="77777777" w:rsidR="00115873" w:rsidRPr="00115873" w:rsidRDefault="00115873" w:rsidP="00115873">
      <w:pPr>
        <w:spacing w:beforeLines="50" w:before="120"/>
        <w:rPr>
          <w:rFonts w:ascii="ＭＳ 明朝" w:hAnsi="ＭＳ 明朝"/>
          <w:szCs w:val="22"/>
        </w:rPr>
      </w:pPr>
      <w:r w:rsidRPr="00115873">
        <w:rPr>
          <w:rFonts w:ascii="ＭＳ 明朝" w:hAnsi="ＭＳ 明朝" w:hint="eastAsia"/>
          <w:szCs w:val="22"/>
        </w:rPr>
        <w:t>２　本事業の要件</w:t>
      </w:r>
    </w:p>
    <w:p w14:paraId="6BB2ED56" w14:textId="77777777" w:rsidR="00115873" w:rsidRDefault="00115873" w:rsidP="00115873">
      <w:pPr>
        <w:spacing w:beforeLines="50" w:before="120"/>
        <w:rPr>
          <w:rFonts w:ascii="ＭＳ 明朝" w:hAnsi="ＭＳ 明朝"/>
          <w:szCs w:val="22"/>
        </w:rPr>
      </w:pPr>
      <w:r w:rsidRPr="00115873">
        <w:rPr>
          <w:rFonts w:ascii="ＭＳ 明朝" w:hAnsi="ＭＳ 明朝" w:hint="eastAsia"/>
          <w:szCs w:val="22"/>
        </w:rPr>
        <w:t xml:space="preserve">　　本事業に雇用される被災求職者は、以下の要件を満たしていること。</w:t>
      </w:r>
    </w:p>
    <w:p w14:paraId="4A47E3DE" w14:textId="77777777" w:rsidR="00115873" w:rsidRPr="00115873" w:rsidRDefault="00115873" w:rsidP="00451764">
      <w:pPr>
        <w:snapToGrid w:val="0"/>
        <w:spacing w:line="300" w:lineRule="exact"/>
        <w:rPr>
          <w:rFonts w:ascii="ＭＳ 明朝" w:hAnsi="ＭＳ 明朝"/>
          <w:szCs w:val="22"/>
        </w:rPr>
      </w:pPr>
      <w:r w:rsidRPr="00115873">
        <w:rPr>
          <w:rFonts w:ascii="ＭＳ 明朝" w:hAnsi="ＭＳ 明朝" w:hint="eastAsia"/>
          <w:szCs w:val="22"/>
        </w:rPr>
        <w:t xml:space="preserve">　　・東日本大震災当時（平成23年3月</w:t>
      </w:r>
      <w:r w:rsidRPr="00115873">
        <w:rPr>
          <w:rFonts w:ascii="ＭＳ 明朝" w:hAnsi="ＭＳ 明朝"/>
          <w:szCs w:val="22"/>
        </w:rPr>
        <w:t>1</w:t>
      </w:r>
      <w:r w:rsidRPr="00115873">
        <w:rPr>
          <w:rFonts w:ascii="ＭＳ 明朝" w:hAnsi="ＭＳ 明朝" w:hint="eastAsia"/>
          <w:szCs w:val="22"/>
        </w:rPr>
        <w:t>1日）、福島県内で居住または就労していた者。</w:t>
      </w:r>
    </w:p>
    <w:p w14:paraId="42FD9D94" w14:textId="77777777" w:rsidR="00115873" w:rsidRPr="00115873" w:rsidRDefault="00115873" w:rsidP="00451764">
      <w:pPr>
        <w:snapToGrid w:val="0"/>
        <w:spacing w:line="300" w:lineRule="exact"/>
        <w:ind w:firstLineChars="200" w:firstLine="420"/>
        <w:rPr>
          <w:rFonts w:ascii="ＭＳ 明朝" w:hAnsi="ＭＳ 明朝"/>
          <w:szCs w:val="22"/>
        </w:rPr>
      </w:pPr>
      <w:r w:rsidRPr="00115873">
        <w:rPr>
          <w:rFonts w:ascii="ＭＳ 明朝" w:hAnsi="ＭＳ 明朝" w:hint="eastAsia"/>
          <w:szCs w:val="22"/>
        </w:rPr>
        <w:t>・本事業の雇用開始日から過去１年間に、就業実績が無い者。</w:t>
      </w:r>
    </w:p>
    <w:p w14:paraId="1693201E" w14:textId="77777777" w:rsidR="00115873" w:rsidRDefault="00115873" w:rsidP="00451764">
      <w:pPr>
        <w:snapToGrid w:val="0"/>
        <w:spacing w:line="300" w:lineRule="exact"/>
        <w:ind w:leftChars="300" w:left="810" w:hangingChars="100" w:hanging="180"/>
        <w:rPr>
          <w:rFonts w:ascii="ＭＳ 明朝" w:hAnsi="ＭＳ 明朝"/>
          <w:i/>
          <w:sz w:val="18"/>
          <w:szCs w:val="18"/>
        </w:rPr>
      </w:pPr>
      <w:r w:rsidRPr="00115873">
        <w:rPr>
          <w:rFonts w:ascii="ＭＳ 明朝" w:hAnsi="ＭＳ 明朝" w:hint="eastAsia"/>
          <w:i/>
          <w:sz w:val="18"/>
          <w:szCs w:val="18"/>
        </w:rPr>
        <w:t>※雇用保険適用要件（雇用期間が31日以上、1週間の所定労働時間が20時間以上）を満たさない雇用契約での就業実績は除く。</w:t>
      </w:r>
    </w:p>
    <w:p w14:paraId="2543E136" w14:textId="77777777" w:rsidR="00333FE9" w:rsidRDefault="00333FE9" w:rsidP="00451764">
      <w:pPr>
        <w:snapToGrid w:val="0"/>
        <w:spacing w:line="300" w:lineRule="exact"/>
        <w:ind w:leftChars="300" w:left="810" w:hangingChars="100" w:hanging="180"/>
        <w:rPr>
          <w:rFonts w:ascii="ＭＳ 明朝" w:hAnsi="ＭＳ 明朝"/>
          <w:i/>
          <w:sz w:val="18"/>
          <w:szCs w:val="18"/>
        </w:rPr>
      </w:pPr>
      <w:r>
        <w:rPr>
          <w:rFonts w:ascii="ＭＳ 明朝" w:hAnsi="ＭＳ 明朝" w:hint="eastAsia"/>
          <w:i/>
          <w:sz w:val="18"/>
          <w:szCs w:val="18"/>
        </w:rPr>
        <w:t>※被災１２市町村（田村市、南相馬市、川俣町、広野町、楢葉町、富岡町、川内村、大熊町、双葉町、浪江町、葛尾村、飯舘村）で実施する事業の場合は被災１２市町村以外の市町村における就業実績は除く。</w:t>
      </w:r>
    </w:p>
    <w:p w14:paraId="3823A4F1" w14:textId="77777777" w:rsidR="00333FE9" w:rsidRDefault="00333FE9" w:rsidP="00451764">
      <w:pPr>
        <w:snapToGrid w:val="0"/>
        <w:spacing w:line="300" w:lineRule="exact"/>
        <w:ind w:leftChars="300" w:left="810" w:hangingChars="100" w:hanging="180"/>
        <w:rPr>
          <w:rFonts w:ascii="ＭＳ 明朝" w:hAnsi="ＭＳ 明朝"/>
          <w:i/>
          <w:sz w:val="18"/>
          <w:szCs w:val="18"/>
        </w:rPr>
      </w:pPr>
      <w:r>
        <w:rPr>
          <w:rFonts w:ascii="ＭＳ 明朝" w:hAnsi="ＭＳ 明朝" w:hint="eastAsia"/>
          <w:i/>
          <w:sz w:val="18"/>
          <w:szCs w:val="18"/>
        </w:rPr>
        <w:t>※被災１２市町村及び当該市町村の出張所等がある市（福島市、会津若松市、郡山市、いわき市、二本松市）で実施する事業の場合は、被災１２市町村及び当該市町村の出張所等がある市以外の市町村における就業実績は除く。</w:t>
      </w:r>
    </w:p>
    <w:p w14:paraId="702DA1F5" w14:textId="6B17F315" w:rsidR="009465E7" w:rsidRPr="00115873" w:rsidRDefault="009465E7" w:rsidP="00451764">
      <w:pPr>
        <w:snapToGrid w:val="0"/>
        <w:spacing w:line="300" w:lineRule="exact"/>
        <w:ind w:leftChars="300" w:left="810" w:hangingChars="100" w:hanging="180"/>
        <w:rPr>
          <w:rFonts w:ascii="ＭＳ 明朝" w:hAnsi="ＭＳ 明朝"/>
          <w:i/>
          <w:sz w:val="18"/>
          <w:szCs w:val="18"/>
        </w:rPr>
      </w:pPr>
      <w:r w:rsidRPr="00301380">
        <w:rPr>
          <w:rFonts w:ascii="ＭＳ 明朝" w:hAnsi="ＭＳ 明朝" w:hint="eastAsia"/>
          <w:i/>
          <w:sz w:val="18"/>
          <w:szCs w:val="18"/>
        </w:rPr>
        <w:t>※被災１２市町村（田村市、南相馬市、川俣町、広野町、楢葉町、富岡町、川内村、大熊町、双葉町、浪江町、葛尾村、飯舘村）での就業実績があり、現に失業給付中の場合は除く。</w:t>
      </w:r>
    </w:p>
    <w:p w14:paraId="4A7B809A" w14:textId="77777777" w:rsidR="00115873" w:rsidRPr="00115873" w:rsidRDefault="00115873" w:rsidP="00451764">
      <w:pPr>
        <w:snapToGrid w:val="0"/>
        <w:spacing w:line="300" w:lineRule="exact"/>
        <w:ind w:leftChars="200" w:left="630" w:hangingChars="100" w:hanging="210"/>
        <w:rPr>
          <w:rFonts w:ascii="ＭＳ 明朝" w:hAnsi="ＭＳ 明朝"/>
          <w:szCs w:val="22"/>
        </w:rPr>
      </w:pPr>
      <w:r w:rsidRPr="00115873">
        <w:rPr>
          <w:rFonts w:ascii="ＭＳ 明朝" w:hAnsi="ＭＳ 明朝" w:hint="eastAsia"/>
          <w:szCs w:val="22"/>
        </w:rPr>
        <w:t>・本事業での雇用期間終了までに、次の長期安定的な雇用への再就職を目指し、雇用期間中、雇用者が実施する人材育成（OJT、OFF-JT、資格取得等）に積極的に応じるとともに、ハローワーク等を通じた就職活動を行う意思のある者。</w:t>
      </w:r>
    </w:p>
    <w:p w14:paraId="7F015F9F" w14:textId="77777777" w:rsidR="00115873" w:rsidRPr="00115873" w:rsidRDefault="00115873" w:rsidP="00115873">
      <w:pPr>
        <w:spacing w:beforeLines="50" w:before="120"/>
        <w:rPr>
          <w:rFonts w:ascii="ＭＳ 明朝" w:hAnsi="ＭＳ 明朝"/>
          <w:szCs w:val="22"/>
        </w:rPr>
      </w:pPr>
    </w:p>
    <w:p w14:paraId="72BE4222" w14:textId="77777777" w:rsidR="00F00E51" w:rsidRDefault="00F00E51" w:rsidP="00340AC8">
      <w:pPr>
        <w:spacing w:beforeLines="50" w:before="120" w:line="368" w:lineRule="exact"/>
        <w:rPr>
          <w:rFonts w:ascii="ＭＳ 明朝" w:hAnsi="ＭＳ 明朝"/>
          <w:sz w:val="22"/>
          <w:szCs w:val="22"/>
        </w:rPr>
      </w:pPr>
    </w:p>
    <w:p w14:paraId="07FBF76F" w14:textId="77777777" w:rsidR="004F574E" w:rsidRPr="00333FE9" w:rsidRDefault="004F574E" w:rsidP="00705C88">
      <w:pPr>
        <w:spacing w:line="368" w:lineRule="exact"/>
        <w:rPr>
          <w:rFonts w:ascii="ＭＳ 明朝" w:hAnsi="ＭＳ 明朝"/>
          <w:sz w:val="22"/>
          <w:szCs w:val="22"/>
        </w:rPr>
      </w:pPr>
    </w:p>
    <w:p w14:paraId="68501226" w14:textId="77777777" w:rsidR="00705C88" w:rsidRPr="00333FE9" w:rsidRDefault="00705C88" w:rsidP="00705C88">
      <w:pPr>
        <w:spacing w:line="368" w:lineRule="exact"/>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t>第</w:t>
      </w:r>
      <w:r w:rsidR="006F6E92">
        <w:rPr>
          <w:rFonts w:ascii="ＭＳ ゴシック" w:eastAsia="ＭＳ ゴシック" w:hAnsi="ＭＳ ゴシック" w:hint="eastAsia"/>
          <w:sz w:val="22"/>
          <w:szCs w:val="22"/>
        </w:rPr>
        <w:t>１２</w:t>
      </w:r>
      <w:r w:rsidR="003853D2" w:rsidRPr="00333FE9">
        <w:rPr>
          <w:rFonts w:ascii="ＭＳ ゴシック" w:eastAsia="ＭＳ ゴシック" w:hAnsi="ＭＳ ゴシック" w:hint="eastAsia"/>
          <w:sz w:val="22"/>
          <w:szCs w:val="22"/>
        </w:rPr>
        <w:t>号様式</w:t>
      </w:r>
    </w:p>
    <w:p w14:paraId="62D517D1" w14:textId="77777777" w:rsidR="00705C88" w:rsidRPr="005B29A6" w:rsidRDefault="00705C88" w:rsidP="00705C88">
      <w:pPr>
        <w:wordWrap w:val="0"/>
        <w:spacing w:line="368" w:lineRule="exact"/>
        <w:jc w:val="right"/>
        <w:rPr>
          <w:rFonts w:ascii="ＭＳ 明朝"/>
          <w:sz w:val="22"/>
          <w:szCs w:val="22"/>
        </w:rPr>
      </w:pPr>
      <w:r w:rsidRPr="005B29A6">
        <w:rPr>
          <w:rFonts w:hint="eastAsia"/>
          <w:sz w:val="22"/>
          <w:szCs w:val="22"/>
        </w:rPr>
        <w:t>令和　年　月　日</w:t>
      </w:r>
    </w:p>
    <w:p w14:paraId="23FF88DD" w14:textId="77777777" w:rsidR="00705C88" w:rsidRPr="005B29A6" w:rsidRDefault="00705C88" w:rsidP="00705C88">
      <w:pPr>
        <w:spacing w:line="368" w:lineRule="exact"/>
        <w:rPr>
          <w:rFonts w:ascii="ＭＳ 明朝"/>
          <w:sz w:val="22"/>
          <w:szCs w:val="22"/>
        </w:rPr>
      </w:pPr>
    </w:p>
    <w:p w14:paraId="1D325B42"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福</w:t>
      </w:r>
      <w:r w:rsidRPr="005B29A6">
        <w:rPr>
          <w:sz w:val="22"/>
          <w:szCs w:val="22"/>
        </w:rPr>
        <w:t xml:space="preserve"> </w:t>
      </w:r>
      <w:r w:rsidRPr="005B29A6">
        <w:rPr>
          <w:rFonts w:hint="eastAsia"/>
          <w:sz w:val="22"/>
          <w:szCs w:val="22"/>
        </w:rPr>
        <w:t>島</w:t>
      </w:r>
      <w:r w:rsidRPr="005B29A6">
        <w:rPr>
          <w:sz w:val="22"/>
          <w:szCs w:val="22"/>
        </w:rPr>
        <w:t xml:space="preserve"> </w:t>
      </w:r>
      <w:r w:rsidRPr="005B29A6">
        <w:rPr>
          <w:rFonts w:hint="eastAsia"/>
          <w:sz w:val="22"/>
          <w:szCs w:val="22"/>
        </w:rPr>
        <w:t>県</w:t>
      </w:r>
      <w:r w:rsidRPr="005B29A6">
        <w:rPr>
          <w:sz w:val="22"/>
          <w:szCs w:val="22"/>
        </w:rPr>
        <w:t xml:space="preserve"> </w:t>
      </w:r>
      <w:r w:rsidRPr="005B29A6">
        <w:rPr>
          <w:rFonts w:hint="eastAsia"/>
          <w:sz w:val="22"/>
          <w:szCs w:val="22"/>
        </w:rPr>
        <w:t>知</w:t>
      </w:r>
      <w:r w:rsidRPr="005B29A6">
        <w:rPr>
          <w:sz w:val="22"/>
          <w:szCs w:val="22"/>
        </w:rPr>
        <w:t xml:space="preserve"> </w:t>
      </w:r>
      <w:r w:rsidRPr="005B29A6">
        <w:rPr>
          <w:rFonts w:hint="eastAsia"/>
          <w:sz w:val="22"/>
          <w:szCs w:val="22"/>
        </w:rPr>
        <w:t>事　様</w:t>
      </w:r>
    </w:p>
    <w:p w14:paraId="2FE3A5B4" w14:textId="77777777" w:rsidR="00705C88" w:rsidRPr="005B29A6" w:rsidRDefault="00705C88" w:rsidP="00705C88">
      <w:pPr>
        <w:spacing w:line="368" w:lineRule="exact"/>
        <w:rPr>
          <w:rFonts w:ascii="ＭＳ 明朝"/>
          <w:sz w:val="22"/>
          <w:szCs w:val="22"/>
        </w:rPr>
      </w:pPr>
    </w:p>
    <w:p w14:paraId="4B58C31B" w14:textId="77777777" w:rsidR="00705C88" w:rsidRPr="005B29A6" w:rsidRDefault="00705C88" w:rsidP="00705C88">
      <w:pPr>
        <w:spacing w:line="368" w:lineRule="exact"/>
        <w:rPr>
          <w:rFonts w:ascii="ＭＳ 明朝"/>
          <w:sz w:val="22"/>
          <w:szCs w:val="22"/>
        </w:rPr>
      </w:pPr>
      <w:r w:rsidRPr="005B29A6">
        <w:rPr>
          <w:sz w:val="22"/>
          <w:szCs w:val="22"/>
        </w:rPr>
        <w:t xml:space="preserve">                                   </w:t>
      </w:r>
      <w:r w:rsidRPr="005B29A6">
        <w:rPr>
          <w:rFonts w:hint="eastAsia"/>
          <w:sz w:val="22"/>
          <w:szCs w:val="22"/>
        </w:rPr>
        <w:t xml:space="preserve">　</w:t>
      </w:r>
      <w:r w:rsidRPr="005B29A6">
        <w:rPr>
          <w:sz w:val="22"/>
          <w:szCs w:val="22"/>
        </w:rPr>
        <w:t xml:space="preserve"> </w:t>
      </w:r>
      <w:r w:rsidRPr="005B29A6">
        <w:rPr>
          <w:rFonts w:hint="eastAsia"/>
          <w:sz w:val="22"/>
          <w:szCs w:val="22"/>
        </w:rPr>
        <w:t>受託者　住所</w:t>
      </w:r>
    </w:p>
    <w:p w14:paraId="2741BF0C"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名称</w:t>
      </w:r>
    </w:p>
    <w:p w14:paraId="204AF9D7" w14:textId="3863C7DD" w:rsidR="00705C88" w:rsidRPr="005B29A6" w:rsidRDefault="00705C88" w:rsidP="00705C88">
      <w:pPr>
        <w:spacing w:line="368" w:lineRule="exact"/>
        <w:rPr>
          <w:rFonts w:ascii="ＭＳ 明朝"/>
          <w:sz w:val="22"/>
          <w:szCs w:val="22"/>
        </w:rPr>
      </w:pPr>
      <w:r w:rsidRPr="005B29A6">
        <w:rPr>
          <w:rFonts w:hint="eastAsia"/>
          <w:sz w:val="22"/>
          <w:szCs w:val="22"/>
        </w:rPr>
        <w:t xml:space="preserve">　　　　　　　　　　　　　　　　　　　　　　　代表者</w:t>
      </w:r>
    </w:p>
    <w:p w14:paraId="775F75B5" w14:textId="77777777" w:rsidR="00705C88" w:rsidRPr="005B29A6" w:rsidRDefault="00705C88" w:rsidP="00705C88">
      <w:pPr>
        <w:rPr>
          <w:rFonts w:ascii="ＭＳ 明朝"/>
          <w:sz w:val="22"/>
          <w:szCs w:val="22"/>
        </w:rPr>
      </w:pPr>
    </w:p>
    <w:p w14:paraId="2433A155" w14:textId="27F0B7D3" w:rsidR="00705C88" w:rsidRPr="005B29A6" w:rsidRDefault="000911CC" w:rsidP="004F574E">
      <w:pPr>
        <w:spacing w:line="368" w:lineRule="exact"/>
        <w:jc w:val="center"/>
        <w:rPr>
          <w:rFonts w:ascii="ＭＳ 明朝"/>
          <w:sz w:val="24"/>
        </w:rPr>
      </w:pPr>
      <w:r>
        <w:rPr>
          <w:rFonts w:hint="eastAsia"/>
          <w:sz w:val="24"/>
        </w:rPr>
        <w:t>令和</w:t>
      </w:r>
      <w:r w:rsidR="00B836A6">
        <w:rPr>
          <w:rFonts w:hint="eastAsia"/>
          <w:sz w:val="24"/>
        </w:rPr>
        <w:t>８</w:t>
      </w:r>
      <w:r>
        <w:rPr>
          <w:rFonts w:hint="eastAsia"/>
          <w:sz w:val="24"/>
        </w:rPr>
        <w:t>年度</w:t>
      </w:r>
      <w:r w:rsidR="002D6623">
        <w:rPr>
          <w:rFonts w:hint="eastAsia"/>
          <w:sz w:val="24"/>
        </w:rPr>
        <w:t>ふくしま人材確保支援</w:t>
      </w:r>
      <w:r w:rsidR="00576E49">
        <w:rPr>
          <w:rFonts w:hint="eastAsia"/>
          <w:sz w:val="24"/>
        </w:rPr>
        <w:t>事業</w:t>
      </w:r>
      <w:r w:rsidR="00E2653A">
        <w:rPr>
          <w:rFonts w:hint="eastAsia"/>
          <w:sz w:val="24"/>
        </w:rPr>
        <w:t>運営</w:t>
      </w:r>
      <w:r w:rsidR="004F574E">
        <w:rPr>
          <w:rFonts w:hint="eastAsia"/>
          <w:sz w:val="24"/>
        </w:rPr>
        <w:t>業務</w:t>
      </w:r>
      <w:r w:rsidR="00705C88" w:rsidRPr="005B29A6">
        <w:rPr>
          <w:rFonts w:hint="eastAsia"/>
          <w:sz w:val="24"/>
        </w:rPr>
        <w:t>委託料概算払請求書</w:t>
      </w:r>
    </w:p>
    <w:p w14:paraId="6BC10807" w14:textId="77777777" w:rsidR="00705C88" w:rsidRPr="005B29A6" w:rsidRDefault="00705C88" w:rsidP="00705C88">
      <w:pPr>
        <w:spacing w:line="368" w:lineRule="exact"/>
        <w:rPr>
          <w:rFonts w:ascii="ＭＳ 明朝"/>
          <w:sz w:val="22"/>
          <w:szCs w:val="22"/>
        </w:rPr>
      </w:pPr>
      <w:r w:rsidRPr="005B29A6">
        <w:rPr>
          <w:rFonts w:ascii="ＭＳ 明朝" w:hAnsi="ＭＳ 明朝" w:hint="eastAsia"/>
          <w:sz w:val="22"/>
          <w:szCs w:val="22"/>
        </w:rPr>
        <w:t xml:space="preserve">　令和　年　月　日付</w:t>
      </w:r>
      <w:r w:rsidR="00CB6704">
        <w:rPr>
          <w:rFonts w:ascii="ＭＳ 明朝" w:hAnsi="ＭＳ 明朝" w:hint="eastAsia"/>
          <w:sz w:val="22"/>
          <w:szCs w:val="22"/>
        </w:rPr>
        <w:t>け</w:t>
      </w:r>
      <w:r w:rsidRPr="005B29A6">
        <w:rPr>
          <w:rFonts w:ascii="ＭＳ 明朝" w:hAnsi="ＭＳ 明朝" w:hint="eastAsia"/>
          <w:sz w:val="22"/>
          <w:szCs w:val="22"/>
        </w:rPr>
        <w:t>で締結した上記委託業務について、委託契約書第11条第５項の規定により、</w:t>
      </w:r>
      <w:r w:rsidRPr="005B29A6">
        <w:rPr>
          <w:rFonts w:hint="eastAsia"/>
          <w:sz w:val="22"/>
          <w:szCs w:val="22"/>
        </w:rPr>
        <w:t>下記のとおり請求します。</w:t>
      </w:r>
    </w:p>
    <w:p w14:paraId="675DDFB0" w14:textId="77777777" w:rsidR="00705C88" w:rsidRPr="005B29A6" w:rsidRDefault="00705C88" w:rsidP="00705C88">
      <w:pPr>
        <w:spacing w:line="368" w:lineRule="exact"/>
        <w:jc w:val="center"/>
        <w:rPr>
          <w:rFonts w:ascii="ＭＳ 明朝"/>
          <w:sz w:val="22"/>
          <w:szCs w:val="22"/>
        </w:rPr>
      </w:pPr>
      <w:r w:rsidRPr="005B29A6">
        <w:rPr>
          <w:rFonts w:hint="eastAsia"/>
          <w:sz w:val="22"/>
          <w:szCs w:val="22"/>
        </w:rPr>
        <w:t>記</w:t>
      </w:r>
    </w:p>
    <w:p w14:paraId="175B598D" w14:textId="77777777" w:rsidR="00705C88" w:rsidRPr="00AB4376" w:rsidRDefault="00705C88" w:rsidP="00705C88">
      <w:pPr>
        <w:spacing w:line="368" w:lineRule="exact"/>
        <w:rPr>
          <w:rFonts w:ascii="ＭＳ 明朝"/>
          <w:sz w:val="22"/>
          <w:szCs w:val="22"/>
        </w:rPr>
      </w:pPr>
      <w:r w:rsidRPr="00AB4376">
        <w:rPr>
          <w:rFonts w:hint="eastAsia"/>
          <w:sz w:val="22"/>
          <w:szCs w:val="22"/>
        </w:rPr>
        <w:t xml:space="preserve">　　</w:t>
      </w:r>
      <w:r w:rsidRPr="00AB4376">
        <w:rPr>
          <w:rFonts w:hint="eastAsia"/>
          <w:sz w:val="22"/>
          <w:szCs w:val="22"/>
          <w:u w:val="single" w:color="000000"/>
        </w:rPr>
        <w:t>概算払請求額　　　　　　　　　円</w:t>
      </w:r>
    </w:p>
    <w:p w14:paraId="26873E4E" w14:textId="77777777" w:rsidR="00705C88" w:rsidRPr="00AB4376" w:rsidRDefault="00705C88" w:rsidP="00705C88">
      <w:pPr>
        <w:spacing w:line="368" w:lineRule="exact"/>
        <w:rPr>
          <w:rFonts w:ascii="ＭＳ 明朝"/>
          <w:sz w:val="22"/>
          <w:szCs w:val="22"/>
        </w:rPr>
      </w:pPr>
    </w:p>
    <w:p w14:paraId="2D6E0623" w14:textId="77777777" w:rsidR="00705C88" w:rsidRPr="00AB4376" w:rsidRDefault="00705C88" w:rsidP="00705C88">
      <w:pPr>
        <w:spacing w:line="368" w:lineRule="exact"/>
        <w:rPr>
          <w:rFonts w:ascii="ＭＳ 明朝"/>
          <w:sz w:val="22"/>
          <w:szCs w:val="22"/>
        </w:rPr>
      </w:pPr>
      <w:r w:rsidRPr="00AB4376">
        <w:rPr>
          <w:rFonts w:hint="eastAsia"/>
          <w:sz w:val="22"/>
          <w:szCs w:val="22"/>
        </w:rPr>
        <w:t xml:space="preserve">　内訳</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817"/>
        <w:gridCol w:w="1817"/>
        <w:gridCol w:w="1696"/>
        <w:gridCol w:w="1939"/>
      </w:tblGrid>
      <w:tr w:rsidR="00705C88" w:rsidRPr="00AB4376" w14:paraId="50D131E8" w14:textId="77777777" w:rsidTr="005834F9">
        <w:tc>
          <w:tcPr>
            <w:tcW w:w="1575" w:type="dxa"/>
            <w:tcBorders>
              <w:top w:val="single" w:sz="4" w:space="0" w:color="000000"/>
              <w:left w:val="single" w:sz="4" w:space="0" w:color="000000"/>
              <w:bottom w:val="single" w:sz="4" w:space="0" w:color="000000"/>
              <w:right w:val="single" w:sz="4" w:space="0" w:color="000000"/>
            </w:tcBorders>
          </w:tcPr>
          <w:p w14:paraId="70EE3159"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契約金額</w:t>
            </w:r>
          </w:p>
        </w:tc>
        <w:tc>
          <w:tcPr>
            <w:tcW w:w="1817" w:type="dxa"/>
            <w:tcBorders>
              <w:top w:val="single" w:sz="4" w:space="0" w:color="000000"/>
              <w:left w:val="single" w:sz="4" w:space="0" w:color="000000"/>
              <w:bottom w:val="single" w:sz="4" w:space="0" w:color="000000"/>
              <w:right w:val="single" w:sz="4" w:space="0" w:color="000000"/>
            </w:tcBorders>
          </w:tcPr>
          <w:p w14:paraId="7CE80BDB"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受領済額</w:t>
            </w:r>
          </w:p>
        </w:tc>
        <w:tc>
          <w:tcPr>
            <w:tcW w:w="1817" w:type="dxa"/>
            <w:tcBorders>
              <w:top w:val="single" w:sz="4" w:space="0" w:color="000000"/>
              <w:left w:val="single" w:sz="4" w:space="0" w:color="000000"/>
              <w:bottom w:val="single" w:sz="4" w:space="0" w:color="000000"/>
              <w:right w:val="single" w:sz="4" w:space="0" w:color="000000"/>
            </w:tcBorders>
          </w:tcPr>
          <w:p w14:paraId="6D1BB961"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今回請求額</w:t>
            </w:r>
          </w:p>
        </w:tc>
        <w:tc>
          <w:tcPr>
            <w:tcW w:w="1696" w:type="dxa"/>
            <w:tcBorders>
              <w:top w:val="single" w:sz="4" w:space="0" w:color="000000"/>
              <w:left w:val="single" w:sz="4" w:space="0" w:color="000000"/>
              <w:bottom w:val="single" w:sz="4" w:space="0" w:color="000000"/>
              <w:right w:val="single" w:sz="4" w:space="0" w:color="000000"/>
            </w:tcBorders>
          </w:tcPr>
          <w:p w14:paraId="5BA3C2EF"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残額</w:t>
            </w:r>
          </w:p>
        </w:tc>
        <w:tc>
          <w:tcPr>
            <w:tcW w:w="1939" w:type="dxa"/>
            <w:tcBorders>
              <w:top w:val="single" w:sz="4" w:space="0" w:color="000000"/>
              <w:left w:val="single" w:sz="4" w:space="0" w:color="000000"/>
              <w:bottom w:val="single" w:sz="4" w:space="0" w:color="000000"/>
              <w:right w:val="single" w:sz="4" w:space="0" w:color="000000"/>
            </w:tcBorders>
          </w:tcPr>
          <w:p w14:paraId="347A3F0A"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備考</w:t>
            </w:r>
          </w:p>
        </w:tc>
      </w:tr>
      <w:tr w:rsidR="00705C88" w:rsidRPr="00AB4376" w14:paraId="57697886" w14:textId="77777777" w:rsidTr="005834F9">
        <w:tc>
          <w:tcPr>
            <w:tcW w:w="1575" w:type="dxa"/>
            <w:tcBorders>
              <w:top w:val="single" w:sz="4" w:space="0" w:color="000000"/>
              <w:left w:val="single" w:sz="4" w:space="0" w:color="000000"/>
              <w:bottom w:val="single" w:sz="4" w:space="0" w:color="000000"/>
              <w:right w:val="single" w:sz="4" w:space="0" w:color="000000"/>
            </w:tcBorders>
          </w:tcPr>
          <w:p w14:paraId="047471DE"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02410A4C"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1817" w:type="dxa"/>
            <w:tcBorders>
              <w:top w:val="single" w:sz="4" w:space="0" w:color="000000"/>
              <w:left w:val="single" w:sz="4" w:space="0" w:color="000000"/>
              <w:bottom w:val="single" w:sz="4" w:space="0" w:color="000000"/>
              <w:right w:val="single" w:sz="4" w:space="0" w:color="000000"/>
            </w:tcBorders>
          </w:tcPr>
          <w:p w14:paraId="1434C560"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4784BD75"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1817" w:type="dxa"/>
            <w:tcBorders>
              <w:top w:val="single" w:sz="4" w:space="0" w:color="000000"/>
              <w:left w:val="single" w:sz="4" w:space="0" w:color="000000"/>
              <w:bottom w:val="single" w:sz="4" w:space="0" w:color="000000"/>
              <w:right w:val="single" w:sz="4" w:space="0" w:color="000000"/>
            </w:tcBorders>
          </w:tcPr>
          <w:p w14:paraId="4A650A38"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2145E295"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1696" w:type="dxa"/>
            <w:tcBorders>
              <w:top w:val="single" w:sz="4" w:space="0" w:color="000000"/>
              <w:left w:val="single" w:sz="4" w:space="0" w:color="000000"/>
              <w:bottom w:val="single" w:sz="4" w:space="0" w:color="000000"/>
              <w:right w:val="single" w:sz="4" w:space="0" w:color="000000"/>
            </w:tcBorders>
          </w:tcPr>
          <w:p w14:paraId="1112389C"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03128148"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1939" w:type="dxa"/>
            <w:tcBorders>
              <w:top w:val="single" w:sz="4" w:space="0" w:color="000000"/>
              <w:left w:val="single" w:sz="4" w:space="0" w:color="000000"/>
              <w:bottom w:val="single" w:sz="4" w:space="0" w:color="000000"/>
              <w:right w:val="single" w:sz="4" w:space="0" w:color="000000"/>
            </w:tcBorders>
          </w:tcPr>
          <w:p w14:paraId="77F65B01"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410E29E1"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r>
    </w:tbl>
    <w:p w14:paraId="04419A14" w14:textId="77777777" w:rsidR="00705C88" w:rsidRPr="00AB4376" w:rsidRDefault="00705C88" w:rsidP="00705C88">
      <w:pPr>
        <w:rPr>
          <w:rFonts w:ascii="ＭＳ 明朝"/>
          <w:sz w:val="22"/>
          <w:szCs w:val="22"/>
        </w:rPr>
      </w:pPr>
    </w:p>
    <w:p w14:paraId="63C0AC3B" w14:textId="77777777" w:rsidR="00705C88" w:rsidRPr="00AB4376" w:rsidRDefault="00705C88" w:rsidP="00705C88">
      <w:pPr>
        <w:rPr>
          <w:rFonts w:ascii="ＭＳ 明朝"/>
          <w:sz w:val="22"/>
          <w:szCs w:val="22"/>
        </w:rPr>
      </w:pPr>
      <w:r w:rsidRPr="00AB4376">
        <w:rPr>
          <w:rFonts w:hint="eastAsia"/>
          <w:sz w:val="22"/>
          <w:szCs w:val="22"/>
        </w:rPr>
        <w:t xml:space="preserve">　概算払が必要な理由</w: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43"/>
      </w:tblGrid>
      <w:tr w:rsidR="00705C88" w:rsidRPr="00AB4376" w14:paraId="67967FAC" w14:textId="77777777" w:rsidTr="005834F9">
        <w:tc>
          <w:tcPr>
            <w:tcW w:w="8843" w:type="dxa"/>
            <w:tcBorders>
              <w:top w:val="single" w:sz="4" w:space="0" w:color="000000"/>
              <w:left w:val="single" w:sz="4" w:space="0" w:color="000000"/>
              <w:bottom w:val="single" w:sz="4" w:space="0" w:color="000000"/>
              <w:right w:val="single" w:sz="4" w:space="0" w:color="000000"/>
            </w:tcBorders>
          </w:tcPr>
          <w:p w14:paraId="719C51C3"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14F9891F"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440E37AA"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707A4095"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1D0C8D71"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059ADE87"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2157968B"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3837207F"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35E68559"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r>
    </w:tbl>
    <w:p w14:paraId="33A978E6" w14:textId="77777777" w:rsidR="007A3DCD" w:rsidRDefault="007A3DCD" w:rsidP="00705C88">
      <w:pPr>
        <w:spacing w:line="368" w:lineRule="exact"/>
        <w:rPr>
          <w:rFonts w:ascii="ＭＳ 明朝"/>
          <w:sz w:val="22"/>
          <w:szCs w:val="22"/>
        </w:rPr>
      </w:pPr>
    </w:p>
    <w:p w14:paraId="3375E1D8" w14:textId="77777777" w:rsidR="007A3DCD" w:rsidRDefault="007A3DCD" w:rsidP="007A3DCD">
      <w:pPr>
        <w:rPr>
          <w:rFonts w:ascii="ＭＳ 明朝"/>
          <w:sz w:val="22"/>
          <w:szCs w:val="22"/>
        </w:rPr>
      </w:pPr>
    </w:p>
    <w:p w14:paraId="3EB5721F" w14:textId="77777777" w:rsidR="007A3DCD" w:rsidRDefault="007A3DCD" w:rsidP="007A3DCD">
      <w:pPr>
        <w:rPr>
          <w:rFonts w:ascii="ＭＳ 明朝"/>
          <w:sz w:val="22"/>
          <w:szCs w:val="22"/>
        </w:rPr>
      </w:pPr>
    </w:p>
    <w:p w14:paraId="49847501" w14:textId="77777777" w:rsidR="007A3DCD" w:rsidRDefault="007A3DCD" w:rsidP="007A3DCD">
      <w:pPr>
        <w:rPr>
          <w:rFonts w:ascii="ＭＳ 明朝"/>
          <w:sz w:val="22"/>
          <w:szCs w:val="22"/>
        </w:rPr>
      </w:pPr>
    </w:p>
    <w:p w14:paraId="2BA45443" w14:textId="77777777" w:rsidR="007A3DCD" w:rsidRDefault="007A3DCD" w:rsidP="007A3DCD">
      <w:pPr>
        <w:rPr>
          <w:rFonts w:ascii="ＭＳ 明朝"/>
          <w:sz w:val="22"/>
          <w:szCs w:val="22"/>
        </w:rPr>
      </w:pPr>
    </w:p>
    <w:p w14:paraId="2ABF2186" w14:textId="77777777" w:rsidR="007A3DCD" w:rsidRPr="007A3DCD" w:rsidRDefault="007A3DCD" w:rsidP="007A3DCD">
      <w:pPr>
        <w:rPr>
          <w:rFonts w:ascii="ＭＳ 明朝"/>
          <w:sz w:val="22"/>
          <w:szCs w:val="22"/>
        </w:rPr>
      </w:pPr>
    </w:p>
    <w:p w14:paraId="4F9B65F1" w14:textId="26E0D886" w:rsidR="007A3DCD" w:rsidRDefault="007A3DCD" w:rsidP="00187AB4">
      <w:pPr>
        <w:tabs>
          <w:tab w:val="left" w:pos="5688"/>
        </w:tabs>
        <w:spacing w:line="368" w:lineRule="exact"/>
        <w:ind w:left="141" w:hangingChars="64" w:hanging="141"/>
        <w:rPr>
          <w:rFonts w:ascii="ＭＳ 明朝"/>
          <w:sz w:val="22"/>
          <w:szCs w:val="22"/>
        </w:rPr>
      </w:pPr>
      <w:r w:rsidRPr="007A3DCD">
        <w:rPr>
          <w:rFonts w:ascii="ＭＳ 明朝" w:hAnsi="ＭＳ 明朝" w:cs="ＭＳ 明朝" w:hint="eastAsia"/>
          <w:sz w:val="22"/>
          <w:szCs w:val="22"/>
        </w:rPr>
        <w:t>※</w:t>
      </w:r>
      <w:r w:rsidRPr="007A3DCD">
        <w:rPr>
          <w:rFonts w:ascii="ＭＳ 明朝"/>
          <w:sz w:val="22"/>
          <w:szCs w:val="22"/>
        </w:rPr>
        <w:t>本様式について、「本件責任者及び担当者」の氏名及び連絡先を記載することにより押印を省略することができる。</w:t>
      </w:r>
    </w:p>
    <w:p w14:paraId="13ACC93F" w14:textId="70322AA8" w:rsidR="00705C88" w:rsidRPr="00333FE9" w:rsidRDefault="00705C88" w:rsidP="00705C88">
      <w:pPr>
        <w:spacing w:line="368" w:lineRule="exact"/>
        <w:rPr>
          <w:rFonts w:ascii="ＭＳ ゴシック" w:eastAsia="ＭＳ ゴシック" w:hAnsi="ＭＳ ゴシック"/>
          <w:sz w:val="22"/>
          <w:szCs w:val="22"/>
        </w:rPr>
      </w:pPr>
      <w:r w:rsidRPr="007A3DCD">
        <w:rPr>
          <w:rFonts w:ascii="ＭＳ 明朝"/>
          <w:sz w:val="22"/>
          <w:szCs w:val="22"/>
        </w:rPr>
        <w:br w:type="page"/>
      </w:r>
      <w:r w:rsidRPr="00333FE9">
        <w:rPr>
          <w:rFonts w:ascii="ＭＳ ゴシック" w:eastAsia="ＭＳ ゴシック" w:hAnsi="ＭＳ ゴシック" w:hint="eastAsia"/>
          <w:sz w:val="22"/>
          <w:szCs w:val="22"/>
        </w:rPr>
        <w:lastRenderedPageBreak/>
        <w:t>第</w:t>
      </w:r>
      <w:r w:rsidR="006F6E92">
        <w:rPr>
          <w:rFonts w:ascii="ＭＳ ゴシック" w:eastAsia="ＭＳ ゴシック" w:hAnsi="ＭＳ ゴシック" w:hint="eastAsia"/>
          <w:sz w:val="22"/>
          <w:szCs w:val="22"/>
        </w:rPr>
        <w:t>１３</w:t>
      </w:r>
      <w:r w:rsidR="003853D2" w:rsidRPr="00333FE9">
        <w:rPr>
          <w:rFonts w:ascii="ＭＳ ゴシック" w:eastAsia="ＭＳ ゴシック" w:hAnsi="ＭＳ ゴシック" w:hint="eastAsia"/>
          <w:sz w:val="22"/>
          <w:szCs w:val="22"/>
        </w:rPr>
        <w:t>号様式</w:t>
      </w:r>
    </w:p>
    <w:p w14:paraId="66B12E9B" w14:textId="77777777" w:rsidR="00705C88" w:rsidRPr="005B29A6" w:rsidRDefault="00705C88" w:rsidP="00705C88">
      <w:pPr>
        <w:spacing w:line="368" w:lineRule="exact"/>
        <w:rPr>
          <w:rFonts w:ascii="ＭＳ 明朝"/>
          <w:sz w:val="22"/>
          <w:szCs w:val="22"/>
        </w:rPr>
      </w:pPr>
    </w:p>
    <w:p w14:paraId="3655DD68" w14:textId="77777777" w:rsidR="00705C88" w:rsidRPr="005B29A6" w:rsidRDefault="00705C88" w:rsidP="00705C88">
      <w:pPr>
        <w:wordWrap w:val="0"/>
        <w:spacing w:line="368" w:lineRule="exact"/>
        <w:jc w:val="right"/>
        <w:rPr>
          <w:rFonts w:ascii="ＭＳ 明朝"/>
          <w:sz w:val="22"/>
          <w:szCs w:val="22"/>
        </w:rPr>
      </w:pPr>
      <w:r w:rsidRPr="005B29A6">
        <w:rPr>
          <w:rFonts w:hint="eastAsia"/>
          <w:sz w:val="22"/>
          <w:szCs w:val="22"/>
        </w:rPr>
        <w:t>令和　年　月　日</w:t>
      </w:r>
    </w:p>
    <w:p w14:paraId="171BA43E" w14:textId="77777777" w:rsidR="00705C88" w:rsidRPr="005B29A6" w:rsidRDefault="00705C88" w:rsidP="00705C88">
      <w:pPr>
        <w:spacing w:line="368" w:lineRule="exact"/>
        <w:rPr>
          <w:rFonts w:ascii="ＭＳ 明朝"/>
          <w:sz w:val="22"/>
          <w:szCs w:val="22"/>
        </w:rPr>
      </w:pPr>
    </w:p>
    <w:p w14:paraId="1A78A09D"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福</w:t>
      </w:r>
      <w:r w:rsidRPr="005B29A6">
        <w:rPr>
          <w:sz w:val="22"/>
          <w:szCs w:val="22"/>
        </w:rPr>
        <w:t xml:space="preserve"> </w:t>
      </w:r>
      <w:r w:rsidRPr="005B29A6">
        <w:rPr>
          <w:rFonts w:hint="eastAsia"/>
          <w:sz w:val="22"/>
          <w:szCs w:val="22"/>
        </w:rPr>
        <w:t>島</w:t>
      </w:r>
      <w:r w:rsidRPr="005B29A6">
        <w:rPr>
          <w:sz w:val="22"/>
          <w:szCs w:val="22"/>
        </w:rPr>
        <w:t xml:space="preserve"> </w:t>
      </w:r>
      <w:r w:rsidRPr="005B29A6">
        <w:rPr>
          <w:rFonts w:hint="eastAsia"/>
          <w:sz w:val="22"/>
          <w:szCs w:val="22"/>
        </w:rPr>
        <w:t>県</w:t>
      </w:r>
      <w:r w:rsidRPr="005B29A6">
        <w:rPr>
          <w:sz w:val="22"/>
          <w:szCs w:val="22"/>
        </w:rPr>
        <w:t xml:space="preserve"> </w:t>
      </w:r>
      <w:r w:rsidRPr="005B29A6">
        <w:rPr>
          <w:rFonts w:hint="eastAsia"/>
          <w:sz w:val="22"/>
          <w:szCs w:val="22"/>
        </w:rPr>
        <w:t>知</w:t>
      </w:r>
      <w:r w:rsidRPr="005B29A6">
        <w:rPr>
          <w:sz w:val="22"/>
          <w:szCs w:val="22"/>
        </w:rPr>
        <w:t xml:space="preserve"> </w:t>
      </w:r>
      <w:r w:rsidRPr="005B29A6">
        <w:rPr>
          <w:rFonts w:hint="eastAsia"/>
          <w:sz w:val="22"/>
          <w:szCs w:val="22"/>
        </w:rPr>
        <w:t>事　様</w:t>
      </w:r>
    </w:p>
    <w:p w14:paraId="20B66275" w14:textId="77777777" w:rsidR="00705C88" w:rsidRPr="005B29A6" w:rsidRDefault="00705C88" w:rsidP="00705C88">
      <w:pPr>
        <w:spacing w:line="368" w:lineRule="exact"/>
        <w:rPr>
          <w:rFonts w:ascii="ＭＳ 明朝"/>
          <w:sz w:val="22"/>
          <w:szCs w:val="22"/>
        </w:rPr>
      </w:pPr>
    </w:p>
    <w:p w14:paraId="0FEBD78E" w14:textId="77777777" w:rsidR="00705C88" w:rsidRPr="005B29A6" w:rsidRDefault="00705C88" w:rsidP="00705C88">
      <w:pPr>
        <w:spacing w:line="368" w:lineRule="exact"/>
        <w:rPr>
          <w:rFonts w:ascii="ＭＳ 明朝"/>
          <w:sz w:val="22"/>
          <w:szCs w:val="22"/>
        </w:rPr>
      </w:pPr>
      <w:r w:rsidRPr="005B29A6">
        <w:rPr>
          <w:sz w:val="22"/>
          <w:szCs w:val="22"/>
        </w:rPr>
        <w:t xml:space="preserve">                                     </w:t>
      </w:r>
      <w:r w:rsidRPr="005B29A6">
        <w:rPr>
          <w:rFonts w:hint="eastAsia"/>
          <w:sz w:val="22"/>
          <w:szCs w:val="22"/>
        </w:rPr>
        <w:t xml:space="preserve"> </w:t>
      </w:r>
      <w:r w:rsidRPr="005B29A6">
        <w:rPr>
          <w:rFonts w:hint="eastAsia"/>
          <w:sz w:val="22"/>
          <w:szCs w:val="22"/>
        </w:rPr>
        <w:t>受託者　住所</w:t>
      </w:r>
    </w:p>
    <w:p w14:paraId="65B92D23"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名称</w:t>
      </w:r>
    </w:p>
    <w:p w14:paraId="0C058DA8" w14:textId="586E4047" w:rsidR="00705C88" w:rsidRPr="005B29A6" w:rsidRDefault="00705C88" w:rsidP="00705C88">
      <w:pPr>
        <w:spacing w:line="368" w:lineRule="exact"/>
        <w:rPr>
          <w:rFonts w:ascii="ＭＳ 明朝"/>
          <w:sz w:val="22"/>
          <w:szCs w:val="22"/>
        </w:rPr>
      </w:pPr>
      <w:r w:rsidRPr="005B29A6">
        <w:rPr>
          <w:rFonts w:hint="eastAsia"/>
          <w:sz w:val="22"/>
          <w:szCs w:val="22"/>
        </w:rPr>
        <w:t xml:space="preserve">　　　　　　　　　　　　　　　　　　　　　　　代表者</w:t>
      </w:r>
    </w:p>
    <w:p w14:paraId="4C1815C3" w14:textId="77777777" w:rsidR="00705C88" w:rsidRPr="005B29A6" w:rsidRDefault="00705C88" w:rsidP="00705C88">
      <w:pPr>
        <w:rPr>
          <w:rFonts w:ascii="ＭＳ 明朝"/>
          <w:sz w:val="22"/>
          <w:szCs w:val="22"/>
        </w:rPr>
      </w:pPr>
    </w:p>
    <w:p w14:paraId="5307A85D" w14:textId="7328FA00" w:rsidR="00705C88" w:rsidRPr="005B29A6" w:rsidRDefault="000911CC" w:rsidP="004F574E">
      <w:pPr>
        <w:spacing w:line="368" w:lineRule="exact"/>
        <w:jc w:val="center"/>
        <w:rPr>
          <w:rFonts w:ascii="ＭＳ 明朝"/>
          <w:sz w:val="24"/>
        </w:rPr>
      </w:pPr>
      <w:r>
        <w:rPr>
          <w:rFonts w:hint="eastAsia"/>
          <w:sz w:val="24"/>
        </w:rPr>
        <w:t>令和</w:t>
      </w:r>
      <w:r w:rsidR="00B836A6">
        <w:rPr>
          <w:rFonts w:hint="eastAsia"/>
          <w:sz w:val="24"/>
        </w:rPr>
        <w:t>８</w:t>
      </w:r>
      <w:r>
        <w:rPr>
          <w:rFonts w:hint="eastAsia"/>
          <w:sz w:val="24"/>
        </w:rPr>
        <w:t>年度</w:t>
      </w:r>
      <w:r w:rsidR="002D6623">
        <w:rPr>
          <w:rFonts w:hint="eastAsia"/>
          <w:sz w:val="24"/>
        </w:rPr>
        <w:t>ふくしま人材確保支援</w:t>
      </w:r>
      <w:r w:rsidR="00576E49">
        <w:rPr>
          <w:rFonts w:hint="eastAsia"/>
          <w:sz w:val="24"/>
        </w:rPr>
        <w:t>事業</w:t>
      </w:r>
      <w:r w:rsidR="00E2653A">
        <w:rPr>
          <w:rFonts w:hint="eastAsia"/>
          <w:sz w:val="24"/>
        </w:rPr>
        <w:t>運営</w:t>
      </w:r>
      <w:r w:rsidR="004F574E">
        <w:rPr>
          <w:rFonts w:hint="eastAsia"/>
          <w:sz w:val="24"/>
        </w:rPr>
        <w:t>業務</w:t>
      </w:r>
      <w:r w:rsidR="00705C88" w:rsidRPr="005B29A6">
        <w:rPr>
          <w:rFonts w:hint="eastAsia"/>
          <w:sz w:val="24"/>
        </w:rPr>
        <w:t>委託料請求書</w:t>
      </w:r>
    </w:p>
    <w:p w14:paraId="67D2DF69" w14:textId="77777777" w:rsidR="00705C88" w:rsidRPr="00AB4376" w:rsidRDefault="00705C88" w:rsidP="00705C88">
      <w:pPr>
        <w:spacing w:line="368" w:lineRule="exact"/>
        <w:rPr>
          <w:rFonts w:ascii="ＭＳ 明朝"/>
          <w:sz w:val="22"/>
          <w:szCs w:val="22"/>
        </w:rPr>
      </w:pPr>
      <w:r w:rsidRPr="005B29A6">
        <w:rPr>
          <w:rFonts w:hint="eastAsia"/>
          <w:sz w:val="22"/>
          <w:szCs w:val="22"/>
        </w:rPr>
        <w:t xml:space="preserve">　令和　</w:t>
      </w:r>
      <w:r>
        <w:rPr>
          <w:rFonts w:hint="eastAsia"/>
          <w:color w:val="000000"/>
          <w:sz w:val="22"/>
          <w:szCs w:val="22"/>
        </w:rPr>
        <w:t>年　月　日付</w:t>
      </w:r>
      <w:r w:rsidR="00CB6704">
        <w:rPr>
          <w:rFonts w:hint="eastAsia"/>
          <w:color w:val="000000"/>
          <w:sz w:val="22"/>
          <w:szCs w:val="22"/>
        </w:rPr>
        <w:t>け</w:t>
      </w:r>
      <w:r>
        <w:rPr>
          <w:rFonts w:hint="eastAsia"/>
          <w:color w:val="000000"/>
          <w:sz w:val="22"/>
          <w:szCs w:val="22"/>
        </w:rPr>
        <w:t>で締結した上記委託業務について、委託契約書第</w:t>
      </w:r>
      <w:r w:rsidRPr="004F574E">
        <w:rPr>
          <w:rFonts w:ascii="ＭＳ 明朝" w:hAnsi="ＭＳ 明朝" w:hint="eastAsia"/>
          <w:color w:val="000000"/>
          <w:sz w:val="22"/>
          <w:szCs w:val="22"/>
        </w:rPr>
        <w:t>11</w:t>
      </w:r>
      <w:r w:rsidRPr="00AB4376">
        <w:rPr>
          <w:rFonts w:hint="eastAsia"/>
          <w:color w:val="000000"/>
          <w:sz w:val="22"/>
          <w:szCs w:val="22"/>
        </w:rPr>
        <w:t>条</w:t>
      </w:r>
      <w:r>
        <w:rPr>
          <w:rFonts w:hint="eastAsia"/>
          <w:color w:val="000000"/>
          <w:sz w:val="22"/>
          <w:szCs w:val="22"/>
        </w:rPr>
        <w:t>第１項</w:t>
      </w:r>
      <w:r w:rsidRPr="00AB4376">
        <w:rPr>
          <w:rFonts w:hint="eastAsia"/>
          <w:color w:val="000000"/>
          <w:sz w:val="22"/>
          <w:szCs w:val="22"/>
        </w:rPr>
        <w:t>の規定により、下記のとおり請求します。</w:t>
      </w:r>
    </w:p>
    <w:p w14:paraId="1FD1A101" w14:textId="77777777" w:rsidR="00705C88" w:rsidRPr="00AB4376" w:rsidRDefault="00705C88" w:rsidP="00705C88">
      <w:pPr>
        <w:spacing w:line="368" w:lineRule="exact"/>
        <w:jc w:val="center"/>
        <w:rPr>
          <w:rFonts w:ascii="ＭＳ 明朝"/>
          <w:sz w:val="22"/>
          <w:szCs w:val="22"/>
        </w:rPr>
      </w:pPr>
      <w:r w:rsidRPr="00AB4376">
        <w:rPr>
          <w:rFonts w:hint="eastAsia"/>
          <w:color w:val="000000"/>
          <w:sz w:val="22"/>
          <w:szCs w:val="22"/>
        </w:rPr>
        <w:t>記</w:t>
      </w:r>
    </w:p>
    <w:p w14:paraId="481A5F61" w14:textId="77777777" w:rsidR="00705C88" w:rsidRPr="00AB4376" w:rsidRDefault="00705C88" w:rsidP="00705C88">
      <w:pPr>
        <w:rPr>
          <w:rFonts w:ascii="ＭＳ 明朝"/>
          <w:sz w:val="22"/>
          <w:szCs w:val="22"/>
        </w:rPr>
      </w:pPr>
      <w:r w:rsidRPr="00AB4376">
        <w:rPr>
          <w:sz w:val="22"/>
          <w:szCs w:val="22"/>
        </w:rPr>
        <w:t xml:space="preserve">  </w:t>
      </w:r>
    </w:p>
    <w:p w14:paraId="36C9F909" w14:textId="77777777" w:rsidR="00705C88" w:rsidRPr="00AB4376" w:rsidRDefault="00705C88" w:rsidP="00705C88">
      <w:pPr>
        <w:spacing w:line="368" w:lineRule="exact"/>
        <w:rPr>
          <w:rFonts w:ascii="ＭＳ 明朝"/>
          <w:sz w:val="22"/>
          <w:szCs w:val="22"/>
        </w:rPr>
      </w:pPr>
      <w:r w:rsidRPr="00AB4376">
        <w:rPr>
          <w:rFonts w:hint="eastAsia"/>
          <w:color w:val="000000"/>
          <w:sz w:val="22"/>
          <w:szCs w:val="22"/>
        </w:rPr>
        <w:t xml:space="preserve">　　</w:t>
      </w:r>
      <w:r w:rsidRPr="00AB4376">
        <w:rPr>
          <w:rFonts w:hint="eastAsia"/>
          <w:color w:val="000000"/>
          <w:sz w:val="22"/>
          <w:szCs w:val="22"/>
          <w:u w:val="single" w:color="000000"/>
        </w:rPr>
        <w:t>請求金額（支払い残額）　　　　　　　　　　円</w:t>
      </w:r>
    </w:p>
    <w:p w14:paraId="7D639E37" w14:textId="77777777" w:rsidR="00705C88" w:rsidRPr="00AB4376" w:rsidRDefault="00705C88" w:rsidP="00705C88">
      <w:pPr>
        <w:spacing w:line="368" w:lineRule="exact"/>
        <w:rPr>
          <w:rFonts w:ascii="ＭＳ 明朝"/>
          <w:sz w:val="22"/>
          <w:szCs w:val="22"/>
        </w:rPr>
      </w:pPr>
    </w:p>
    <w:tbl>
      <w:tblPr>
        <w:tblW w:w="0" w:type="auto"/>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9"/>
        <w:gridCol w:w="2180"/>
        <w:gridCol w:w="2181"/>
        <w:gridCol w:w="2059"/>
      </w:tblGrid>
      <w:tr w:rsidR="00705C88" w:rsidRPr="00AB4376" w14:paraId="21429172" w14:textId="77777777" w:rsidTr="005834F9">
        <w:tc>
          <w:tcPr>
            <w:tcW w:w="1939" w:type="dxa"/>
            <w:tcBorders>
              <w:top w:val="single" w:sz="4" w:space="0" w:color="000000"/>
              <w:left w:val="single" w:sz="4" w:space="0" w:color="000000"/>
              <w:bottom w:val="single" w:sz="4" w:space="0" w:color="000000"/>
              <w:right w:val="single" w:sz="4" w:space="0" w:color="000000"/>
            </w:tcBorders>
          </w:tcPr>
          <w:p w14:paraId="71B99CE9"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color w:val="000000"/>
                <w:sz w:val="22"/>
                <w:szCs w:val="22"/>
              </w:rPr>
              <w:t>確定金額</w:t>
            </w:r>
          </w:p>
        </w:tc>
        <w:tc>
          <w:tcPr>
            <w:tcW w:w="2180" w:type="dxa"/>
            <w:tcBorders>
              <w:top w:val="single" w:sz="4" w:space="0" w:color="000000"/>
              <w:left w:val="single" w:sz="4" w:space="0" w:color="000000"/>
              <w:bottom w:val="single" w:sz="4" w:space="0" w:color="000000"/>
              <w:right w:val="single" w:sz="4" w:space="0" w:color="000000"/>
            </w:tcBorders>
          </w:tcPr>
          <w:p w14:paraId="78C59D70"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color w:val="000000"/>
                <w:sz w:val="22"/>
                <w:szCs w:val="22"/>
              </w:rPr>
              <w:t>受領済額</w:t>
            </w:r>
          </w:p>
        </w:tc>
        <w:tc>
          <w:tcPr>
            <w:tcW w:w="2181" w:type="dxa"/>
            <w:tcBorders>
              <w:top w:val="single" w:sz="4" w:space="0" w:color="000000"/>
              <w:left w:val="single" w:sz="4" w:space="0" w:color="000000"/>
              <w:bottom w:val="single" w:sz="4" w:space="0" w:color="000000"/>
              <w:right w:val="single" w:sz="4" w:space="0" w:color="000000"/>
            </w:tcBorders>
          </w:tcPr>
          <w:p w14:paraId="5035C933"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color w:val="000000"/>
                <w:sz w:val="22"/>
                <w:szCs w:val="22"/>
              </w:rPr>
              <w:t>残　額</w:t>
            </w:r>
          </w:p>
        </w:tc>
        <w:tc>
          <w:tcPr>
            <w:tcW w:w="2059" w:type="dxa"/>
            <w:tcBorders>
              <w:top w:val="single" w:sz="4" w:space="0" w:color="000000"/>
              <w:left w:val="single" w:sz="4" w:space="0" w:color="000000"/>
              <w:bottom w:val="single" w:sz="4" w:space="0" w:color="000000"/>
              <w:right w:val="single" w:sz="4" w:space="0" w:color="000000"/>
            </w:tcBorders>
          </w:tcPr>
          <w:p w14:paraId="3A747894"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color w:val="000000"/>
                <w:sz w:val="22"/>
                <w:szCs w:val="22"/>
              </w:rPr>
              <w:t>備考</w:t>
            </w:r>
          </w:p>
        </w:tc>
      </w:tr>
      <w:tr w:rsidR="00705C88" w:rsidRPr="00AB4376" w14:paraId="05A00F9B" w14:textId="77777777" w:rsidTr="005834F9">
        <w:tc>
          <w:tcPr>
            <w:tcW w:w="1939" w:type="dxa"/>
            <w:tcBorders>
              <w:top w:val="single" w:sz="4" w:space="0" w:color="000000"/>
              <w:left w:val="single" w:sz="4" w:space="0" w:color="000000"/>
              <w:bottom w:val="single" w:sz="4" w:space="0" w:color="000000"/>
              <w:right w:val="single" w:sz="4" w:space="0" w:color="000000"/>
            </w:tcBorders>
          </w:tcPr>
          <w:p w14:paraId="11D2876D"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54A21F3D"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2180" w:type="dxa"/>
            <w:tcBorders>
              <w:top w:val="single" w:sz="4" w:space="0" w:color="000000"/>
              <w:left w:val="single" w:sz="4" w:space="0" w:color="000000"/>
              <w:bottom w:val="single" w:sz="4" w:space="0" w:color="000000"/>
              <w:right w:val="single" w:sz="4" w:space="0" w:color="000000"/>
            </w:tcBorders>
          </w:tcPr>
          <w:p w14:paraId="6A953B4D"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7A10F87F"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2181" w:type="dxa"/>
            <w:tcBorders>
              <w:top w:val="single" w:sz="4" w:space="0" w:color="000000"/>
              <w:left w:val="single" w:sz="4" w:space="0" w:color="000000"/>
              <w:bottom w:val="single" w:sz="4" w:space="0" w:color="000000"/>
              <w:right w:val="single" w:sz="4" w:space="0" w:color="000000"/>
            </w:tcBorders>
          </w:tcPr>
          <w:p w14:paraId="781A262E"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1E37B144"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2059" w:type="dxa"/>
            <w:tcBorders>
              <w:top w:val="single" w:sz="4" w:space="0" w:color="000000"/>
              <w:left w:val="single" w:sz="4" w:space="0" w:color="000000"/>
              <w:bottom w:val="single" w:sz="4" w:space="0" w:color="000000"/>
              <w:right w:val="single" w:sz="4" w:space="0" w:color="000000"/>
            </w:tcBorders>
          </w:tcPr>
          <w:p w14:paraId="59984F99"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43328EE0"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r>
    </w:tbl>
    <w:p w14:paraId="688353D2" w14:textId="77777777" w:rsidR="00705C88" w:rsidRDefault="00705C88" w:rsidP="00705C88">
      <w:pPr>
        <w:rPr>
          <w:rFonts w:ascii="ＭＳ 明朝"/>
          <w:sz w:val="22"/>
          <w:szCs w:val="22"/>
        </w:rPr>
      </w:pPr>
    </w:p>
    <w:p w14:paraId="46343E73" w14:textId="77777777" w:rsidR="007A3DCD" w:rsidRDefault="007A3DCD" w:rsidP="00705C88">
      <w:pPr>
        <w:rPr>
          <w:rFonts w:ascii="ＭＳ 明朝"/>
          <w:sz w:val="22"/>
          <w:szCs w:val="22"/>
        </w:rPr>
      </w:pPr>
    </w:p>
    <w:p w14:paraId="5E87D33E" w14:textId="77777777" w:rsidR="007A3DCD" w:rsidRDefault="007A3DCD" w:rsidP="00705C88">
      <w:pPr>
        <w:rPr>
          <w:rFonts w:ascii="ＭＳ 明朝"/>
          <w:sz w:val="22"/>
          <w:szCs w:val="22"/>
        </w:rPr>
      </w:pPr>
    </w:p>
    <w:p w14:paraId="298D2D94" w14:textId="77777777" w:rsidR="007A3DCD" w:rsidRDefault="007A3DCD" w:rsidP="00705C88">
      <w:pPr>
        <w:rPr>
          <w:rFonts w:ascii="ＭＳ 明朝"/>
          <w:sz w:val="22"/>
          <w:szCs w:val="22"/>
        </w:rPr>
      </w:pPr>
    </w:p>
    <w:p w14:paraId="12F99A06" w14:textId="77777777" w:rsidR="007A3DCD" w:rsidRDefault="007A3DCD" w:rsidP="00705C88">
      <w:pPr>
        <w:rPr>
          <w:rFonts w:ascii="ＭＳ 明朝"/>
          <w:sz w:val="22"/>
          <w:szCs w:val="22"/>
        </w:rPr>
      </w:pPr>
    </w:p>
    <w:p w14:paraId="07CBAE72" w14:textId="77777777" w:rsidR="007A3DCD" w:rsidRDefault="007A3DCD" w:rsidP="00705C88">
      <w:pPr>
        <w:rPr>
          <w:rFonts w:ascii="ＭＳ 明朝"/>
          <w:sz w:val="22"/>
          <w:szCs w:val="22"/>
        </w:rPr>
      </w:pPr>
    </w:p>
    <w:p w14:paraId="32DE2DCF" w14:textId="77777777" w:rsidR="007A3DCD" w:rsidRDefault="007A3DCD" w:rsidP="00705C88">
      <w:pPr>
        <w:rPr>
          <w:rFonts w:ascii="ＭＳ 明朝"/>
          <w:sz w:val="22"/>
          <w:szCs w:val="22"/>
        </w:rPr>
      </w:pPr>
    </w:p>
    <w:p w14:paraId="069D7680" w14:textId="77777777" w:rsidR="007A3DCD" w:rsidRDefault="007A3DCD" w:rsidP="00705C88">
      <w:pPr>
        <w:rPr>
          <w:rFonts w:ascii="ＭＳ 明朝"/>
          <w:sz w:val="22"/>
          <w:szCs w:val="22"/>
        </w:rPr>
      </w:pPr>
    </w:p>
    <w:p w14:paraId="2C9C2F1D" w14:textId="77777777" w:rsidR="007A3DCD" w:rsidRDefault="007A3DCD" w:rsidP="00705C88">
      <w:pPr>
        <w:rPr>
          <w:rFonts w:ascii="ＭＳ 明朝"/>
          <w:sz w:val="22"/>
          <w:szCs w:val="22"/>
        </w:rPr>
      </w:pPr>
    </w:p>
    <w:p w14:paraId="641485CE" w14:textId="77777777" w:rsidR="007A3DCD" w:rsidRDefault="007A3DCD" w:rsidP="00705C88">
      <w:pPr>
        <w:rPr>
          <w:rFonts w:ascii="ＭＳ 明朝"/>
          <w:sz w:val="22"/>
          <w:szCs w:val="22"/>
        </w:rPr>
      </w:pPr>
    </w:p>
    <w:p w14:paraId="6DD0F611" w14:textId="77777777" w:rsidR="007A3DCD" w:rsidRDefault="007A3DCD" w:rsidP="00705C88">
      <w:pPr>
        <w:rPr>
          <w:rFonts w:ascii="ＭＳ 明朝"/>
          <w:sz w:val="22"/>
          <w:szCs w:val="22"/>
        </w:rPr>
      </w:pPr>
    </w:p>
    <w:p w14:paraId="462A4012" w14:textId="77777777" w:rsidR="007A3DCD" w:rsidRDefault="007A3DCD" w:rsidP="00705C88">
      <w:pPr>
        <w:rPr>
          <w:rFonts w:ascii="ＭＳ 明朝"/>
          <w:sz w:val="22"/>
          <w:szCs w:val="22"/>
        </w:rPr>
      </w:pPr>
    </w:p>
    <w:p w14:paraId="461820DE" w14:textId="77777777" w:rsidR="007A3DCD" w:rsidRDefault="007A3DCD" w:rsidP="00705C88">
      <w:pPr>
        <w:rPr>
          <w:rFonts w:ascii="ＭＳ 明朝"/>
          <w:sz w:val="22"/>
          <w:szCs w:val="22"/>
        </w:rPr>
      </w:pPr>
    </w:p>
    <w:p w14:paraId="0D63E1E3" w14:textId="77777777" w:rsidR="007A3DCD" w:rsidRDefault="007A3DCD" w:rsidP="00705C88">
      <w:pPr>
        <w:rPr>
          <w:rFonts w:ascii="ＭＳ 明朝"/>
          <w:sz w:val="22"/>
          <w:szCs w:val="22"/>
        </w:rPr>
      </w:pPr>
    </w:p>
    <w:p w14:paraId="08244703" w14:textId="77777777" w:rsidR="007A3DCD" w:rsidRDefault="007A3DCD" w:rsidP="00705C88">
      <w:pPr>
        <w:rPr>
          <w:rFonts w:ascii="ＭＳ 明朝"/>
          <w:sz w:val="22"/>
          <w:szCs w:val="22"/>
        </w:rPr>
      </w:pPr>
    </w:p>
    <w:p w14:paraId="0AE3DD4A" w14:textId="77777777" w:rsidR="007A3DCD" w:rsidRDefault="007A3DCD" w:rsidP="00705C88">
      <w:pPr>
        <w:rPr>
          <w:rFonts w:ascii="ＭＳ 明朝"/>
          <w:sz w:val="22"/>
          <w:szCs w:val="22"/>
        </w:rPr>
      </w:pPr>
    </w:p>
    <w:p w14:paraId="22F5174E" w14:textId="77777777" w:rsidR="007A3DCD" w:rsidRDefault="007A3DCD" w:rsidP="00705C88">
      <w:pPr>
        <w:rPr>
          <w:rFonts w:ascii="ＭＳ 明朝"/>
          <w:sz w:val="22"/>
          <w:szCs w:val="22"/>
        </w:rPr>
      </w:pPr>
    </w:p>
    <w:p w14:paraId="229F1B25" w14:textId="77777777" w:rsidR="007A3DCD" w:rsidRDefault="007A3DCD" w:rsidP="00705C88">
      <w:pPr>
        <w:rPr>
          <w:rFonts w:ascii="ＭＳ 明朝"/>
          <w:sz w:val="22"/>
          <w:szCs w:val="22"/>
        </w:rPr>
      </w:pPr>
    </w:p>
    <w:p w14:paraId="74D39484" w14:textId="77777777" w:rsidR="007A3DCD" w:rsidRDefault="007A3DCD" w:rsidP="00705C88">
      <w:pPr>
        <w:rPr>
          <w:rFonts w:ascii="ＭＳ 明朝"/>
          <w:sz w:val="22"/>
          <w:szCs w:val="22"/>
        </w:rPr>
      </w:pPr>
    </w:p>
    <w:p w14:paraId="2F1160A4" w14:textId="77777777" w:rsidR="007A3DCD" w:rsidRDefault="007A3DCD" w:rsidP="00705C88">
      <w:pPr>
        <w:rPr>
          <w:rFonts w:ascii="ＭＳ 明朝"/>
          <w:sz w:val="22"/>
          <w:szCs w:val="22"/>
        </w:rPr>
      </w:pPr>
    </w:p>
    <w:p w14:paraId="34993CDE" w14:textId="77777777" w:rsidR="007A3DCD" w:rsidRDefault="007A3DCD" w:rsidP="00705C88">
      <w:pPr>
        <w:rPr>
          <w:rFonts w:ascii="ＭＳ 明朝"/>
          <w:sz w:val="22"/>
          <w:szCs w:val="22"/>
        </w:rPr>
      </w:pPr>
    </w:p>
    <w:p w14:paraId="11338711" w14:textId="18A4CC52" w:rsidR="00011F89" w:rsidRPr="005B29A6" w:rsidRDefault="007A3DCD" w:rsidP="00187AB4">
      <w:pPr>
        <w:spacing w:line="368" w:lineRule="exact"/>
        <w:ind w:left="141" w:hangingChars="64" w:hanging="141"/>
        <w:rPr>
          <w:sz w:val="22"/>
          <w:szCs w:val="22"/>
        </w:rPr>
      </w:pPr>
      <w:r w:rsidRPr="007A3DCD">
        <w:rPr>
          <w:rFonts w:ascii="ＭＳ 明朝" w:hAnsi="ＭＳ 明朝" w:cs="ＭＳ 明朝" w:hint="eastAsia"/>
          <w:sz w:val="22"/>
          <w:szCs w:val="22"/>
        </w:rPr>
        <w:t>※</w:t>
      </w:r>
      <w:r w:rsidRPr="007A3DCD">
        <w:rPr>
          <w:sz w:val="22"/>
          <w:szCs w:val="22"/>
        </w:rPr>
        <w:t>本様式について、「本件責任者及び担当者」の氏名及び連絡先を記載することにより押印を省略することができる。</w:t>
      </w:r>
    </w:p>
    <w:sectPr w:rsidR="00011F89" w:rsidRPr="005B29A6" w:rsidSect="00131EFF">
      <w:headerReference w:type="default" r:id="rId8"/>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4232E" w14:textId="77777777" w:rsidR="00A8612A" w:rsidRDefault="00A8612A">
      <w:r>
        <w:separator/>
      </w:r>
    </w:p>
  </w:endnote>
  <w:endnote w:type="continuationSeparator" w:id="0">
    <w:p w14:paraId="5C5E3E09" w14:textId="77777777" w:rsidR="00A8612A" w:rsidRDefault="00A8612A">
      <w:r>
        <w:continuationSeparator/>
      </w:r>
    </w:p>
  </w:endnote>
  <w:endnote w:type="continuationNotice" w:id="1">
    <w:p w14:paraId="6B5BA19F" w14:textId="77777777" w:rsidR="00A8612A" w:rsidRDefault="00A86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3F472" w14:textId="77777777" w:rsidR="00A8612A" w:rsidRDefault="00A8612A">
      <w:r>
        <w:separator/>
      </w:r>
    </w:p>
  </w:footnote>
  <w:footnote w:type="continuationSeparator" w:id="0">
    <w:p w14:paraId="7E92FFCF" w14:textId="77777777" w:rsidR="00A8612A" w:rsidRDefault="00A8612A">
      <w:r>
        <w:continuationSeparator/>
      </w:r>
    </w:p>
  </w:footnote>
  <w:footnote w:type="continuationNotice" w:id="1">
    <w:p w14:paraId="29D8FC83" w14:textId="77777777" w:rsidR="00A8612A" w:rsidRDefault="00A861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27FBA" w14:textId="77777777" w:rsidR="00A8612A" w:rsidRDefault="00A8612A" w:rsidP="00413CED">
    <w:pPr>
      <w:pStyle w:val="a7"/>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043"/>
    <w:multiLevelType w:val="hybridMultilevel"/>
    <w:tmpl w:val="0ED09D66"/>
    <w:lvl w:ilvl="0" w:tplc="8EA60BC0">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0">
    <w:nsid w:val="0CC8754A"/>
    <w:multiLevelType w:val="hybridMultilevel"/>
    <w:tmpl w:val="718094D8"/>
    <w:lvl w:ilvl="0" w:tplc="6E60DD90">
      <w:start w:val="1"/>
      <w:numFmt w:val="decimal"/>
      <w:lvlText w:val="(%1)"/>
      <w:lvlJc w:val="left"/>
      <w:pPr>
        <w:tabs>
          <w:tab w:val="num" w:pos="480"/>
        </w:tabs>
        <w:ind w:left="480" w:hanging="360"/>
      </w:pPr>
      <w:rPr>
        <w:rFonts w:hAnsi="ＭＳ 明朝"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 w15:restartNumberingAfterBreak="0">
    <w:nsid w:val="194818F0"/>
    <w:multiLevelType w:val="hybridMultilevel"/>
    <w:tmpl w:val="D5187CD8"/>
    <w:lvl w:ilvl="0" w:tplc="F73E9686">
      <w:start w:val="6"/>
      <w:numFmt w:val="bullet"/>
      <w:lvlText w:val="・"/>
      <w:lvlJc w:val="left"/>
      <w:pPr>
        <w:ind w:left="845" w:hanging="420"/>
      </w:pPr>
      <w:rPr>
        <w:rFonts w:ascii="ＭＳ 明朝" w:eastAsia="ＭＳ 明朝" w:hAnsi="ＭＳ 明朝"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3" w15:restartNumberingAfterBreak="0">
    <w:nsid w:val="2D585609"/>
    <w:multiLevelType w:val="hybridMultilevel"/>
    <w:tmpl w:val="9D1CB072"/>
    <w:lvl w:ilvl="0" w:tplc="F73E9686">
      <w:start w:val="6"/>
      <w:numFmt w:val="bullet"/>
      <w:lvlText w:val="・"/>
      <w:lvlJc w:val="left"/>
      <w:pPr>
        <w:ind w:left="845" w:hanging="420"/>
      </w:pPr>
      <w:rPr>
        <w:rFonts w:ascii="ＭＳ 明朝" w:eastAsia="ＭＳ 明朝" w:hAnsi="ＭＳ 明朝"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4" w15:restartNumberingAfterBreak="0">
    <w:nsid w:val="33E52377"/>
    <w:multiLevelType w:val="hybridMultilevel"/>
    <w:tmpl w:val="05C82196"/>
    <w:lvl w:ilvl="0" w:tplc="E4E23E08">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7377835"/>
    <w:multiLevelType w:val="hybridMultilevel"/>
    <w:tmpl w:val="C82233F0"/>
    <w:lvl w:ilvl="0" w:tplc="F73E9686">
      <w:start w:val="6"/>
      <w:numFmt w:val="bullet"/>
      <w:lvlText w:val="・"/>
      <w:lvlJc w:val="left"/>
      <w:pPr>
        <w:ind w:left="1555" w:hanging="420"/>
      </w:pPr>
      <w:rPr>
        <w:rFonts w:ascii="ＭＳ 明朝" w:eastAsia="ＭＳ 明朝" w:hAnsi="ＭＳ 明朝" w:cs="ＭＳ 明朝" w:hint="eastAsia"/>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6" w15:restartNumberingAfterBreak="0">
    <w:nsid w:val="3D3C5D0F"/>
    <w:multiLevelType w:val="hybridMultilevel"/>
    <w:tmpl w:val="70169A08"/>
    <w:lvl w:ilvl="0" w:tplc="2A62558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8151140"/>
    <w:multiLevelType w:val="hybridMultilevel"/>
    <w:tmpl w:val="EA3228F8"/>
    <w:lvl w:ilvl="0" w:tplc="214267DC">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DF387A"/>
    <w:multiLevelType w:val="hybridMultilevel"/>
    <w:tmpl w:val="B00C3A0E"/>
    <w:lvl w:ilvl="0" w:tplc="1FA2CAEC">
      <w:start w:val="1"/>
      <w:numFmt w:val="decimal"/>
      <w:lvlText w:val="（%1）"/>
      <w:lvlJc w:val="left"/>
      <w:pPr>
        <w:ind w:left="651" w:hanging="42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9" w15:restartNumberingAfterBreak="0">
    <w:nsid w:val="5DDE5446"/>
    <w:multiLevelType w:val="hybridMultilevel"/>
    <w:tmpl w:val="D22A3444"/>
    <w:lvl w:ilvl="0" w:tplc="F05C95C4">
      <w:start w:val="1"/>
      <w:numFmt w:val="aiueoFullWidth"/>
      <w:lvlText w:val="%1"/>
      <w:lvlJc w:val="left"/>
      <w:pPr>
        <w:ind w:left="1058" w:hanging="420"/>
      </w:pPr>
      <w:rPr>
        <w:rFonts w:hint="eastAsia"/>
      </w:rPr>
    </w:lvl>
    <w:lvl w:ilvl="1" w:tplc="04090017" w:tentative="1">
      <w:start w:val="1"/>
      <w:numFmt w:val="aiueoFullWidth"/>
      <w:lvlText w:val="(%2)"/>
      <w:lvlJc w:val="left"/>
      <w:pPr>
        <w:ind w:left="1478" w:hanging="420"/>
      </w:pPr>
    </w:lvl>
    <w:lvl w:ilvl="2" w:tplc="04090011" w:tentative="1">
      <w:start w:val="1"/>
      <w:numFmt w:val="decimalEnclosedCircle"/>
      <w:lvlText w:val="%3"/>
      <w:lvlJc w:val="left"/>
      <w:pPr>
        <w:ind w:left="1898" w:hanging="420"/>
      </w:pPr>
    </w:lvl>
    <w:lvl w:ilvl="3" w:tplc="0409000F" w:tentative="1">
      <w:start w:val="1"/>
      <w:numFmt w:val="decimal"/>
      <w:lvlText w:val="%4."/>
      <w:lvlJc w:val="left"/>
      <w:pPr>
        <w:ind w:left="2318" w:hanging="420"/>
      </w:pPr>
    </w:lvl>
    <w:lvl w:ilvl="4" w:tplc="04090017" w:tentative="1">
      <w:start w:val="1"/>
      <w:numFmt w:val="aiueoFullWidth"/>
      <w:lvlText w:val="(%5)"/>
      <w:lvlJc w:val="left"/>
      <w:pPr>
        <w:ind w:left="2738" w:hanging="420"/>
      </w:pPr>
    </w:lvl>
    <w:lvl w:ilvl="5" w:tplc="04090011" w:tentative="1">
      <w:start w:val="1"/>
      <w:numFmt w:val="decimalEnclosedCircle"/>
      <w:lvlText w:val="%6"/>
      <w:lvlJc w:val="left"/>
      <w:pPr>
        <w:ind w:left="3158" w:hanging="420"/>
      </w:pPr>
    </w:lvl>
    <w:lvl w:ilvl="6" w:tplc="0409000F" w:tentative="1">
      <w:start w:val="1"/>
      <w:numFmt w:val="decimal"/>
      <w:lvlText w:val="%7."/>
      <w:lvlJc w:val="left"/>
      <w:pPr>
        <w:ind w:left="3578" w:hanging="420"/>
      </w:pPr>
    </w:lvl>
    <w:lvl w:ilvl="7" w:tplc="04090017" w:tentative="1">
      <w:start w:val="1"/>
      <w:numFmt w:val="aiueoFullWidth"/>
      <w:lvlText w:val="(%8)"/>
      <w:lvlJc w:val="left"/>
      <w:pPr>
        <w:ind w:left="3998" w:hanging="420"/>
      </w:pPr>
    </w:lvl>
    <w:lvl w:ilvl="8" w:tplc="04090011" w:tentative="1">
      <w:start w:val="1"/>
      <w:numFmt w:val="decimalEnclosedCircle"/>
      <w:lvlText w:val="%9"/>
      <w:lvlJc w:val="left"/>
      <w:pPr>
        <w:ind w:left="4418" w:hanging="420"/>
      </w:pPr>
    </w:lvl>
  </w:abstractNum>
  <w:abstractNum w:abstractNumId="10" w15:restartNumberingAfterBreak="0">
    <w:nsid w:val="6152510A"/>
    <w:multiLevelType w:val="hybridMultilevel"/>
    <w:tmpl w:val="75FC9F50"/>
    <w:lvl w:ilvl="0" w:tplc="F05C95C4">
      <w:start w:val="1"/>
      <w:numFmt w:val="aiueoFullWidth"/>
      <w:lvlText w:val="%1"/>
      <w:lvlJc w:val="left"/>
      <w:pPr>
        <w:ind w:left="1062" w:hanging="420"/>
      </w:pPr>
      <w:rPr>
        <w:rFonts w:hint="eastAsia"/>
      </w:rPr>
    </w:lvl>
    <w:lvl w:ilvl="1" w:tplc="04090017" w:tentative="1">
      <w:start w:val="1"/>
      <w:numFmt w:val="aiueoFullWidth"/>
      <w:lvlText w:val="(%2)"/>
      <w:lvlJc w:val="left"/>
      <w:pPr>
        <w:ind w:left="1482" w:hanging="420"/>
      </w:pPr>
    </w:lvl>
    <w:lvl w:ilvl="2" w:tplc="04090011" w:tentative="1">
      <w:start w:val="1"/>
      <w:numFmt w:val="decimalEnclosedCircle"/>
      <w:lvlText w:val="%3"/>
      <w:lvlJc w:val="left"/>
      <w:pPr>
        <w:ind w:left="1902" w:hanging="420"/>
      </w:pPr>
    </w:lvl>
    <w:lvl w:ilvl="3" w:tplc="0409000F" w:tentative="1">
      <w:start w:val="1"/>
      <w:numFmt w:val="decimal"/>
      <w:lvlText w:val="%4."/>
      <w:lvlJc w:val="left"/>
      <w:pPr>
        <w:ind w:left="2322" w:hanging="420"/>
      </w:pPr>
    </w:lvl>
    <w:lvl w:ilvl="4" w:tplc="04090017" w:tentative="1">
      <w:start w:val="1"/>
      <w:numFmt w:val="aiueoFullWidth"/>
      <w:lvlText w:val="(%5)"/>
      <w:lvlJc w:val="left"/>
      <w:pPr>
        <w:ind w:left="2742" w:hanging="420"/>
      </w:pPr>
    </w:lvl>
    <w:lvl w:ilvl="5" w:tplc="04090011" w:tentative="1">
      <w:start w:val="1"/>
      <w:numFmt w:val="decimalEnclosedCircle"/>
      <w:lvlText w:val="%6"/>
      <w:lvlJc w:val="left"/>
      <w:pPr>
        <w:ind w:left="3162" w:hanging="420"/>
      </w:pPr>
    </w:lvl>
    <w:lvl w:ilvl="6" w:tplc="0409000F" w:tentative="1">
      <w:start w:val="1"/>
      <w:numFmt w:val="decimal"/>
      <w:lvlText w:val="%7."/>
      <w:lvlJc w:val="left"/>
      <w:pPr>
        <w:ind w:left="3582" w:hanging="420"/>
      </w:pPr>
    </w:lvl>
    <w:lvl w:ilvl="7" w:tplc="04090017" w:tentative="1">
      <w:start w:val="1"/>
      <w:numFmt w:val="aiueoFullWidth"/>
      <w:lvlText w:val="(%8)"/>
      <w:lvlJc w:val="left"/>
      <w:pPr>
        <w:ind w:left="4002" w:hanging="420"/>
      </w:pPr>
    </w:lvl>
    <w:lvl w:ilvl="8" w:tplc="04090011" w:tentative="1">
      <w:start w:val="1"/>
      <w:numFmt w:val="decimalEnclosedCircle"/>
      <w:lvlText w:val="%9"/>
      <w:lvlJc w:val="left"/>
      <w:pPr>
        <w:ind w:left="4422" w:hanging="420"/>
      </w:pPr>
    </w:lvl>
  </w:abstractNum>
  <w:abstractNum w:abstractNumId="11" w15:restartNumberingAfterBreak="0">
    <w:nsid w:val="64BE20EA"/>
    <w:multiLevelType w:val="hybridMultilevel"/>
    <w:tmpl w:val="B00C3A0E"/>
    <w:lvl w:ilvl="0" w:tplc="1FA2CAEC">
      <w:start w:val="1"/>
      <w:numFmt w:val="decimal"/>
      <w:lvlText w:val="（%1）"/>
      <w:lvlJc w:val="left"/>
      <w:pPr>
        <w:ind w:left="651" w:hanging="42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2" w15:restartNumberingAfterBreak="0">
    <w:nsid w:val="6EDA61AA"/>
    <w:multiLevelType w:val="hybridMultilevel"/>
    <w:tmpl w:val="0C1853DE"/>
    <w:lvl w:ilvl="0" w:tplc="BA224136">
      <w:start w:val="4"/>
      <w:numFmt w:val="bullet"/>
      <w:lvlText w:val="○"/>
      <w:lvlJc w:val="left"/>
      <w:pPr>
        <w:tabs>
          <w:tab w:val="num" w:pos="488"/>
        </w:tabs>
        <w:ind w:left="488" w:hanging="360"/>
      </w:pPr>
      <w:rPr>
        <w:rFonts w:ascii="ＭＳ 明朝" w:eastAsia="ＭＳ 明朝" w:hAnsi="ＭＳ 明朝" w:cs="Times New Roman" w:hint="eastAsia"/>
      </w:rPr>
    </w:lvl>
    <w:lvl w:ilvl="1" w:tplc="0409000B" w:tentative="1">
      <w:start w:val="1"/>
      <w:numFmt w:val="bullet"/>
      <w:lvlText w:val=""/>
      <w:lvlJc w:val="left"/>
      <w:pPr>
        <w:tabs>
          <w:tab w:val="num" w:pos="968"/>
        </w:tabs>
        <w:ind w:left="968" w:hanging="420"/>
      </w:pPr>
      <w:rPr>
        <w:rFonts w:ascii="Wingdings" w:hAnsi="Wingdings" w:hint="default"/>
      </w:rPr>
    </w:lvl>
    <w:lvl w:ilvl="2" w:tplc="0409000D" w:tentative="1">
      <w:start w:val="1"/>
      <w:numFmt w:val="bullet"/>
      <w:lvlText w:val=""/>
      <w:lvlJc w:val="left"/>
      <w:pPr>
        <w:tabs>
          <w:tab w:val="num" w:pos="1388"/>
        </w:tabs>
        <w:ind w:left="1388" w:hanging="420"/>
      </w:pPr>
      <w:rPr>
        <w:rFonts w:ascii="Wingdings" w:hAnsi="Wingdings" w:hint="default"/>
      </w:rPr>
    </w:lvl>
    <w:lvl w:ilvl="3" w:tplc="04090001" w:tentative="1">
      <w:start w:val="1"/>
      <w:numFmt w:val="bullet"/>
      <w:lvlText w:val=""/>
      <w:lvlJc w:val="left"/>
      <w:pPr>
        <w:tabs>
          <w:tab w:val="num" w:pos="1808"/>
        </w:tabs>
        <w:ind w:left="1808" w:hanging="420"/>
      </w:pPr>
      <w:rPr>
        <w:rFonts w:ascii="Wingdings" w:hAnsi="Wingdings" w:hint="default"/>
      </w:rPr>
    </w:lvl>
    <w:lvl w:ilvl="4" w:tplc="0409000B" w:tentative="1">
      <w:start w:val="1"/>
      <w:numFmt w:val="bullet"/>
      <w:lvlText w:val=""/>
      <w:lvlJc w:val="left"/>
      <w:pPr>
        <w:tabs>
          <w:tab w:val="num" w:pos="2228"/>
        </w:tabs>
        <w:ind w:left="2228" w:hanging="420"/>
      </w:pPr>
      <w:rPr>
        <w:rFonts w:ascii="Wingdings" w:hAnsi="Wingdings" w:hint="default"/>
      </w:rPr>
    </w:lvl>
    <w:lvl w:ilvl="5" w:tplc="0409000D" w:tentative="1">
      <w:start w:val="1"/>
      <w:numFmt w:val="bullet"/>
      <w:lvlText w:val=""/>
      <w:lvlJc w:val="left"/>
      <w:pPr>
        <w:tabs>
          <w:tab w:val="num" w:pos="2648"/>
        </w:tabs>
        <w:ind w:left="2648" w:hanging="420"/>
      </w:pPr>
      <w:rPr>
        <w:rFonts w:ascii="Wingdings" w:hAnsi="Wingdings" w:hint="default"/>
      </w:rPr>
    </w:lvl>
    <w:lvl w:ilvl="6" w:tplc="04090001" w:tentative="1">
      <w:start w:val="1"/>
      <w:numFmt w:val="bullet"/>
      <w:lvlText w:val=""/>
      <w:lvlJc w:val="left"/>
      <w:pPr>
        <w:tabs>
          <w:tab w:val="num" w:pos="3068"/>
        </w:tabs>
        <w:ind w:left="3068" w:hanging="420"/>
      </w:pPr>
      <w:rPr>
        <w:rFonts w:ascii="Wingdings" w:hAnsi="Wingdings" w:hint="default"/>
      </w:rPr>
    </w:lvl>
    <w:lvl w:ilvl="7" w:tplc="0409000B" w:tentative="1">
      <w:start w:val="1"/>
      <w:numFmt w:val="bullet"/>
      <w:lvlText w:val=""/>
      <w:lvlJc w:val="left"/>
      <w:pPr>
        <w:tabs>
          <w:tab w:val="num" w:pos="3488"/>
        </w:tabs>
        <w:ind w:left="3488" w:hanging="420"/>
      </w:pPr>
      <w:rPr>
        <w:rFonts w:ascii="Wingdings" w:hAnsi="Wingdings" w:hint="default"/>
      </w:rPr>
    </w:lvl>
    <w:lvl w:ilvl="8" w:tplc="0409000D" w:tentative="1">
      <w:start w:val="1"/>
      <w:numFmt w:val="bullet"/>
      <w:lvlText w:val=""/>
      <w:lvlJc w:val="left"/>
      <w:pPr>
        <w:tabs>
          <w:tab w:val="num" w:pos="3908"/>
        </w:tabs>
        <w:ind w:left="3908" w:hanging="420"/>
      </w:pPr>
      <w:rPr>
        <w:rFonts w:ascii="Wingdings" w:hAnsi="Wingdings" w:hint="default"/>
      </w:rPr>
    </w:lvl>
  </w:abstractNum>
  <w:abstractNum w:abstractNumId="13" w15:restartNumberingAfterBreak="0">
    <w:nsid w:val="730E3897"/>
    <w:multiLevelType w:val="hybridMultilevel"/>
    <w:tmpl w:val="F9A26A58"/>
    <w:lvl w:ilvl="0" w:tplc="4EC43558">
      <w:start w:val="4"/>
      <w:numFmt w:val="bullet"/>
      <w:lvlText w:val="※"/>
      <w:lvlJc w:val="left"/>
      <w:pPr>
        <w:tabs>
          <w:tab w:val="num" w:pos="1075"/>
        </w:tabs>
        <w:ind w:left="1075" w:hanging="360"/>
      </w:pPr>
      <w:rPr>
        <w:rFonts w:ascii="ＭＳ 明朝" w:eastAsia="ＭＳ 明朝" w:hAnsi="ＭＳ 明朝" w:cs="ＭＳ 明朝" w:hint="eastAsia"/>
        <w:lang w:val="en-US"/>
      </w:rPr>
    </w:lvl>
    <w:lvl w:ilvl="1" w:tplc="0409000B" w:tentative="1">
      <w:start w:val="1"/>
      <w:numFmt w:val="bullet"/>
      <w:lvlText w:val=""/>
      <w:lvlJc w:val="left"/>
      <w:pPr>
        <w:tabs>
          <w:tab w:val="num" w:pos="1555"/>
        </w:tabs>
        <w:ind w:left="1555" w:hanging="420"/>
      </w:pPr>
      <w:rPr>
        <w:rFonts w:ascii="Wingdings" w:hAnsi="Wingdings" w:hint="default"/>
      </w:rPr>
    </w:lvl>
    <w:lvl w:ilvl="2" w:tplc="0409000D" w:tentative="1">
      <w:start w:val="1"/>
      <w:numFmt w:val="bullet"/>
      <w:lvlText w:val=""/>
      <w:lvlJc w:val="left"/>
      <w:pPr>
        <w:tabs>
          <w:tab w:val="num" w:pos="1975"/>
        </w:tabs>
        <w:ind w:left="1975" w:hanging="420"/>
      </w:pPr>
      <w:rPr>
        <w:rFonts w:ascii="Wingdings" w:hAnsi="Wingdings" w:hint="default"/>
      </w:rPr>
    </w:lvl>
    <w:lvl w:ilvl="3" w:tplc="04090001" w:tentative="1">
      <w:start w:val="1"/>
      <w:numFmt w:val="bullet"/>
      <w:lvlText w:val=""/>
      <w:lvlJc w:val="left"/>
      <w:pPr>
        <w:tabs>
          <w:tab w:val="num" w:pos="2395"/>
        </w:tabs>
        <w:ind w:left="2395" w:hanging="420"/>
      </w:pPr>
      <w:rPr>
        <w:rFonts w:ascii="Wingdings" w:hAnsi="Wingdings" w:hint="default"/>
      </w:rPr>
    </w:lvl>
    <w:lvl w:ilvl="4" w:tplc="0409000B" w:tentative="1">
      <w:start w:val="1"/>
      <w:numFmt w:val="bullet"/>
      <w:lvlText w:val=""/>
      <w:lvlJc w:val="left"/>
      <w:pPr>
        <w:tabs>
          <w:tab w:val="num" w:pos="2815"/>
        </w:tabs>
        <w:ind w:left="2815" w:hanging="420"/>
      </w:pPr>
      <w:rPr>
        <w:rFonts w:ascii="Wingdings" w:hAnsi="Wingdings" w:hint="default"/>
      </w:rPr>
    </w:lvl>
    <w:lvl w:ilvl="5" w:tplc="0409000D" w:tentative="1">
      <w:start w:val="1"/>
      <w:numFmt w:val="bullet"/>
      <w:lvlText w:val=""/>
      <w:lvlJc w:val="left"/>
      <w:pPr>
        <w:tabs>
          <w:tab w:val="num" w:pos="3235"/>
        </w:tabs>
        <w:ind w:left="3235" w:hanging="420"/>
      </w:pPr>
      <w:rPr>
        <w:rFonts w:ascii="Wingdings" w:hAnsi="Wingdings" w:hint="default"/>
      </w:rPr>
    </w:lvl>
    <w:lvl w:ilvl="6" w:tplc="04090001" w:tentative="1">
      <w:start w:val="1"/>
      <w:numFmt w:val="bullet"/>
      <w:lvlText w:val=""/>
      <w:lvlJc w:val="left"/>
      <w:pPr>
        <w:tabs>
          <w:tab w:val="num" w:pos="3655"/>
        </w:tabs>
        <w:ind w:left="3655" w:hanging="420"/>
      </w:pPr>
      <w:rPr>
        <w:rFonts w:ascii="Wingdings" w:hAnsi="Wingdings" w:hint="default"/>
      </w:rPr>
    </w:lvl>
    <w:lvl w:ilvl="7" w:tplc="0409000B" w:tentative="1">
      <w:start w:val="1"/>
      <w:numFmt w:val="bullet"/>
      <w:lvlText w:val=""/>
      <w:lvlJc w:val="left"/>
      <w:pPr>
        <w:tabs>
          <w:tab w:val="num" w:pos="4075"/>
        </w:tabs>
        <w:ind w:left="4075" w:hanging="420"/>
      </w:pPr>
      <w:rPr>
        <w:rFonts w:ascii="Wingdings" w:hAnsi="Wingdings" w:hint="default"/>
      </w:rPr>
    </w:lvl>
    <w:lvl w:ilvl="8" w:tplc="0409000D" w:tentative="1">
      <w:start w:val="1"/>
      <w:numFmt w:val="bullet"/>
      <w:lvlText w:val=""/>
      <w:lvlJc w:val="left"/>
      <w:pPr>
        <w:tabs>
          <w:tab w:val="num" w:pos="4495"/>
        </w:tabs>
        <w:ind w:left="4495" w:hanging="420"/>
      </w:pPr>
      <w:rPr>
        <w:rFonts w:ascii="Wingdings" w:hAnsi="Wingdings" w:hint="default"/>
      </w:rPr>
    </w:lvl>
  </w:abstractNum>
  <w:abstractNum w:abstractNumId="14" w15:restartNumberingAfterBreak="0">
    <w:nsid w:val="781058D3"/>
    <w:multiLevelType w:val="hybridMultilevel"/>
    <w:tmpl w:val="ABE6426A"/>
    <w:lvl w:ilvl="0" w:tplc="7368E7C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B4E2CF3"/>
    <w:multiLevelType w:val="hybridMultilevel"/>
    <w:tmpl w:val="3328CDF0"/>
    <w:lvl w:ilvl="0" w:tplc="F73E9686">
      <w:start w:val="6"/>
      <w:numFmt w:val="bullet"/>
      <w:lvlText w:val="・"/>
      <w:lvlJc w:val="left"/>
      <w:pPr>
        <w:ind w:left="1483" w:hanging="420"/>
      </w:pPr>
      <w:rPr>
        <w:rFonts w:ascii="ＭＳ 明朝" w:eastAsia="ＭＳ 明朝" w:hAnsi="ＭＳ 明朝"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num w:numId="1" w16cid:durableId="787705379">
    <w:abstractNumId w:val="12"/>
  </w:num>
  <w:num w:numId="2" w16cid:durableId="1641765937">
    <w:abstractNumId w:val="1"/>
  </w:num>
  <w:num w:numId="3" w16cid:durableId="482546857">
    <w:abstractNumId w:val="13"/>
  </w:num>
  <w:num w:numId="4" w16cid:durableId="498427398">
    <w:abstractNumId w:val="0"/>
  </w:num>
  <w:num w:numId="5" w16cid:durableId="522793323">
    <w:abstractNumId w:val="6"/>
  </w:num>
  <w:num w:numId="6" w16cid:durableId="1879509178">
    <w:abstractNumId w:val="4"/>
  </w:num>
  <w:num w:numId="7" w16cid:durableId="122815590">
    <w:abstractNumId w:val="7"/>
  </w:num>
  <w:num w:numId="8" w16cid:durableId="1430809388">
    <w:abstractNumId w:val="14"/>
  </w:num>
  <w:num w:numId="9" w16cid:durableId="1323663099">
    <w:abstractNumId w:val="8"/>
  </w:num>
  <w:num w:numId="10" w16cid:durableId="1199051142">
    <w:abstractNumId w:val="11"/>
  </w:num>
  <w:num w:numId="11" w16cid:durableId="1477913866">
    <w:abstractNumId w:val="5"/>
  </w:num>
  <w:num w:numId="12" w16cid:durableId="613099050">
    <w:abstractNumId w:val="10"/>
  </w:num>
  <w:num w:numId="13" w16cid:durableId="1620836382">
    <w:abstractNumId w:val="9"/>
  </w:num>
  <w:num w:numId="14" w16cid:durableId="1487437115">
    <w:abstractNumId w:val="2"/>
  </w:num>
  <w:num w:numId="15" w16cid:durableId="1730499014">
    <w:abstractNumId w:val="3"/>
  </w:num>
  <w:num w:numId="16" w16cid:durableId="5203575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501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3F0"/>
    <w:rsid w:val="000071B4"/>
    <w:rsid w:val="00011F11"/>
    <w:rsid w:val="00011F89"/>
    <w:rsid w:val="00016BDB"/>
    <w:rsid w:val="00020D67"/>
    <w:rsid w:val="00021306"/>
    <w:rsid w:val="00027A0A"/>
    <w:rsid w:val="0003540C"/>
    <w:rsid w:val="00057D9F"/>
    <w:rsid w:val="0006349B"/>
    <w:rsid w:val="0007004B"/>
    <w:rsid w:val="000720B4"/>
    <w:rsid w:val="00075484"/>
    <w:rsid w:val="00080034"/>
    <w:rsid w:val="000852C8"/>
    <w:rsid w:val="00087F66"/>
    <w:rsid w:val="00090844"/>
    <w:rsid w:val="000911CC"/>
    <w:rsid w:val="00094444"/>
    <w:rsid w:val="000952AC"/>
    <w:rsid w:val="000B1658"/>
    <w:rsid w:val="000B2858"/>
    <w:rsid w:val="000B6571"/>
    <w:rsid w:val="000C47D2"/>
    <w:rsid w:val="000C7FBD"/>
    <w:rsid w:val="000D34DE"/>
    <w:rsid w:val="000D4981"/>
    <w:rsid w:val="000D54B7"/>
    <w:rsid w:val="000E0D90"/>
    <w:rsid w:val="000E3E01"/>
    <w:rsid w:val="000F78BA"/>
    <w:rsid w:val="00101F92"/>
    <w:rsid w:val="00102544"/>
    <w:rsid w:val="001039B1"/>
    <w:rsid w:val="00114BD8"/>
    <w:rsid w:val="00115873"/>
    <w:rsid w:val="001200DF"/>
    <w:rsid w:val="00120F20"/>
    <w:rsid w:val="00122506"/>
    <w:rsid w:val="00131534"/>
    <w:rsid w:val="00131EFF"/>
    <w:rsid w:val="00136885"/>
    <w:rsid w:val="00141ABD"/>
    <w:rsid w:val="00144167"/>
    <w:rsid w:val="00151256"/>
    <w:rsid w:val="001520FE"/>
    <w:rsid w:val="00155A8D"/>
    <w:rsid w:val="00157CD3"/>
    <w:rsid w:val="0016115B"/>
    <w:rsid w:val="001667B0"/>
    <w:rsid w:val="00172F33"/>
    <w:rsid w:val="001744CE"/>
    <w:rsid w:val="0017527D"/>
    <w:rsid w:val="00185EB3"/>
    <w:rsid w:val="00187AB4"/>
    <w:rsid w:val="00190A44"/>
    <w:rsid w:val="001914BF"/>
    <w:rsid w:val="001945FE"/>
    <w:rsid w:val="001974CE"/>
    <w:rsid w:val="001A2BC3"/>
    <w:rsid w:val="001B5FCF"/>
    <w:rsid w:val="001B6E8E"/>
    <w:rsid w:val="001C241D"/>
    <w:rsid w:val="001C6F06"/>
    <w:rsid w:val="001D5E56"/>
    <w:rsid w:val="001E2D49"/>
    <w:rsid w:val="001E3660"/>
    <w:rsid w:val="001E7D88"/>
    <w:rsid w:val="001F4A29"/>
    <w:rsid w:val="001F50B9"/>
    <w:rsid w:val="001F57F6"/>
    <w:rsid w:val="001F6B3B"/>
    <w:rsid w:val="002012B0"/>
    <w:rsid w:val="00205AE6"/>
    <w:rsid w:val="0020779E"/>
    <w:rsid w:val="002105DC"/>
    <w:rsid w:val="00211A1D"/>
    <w:rsid w:val="002123BF"/>
    <w:rsid w:val="00214704"/>
    <w:rsid w:val="00214C77"/>
    <w:rsid w:val="00216762"/>
    <w:rsid w:val="00220C7C"/>
    <w:rsid w:val="0022132E"/>
    <w:rsid w:val="00221CAE"/>
    <w:rsid w:val="002253E5"/>
    <w:rsid w:val="00235D0D"/>
    <w:rsid w:val="002435D1"/>
    <w:rsid w:val="00252F52"/>
    <w:rsid w:val="00255F30"/>
    <w:rsid w:val="00260D5C"/>
    <w:rsid w:val="002654D5"/>
    <w:rsid w:val="00270C00"/>
    <w:rsid w:val="00272C20"/>
    <w:rsid w:val="00277498"/>
    <w:rsid w:val="002813E9"/>
    <w:rsid w:val="002823F0"/>
    <w:rsid w:val="0028316B"/>
    <w:rsid w:val="00284D4D"/>
    <w:rsid w:val="002913BA"/>
    <w:rsid w:val="00296C50"/>
    <w:rsid w:val="00297BD3"/>
    <w:rsid w:val="002A0D0A"/>
    <w:rsid w:val="002B7B48"/>
    <w:rsid w:val="002C381E"/>
    <w:rsid w:val="002C5A11"/>
    <w:rsid w:val="002D0D42"/>
    <w:rsid w:val="002D5106"/>
    <w:rsid w:val="002D625C"/>
    <w:rsid w:val="002D6623"/>
    <w:rsid w:val="002F06AB"/>
    <w:rsid w:val="002F38E9"/>
    <w:rsid w:val="003000A3"/>
    <w:rsid w:val="003011E8"/>
    <w:rsid w:val="00301380"/>
    <w:rsid w:val="0031251D"/>
    <w:rsid w:val="00315038"/>
    <w:rsid w:val="00317B52"/>
    <w:rsid w:val="00323462"/>
    <w:rsid w:val="00325E57"/>
    <w:rsid w:val="003331B4"/>
    <w:rsid w:val="00333FE9"/>
    <w:rsid w:val="00340AC8"/>
    <w:rsid w:val="00345BDF"/>
    <w:rsid w:val="00353E06"/>
    <w:rsid w:val="00356640"/>
    <w:rsid w:val="003625D1"/>
    <w:rsid w:val="003725C2"/>
    <w:rsid w:val="00372943"/>
    <w:rsid w:val="003840B5"/>
    <w:rsid w:val="003853D2"/>
    <w:rsid w:val="00386722"/>
    <w:rsid w:val="00386966"/>
    <w:rsid w:val="00386E7E"/>
    <w:rsid w:val="00387E0E"/>
    <w:rsid w:val="00392BC4"/>
    <w:rsid w:val="003A0CB1"/>
    <w:rsid w:val="003A1A21"/>
    <w:rsid w:val="003A3297"/>
    <w:rsid w:val="003A7AD4"/>
    <w:rsid w:val="003B0DC2"/>
    <w:rsid w:val="003B4902"/>
    <w:rsid w:val="003C61F5"/>
    <w:rsid w:val="003C736F"/>
    <w:rsid w:val="003D3598"/>
    <w:rsid w:val="003D6A16"/>
    <w:rsid w:val="003E0D0D"/>
    <w:rsid w:val="003E1B8A"/>
    <w:rsid w:val="004007C7"/>
    <w:rsid w:val="00402973"/>
    <w:rsid w:val="00404ED4"/>
    <w:rsid w:val="004050EF"/>
    <w:rsid w:val="004139D9"/>
    <w:rsid w:val="00413CED"/>
    <w:rsid w:val="00413D13"/>
    <w:rsid w:val="00416D94"/>
    <w:rsid w:val="004264F4"/>
    <w:rsid w:val="00426B03"/>
    <w:rsid w:val="00430A7F"/>
    <w:rsid w:val="004332A3"/>
    <w:rsid w:val="00440383"/>
    <w:rsid w:val="00445778"/>
    <w:rsid w:val="004460B4"/>
    <w:rsid w:val="00451764"/>
    <w:rsid w:val="0045319C"/>
    <w:rsid w:val="004547AF"/>
    <w:rsid w:val="00463E8B"/>
    <w:rsid w:val="00464349"/>
    <w:rsid w:val="004669A4"/>
    <w:rsid w:val="004717B5"/>
    <w:rsid w:val="004A412C"/>
    <w:rsid w:val="004B0BE0"/>
    <w:rsid w:val="004B46B0"/>
    <w:rsid w:val="004B53E4"/>
    <w:rsid w:val="004C48EA"/>
    <w:rsid w:val="004D147B"/>
    <w:rsid w:val="004D50DA"/>
    <w:rsid w:val="004F248A"/>
    <w:rsid w:val="004F37C5"/>
    <w:rsid w:val="004F574E"/>
    <w:rsid w:val="00506C8A"/>
    <w:rsid w:val="00514D28"/>
    <w:rsid w:val="0051612D"/>
    <w:rsid w:val="00523541"/>
    <w:rsid w:val="00527CA2"/>
    <w:rsid w:val="00527F58"/>
    <w:rsid w:val="005309ED"/>
    <w:rsid w:val="00536910"/>
    <w:rsid w:val="00545671"/>
    <w:rsid w:val="00550677"/>
    <w:rsid w:val="0055306B"/>
    <w:rsid w:val="005560D3"/>
    <w:rsid w:val="00562275"/>
    <w:rsid w:val="005746D2"/>
    <w:rsid w:val="00576E49"/>
    <w:rsid w:val="00581F2A"/>
    <w:rsid w:val="00583051"/>
    <w:rsid w:val="00583242"/>
    <w:rsid w:val="005834F9"/>
    <w:rsid w:val="00585C22"/>
    <w:rsid w:val="005910BD"/>
    <w:rsid w:val="00597A43"/>
    <w:rsid w:val="00597FEC"/>
    <w:rsid w:val="005A2CB7"/>
    <w:rsid w:val="005A7F11"/>
    <w:rsid w:val="005B1D8E"/>
    <w:rsid w:val="005B29A6"/>
    <w:rsid w:val="005B451C"/>
    <w:rsid w:val="005C7D47"/>
    <w:rsid w:val="005D4283"/>
    <w:rsid w:val="005D63A6"/>
    <w:rsid w:val="005E003A"/>
    <w:rsid w:val="005E26B3"/>
    <w:rsid w:val="005F2351"/>
    <w:rsid w:val="00600EEB"/>
    <w:rsid w:val="006107B0"/>
    <w:rsid w:val="00614E43"/>
    <w:rsid w:val="00615463"/>
    <w:rsid w:val="00620F3A"/>
    <w:rsid w:val="00624EDA"/>
    <w:rsid w:val="00626A15"/>
    <w:rsid w:val="0063442D"/>
    <w:rsid w:val="0064264A"/>
    <w:rsid w:val="00643172"/>
    <w:rsid w:val="006448D5"/>
    <w:rsid w:val="006453DA"/>
    <w:rsid w:val="00645DA9"/>
    <w:rsid w:val="00647A85"/>
    <w:rsid w:val="00650A22"/>
    <w:rsid w:val="00650F58"/>
    <w:rsid w:val="0066614D"/>
    <w:rsid w:val="00667EC8"/>
    <w:rsid w:val="0067628F"/>
    <w:rsid w:val="006873B1"/>
    <w:rsid w:val="00693F56"/>
    <w:rsid w:val="00694A0A"/>
    <w:rsid w:val="006A126B"/>
    <w:rsid w:val="006A72F9"/>
    <w:rsid w:val="006B6515"/>
    <w:rsid w:val="006C1230"/>
    <w:rsid w:val="006C2B4B"/>
    <w:rsid w:val="006C5781"/>
    <w:rsid w:val="006D0CB9"/>
    <w:rsid w:val="006D4AB0"/>
    <w:rsid w:val="006D5091"/>
    <w:rsid w:val="006D7B9E"/>
    <w:rsid w:val="006D7D39"/>
    <w:rsid w:val="006E3060"/>
    <w:rsid w:val="006E4814"/>
    <w:rsid w:val="006E6903"/>
    <w:rsid w:val="006F1E7F"/>
    <w:rsid w:val="006F3D19"/>
    <w:rsid w:val="006F4D4A"/>
    <w:rsid w:val="006F6E92"/>
    <w:rsid w:val="00705C88"/>
    <w:rsid w:val="00713AF6"/>
    <w:rsid w:val="007145D7"/>
    <w:rsid w:val="007208E0"/>
    <w:rsid w:val="00737402"/>
    <w:rsid w:val="0075197E"/>
    <w:rsid w:val="007534EC"/>
    <w:rsid w:val="007650B3"/>
    <w:rsid w:val="00766CE3"/>
    <w:rsid w:val="007711D8"/>
    <w:rsid w:val="0077127E"/>
    <w:rsid w:val="0077708B"/>
    <w:rsid w:val="00783D98"/>
    <w:rsid w:val="00785D37"/>
    <w:rsid w:val="00795FD6"/>
    <w:rsid w:val="00796754"/>
    <w:rsid w:val="007972E0"/>
    <w:rsid w:val="007A02AA"/>
    <w:rsid w:val="007A1F19"/>
    <w:rsid w:val="007A3DCD"/>
    <w:rsid w:val="007B5423"/>
    <w:rsid w:val="007C36EF"/>
    <w:rsid w:val="007C5BB4"/>
    <w:rsid w:val="007C5E21"/>
    <w:rsid w:val="007C7F97"/>
    <w:rsid w:val="007D05F5"/>
    <w:rsid w:val="007D58E7"/>
    <w:rsid w:val="007E475B"/>
    <w:rsid w:val="007F6C15"/>
    <w:rsid w:val="00811102"/>
    <w:rsid w:val="00813E38"/>
    <w:rsid w:val="00827D1D"/>
    <w:rsid w:val="00832402"/>
    <w:rsid w:val="008347CA"/>
    <w:rsid w:val="00840A7D"/>
    <w:rsid w:val="008537CA"/>
    <w:rsid w:val="00856D6B"/>
    <w:rsid w:val="0086370D"/>
    <w:rsid w:val="008637B7"/>
    <w:rsid w:val="00876F7B"/>
    <w:rsid w:val="00880270"/>
    <w:rsid w:val="00891FE6"/>
    <w:rsid w:val="0089795E"/>
    <w:rsid w:val="008A0F18"/>
    <w:rsid w:val="008A71C8"/>
    <w:rsid w:val="008B08C1"/>
    <w:rsid w:val="008B3DA7"/>
    <w:rsid w:val="008C7DDF"/>
    <w:rsid w:val="008D18B8"/>
    <w:rsid w:val="008D5816"/>
    <w:rsid w:val="008E42AA"/>
    <w:rsid w:val="008E4593"/>
    <w:rsid w:val="008E5D7E"/>
    <w:rsid w:val="008E6100"/>
    <w:rsid w:val="008F2A52"/>
    <w:rsid w:val="008F72D4"/>
    <w:rsid w:val="009017E8"/>
    <w:rsid w:val="00903AB7"/>
    <w:rsid w:val="00912679"/>
    <w:rsid w:val="00916434"/>
    <w:rsid w:val="009214A1"/>
    <w:rsid w:val="009223B3"/>
    <w:rsid w:val="009246E8"/>
    <w:rsid w:val="0092491A"/>
    <w:rsid w:val="00944CC9"/>
    <w:rsid w:val="009465E7"/>
    <w:rsid w:val="009477E6"/>
    <w:rsid w:val="00965E12"/>
    <w:rsid w:val="00967BDD"/>
    <w:rsid w:val="00976220"/>
    <w:rsid w:val="00976A2A"/>
    <w:rsid w:val="0098004E"/>
    <w:rsid w:val="009874EE"/>
    <w:rsid w:val="00987D82"/>
    <w:rsid w:val="00995EF0"/>
    <w:rsid w:val="009A2BA5"/>
    <w:rsid w:val="009A4177"/>
    <w:rsid w:val="009A5619"/>
    <w:rsid w:val="009C37F7"/>
    <w:rsid w:val="009C3F98"/>
    <w:rsid w:val="009C4F18"/>
    <w:rsid w:val="009D3B0F"/>
    <w:rsid w:val="009D5E13"/>
    <w:rsid w:val="009D5F5C"/>
    <w:rsid w:val="009D6161"/>
    <w:rsid w:val="009E4476"/>
    <w:rsid w:val="009E6A7C"/>
    <w:rsid w:val="00A045C1"/>
    <w:rsid w:val="00A1205D"/>
    <w:rsid w:val="00A16F95"/>
    <w:rsid w:val="00A20267"/>
    <w:rsid w:val="00A24198"/>
    <w:rsid w:val="00A26097"/>
    <w:rsid w:val="00A260AE"/>
    <w:rsid w:val="00A34DC3"/>
    <w:rsid w:val="00A41E46"/>
    <w:rsid w:val="00A452E4"/>
    <w:rsid w:val="00A52863"/>
    <w:rsid w:val="00A56826"/>
    <w:rsid w:val="00A6232F"/>
    <w:rsid w:val="00A625B7"/>
    <w:rsid w:val="00A626AA"/>
    <w:rsid w:val="00A66D7B"/>
    <w:rsid w:val="00A70CF2"/>
    <w:rsid w:val="00A717E5"/>
    <w:rsid w:val="00A8358B"/>
    <w:rsid w:val="00A83649"/>
    <w:rsid w:val="00A856C2"/>
    <w:rsid w:val="00A8612A"/>
    <w:rsid w:val="00A872F8"/>
    <w:rsid w:val="00A90287"/>
    <w:rsid w:val="00A968AC"/>
    <w:rsid w:val="00A97DD2"/>
    <w:rsid w:val="00AA56C5"/>
    <w:rsid w:val="00AB0137"/>
    <w:rsid w:val="00AB26BF"/>
    <w:rsid w:val="00AB4376"/>
    <w:rsid w:val="00AB67F8"/>
    <w:rsid w:val="00AC06FA"/>
    <w:rsid w:val="00AC0DD7"/>
    <w:rsid w:val="00AC199D"/>
    <w:rsid w:val="00AD0E82"/>
    <w:rsid w:val="00AF16B7"/>
    <w:rsid w:val="00AF22F5"/>
    <w:rsid w:val="00AF28A8"/>
    <w:rsid w:val="00AF441B"/>
    <w:rsid w:val="00AF56A8"/>
    <w:rsid w:val="00B01698"/>
    <w:rsid w:val="00B11ECC"/>
    <w:rsid w:val="00B2351F"/>
    <w:rsid w:val="00B24904"/>
    <w:rsid w:val="00B2714B"/>
    <w:rsid w:val="00B30008"/>
    <w:rsid w:val="00B30A13"/>
    <w:rsid w:val="00B37B68"/>
    <w:rsid w:val="00B40AEB"/>
    <w:rsid w:val="00B421D9"/>
    <w:rsid w:val="00B461CA"/>
    <w:rsid w:val="00B52769"/>
    <w:rsid w:val="00B53F4D"/>
    <w:rsid w:val="00B56293"/>
    <w:rsid w:val="00B60BDD"/>
    <w:rsid w:val="00B64E16"/>
    <w:rsid w:val="00B67C2D"/>
    <w:rsid w:val="00B70083"/>
    <w:rsid w:val="00B73FED"/>
    <w:rsid w:val="00B836A6"/>
    <w:rsid w:val="00B8430C"/>
    <w:rsid w:val="00B92A91"/>
    <w:rsid w:val="00BB2CE1"/>
    <w:rsid w:val="00BB3FBA"/>
    <w:rsid w:val="00BC2E8F"/>
    <w:rsid w:val="00BC33C8"/>
    <w:rsid w:val="00BC3D30"/>
    <w:rsid w:val="00BC5B97"/>
    <w:rsid w:val="00BD33D9"/>
    <w:rsid w:val="00BE2A74"/>
    <w:rsid w:val="00BE3290"/>
    <w:rsid w:val="00BF07B4"/>
    <w:rsid w:val="00BF3064"/>
    <w:rsid w:val="00BF65BD"/>
    <w:rsid w:val="00C023C9"/>
    <w:rsid w:val="00C02616"/>
    <w:rsid w:val="00C03708"/>
    <w:rsid w:val="00C07866"/>
    <w:rsid w:val="00C07FA5"/>
    <w:rsid w:val="00C21CD5"/>
    <w:rsid w:val="00C21E25"/>
    <w:rsid w:val="00C31812"/>
    <w:rsid w:val="00C4165E"/>
    <w:rsid w:val="00C4238B"/>
    <w:rsid w:val="00C53E27"/>
    <w:rsid w:val="00C601EC"/>
    <w:rsid w:val="00C6388F"/>
    <w:rsid w:val="00C64EEE"/>
    <w:rsid w:val="00C65080"/>
    <w:rsid w:val="00C6678E"/>
    <w:rsid w:val="00C7345C"/>
    <w:rsid w:val="00C737BE"/>
    <w:rsid w:val="00C75833"/>
    <w:rsid w:val="00C75DD7"/>
    <w:rsid w:val="00C804DB"/>
    <w:rsid w:val="00C81CC2"/>
    <w:rsid w:val="00C82571"/>
    <w:rsid w:val="00C8481E"/>
    <w:rsid w:val="00CA463B"/>
    <w:rsid w:val="00CA4E63"/>
    <w:rsid w:val="00CA65E3"/>
    <w:rsid w:val="00CA7E13"/>
    <w:rsid w:val="00CB3CB0"/>
    <w:rsid w:val="00CB4654"/>
    <w:rsid w:val="00CB6704"/>
    <w:rsid w:val="00CC21E9"/>
    <w:rsid w:val="00CC452E"/>
    <w:rsid w:val="00CC61C9"/>
    <w:rsid w:val="00CE047A"/>
    <w:rsid w:val="00CE1238"/>
    <w:rsid w:val="00CE1A53"/>
    <w:rsid w:val="00CE6DF3"/>
    <w:rsid w:val="00CF387B"/>
    <w:rsid w:val="00D1029B"/>
    <w:rsid w:val="00D10466"/>
    <w:rsid w:val="00D12B61"/>
    <w:rsid w:val="00D156A9"/>
    <w:rsid w:val="00D1628B"/>
    <w:rsid w:val="00D30348"/>
    <w:rsid w:val="00D3240D"/>
    <w:rsid w:val="00D354CD"/>
    <w:rsid w:val="00D36B69"/>
    <w:rsid w:val="00D43804"/>
    <w:rsid w:val="00D57332"/>
    <w:rsid w:val="00D61D6B"/>
    <w:rsid w:val="00D64F28"/>
    <w:rsid w:val="00D6669E"/>
    <w:rsid w:val="00D72108"/>
    <w:rsid w:val="00D7528C"/>
    <w:rsid w:val="00D752B4"/>
    <w:rsid w:val="00D75B34"/>
    <w:rsid w:val="00D77D2D"/>
    <w:rsid w:val="00D812FC"/>
    <w:rsid w:val="00D95562"/>
    <w:rsid w:val="00D97BDB"/>
    <w:rsid w:val="00DA085C"/>
    <w:rsid w:val="00DA14F9"/>
    <w:rsid w:val="00DA2444"/>
    <w:rsid w:val="00DA32ED"/>
    <w:rsid w:val="00DA36D4"/>
    <w:rsid w:val="00DA3A7F"/>
    <w:rsid w:val="00DC27A0"/>
    <w:rsid w:val="00DE13A2"/>
    <w:rsid w:val="00DE1822"/>
    <w:rsid w:val="00DE6F20"/>
    <w:rsid w:val="00DF1697"/>
    <w:rsid w:val="00DF2FB8"/>
    <w:rsid w:val="00E100D4"/>
    <w:rsid w:val="00E11D24"/>
    <w:rsid w:val="00E2653A"/>
    <w:rsid w:val="00E2749A"/>
    <w:rsid w:val="00E31284"/>
    <w:rsid w:val="00E37D22"/>
    <w:rsid w:val="00E41536"/>
    <w:rsid w:val="00E4727A"/>
    <w:rsid w:val="00E5114E"/>
    <w:rsid w:val="00E61620"/>
    <w:rsid w:val="00E65B7D"/>
    <w:rsid w:val="00E740EB"/>
    <w:rsid w:val="00E7768E"/>
    <w:rsid w:val="00E84D3F"/>
    <w:rsid w:val="00E85EE2"/>
    <w:rsid w:val="00E87CD2"/>
    <w:rsid w:val="00E97C9E"/>
    <w:rsid w:val="00EA559E"/>
    <w:rsid w:val="00EA7AB9"/>
    <w:rsid w:val="00EC0E88"/>
    <w:rsid w:val="00EC44E3"/>
    <w:rsid w:val="00EC53CC"/>
    <w:rsid w:val="00EC55F8"/>
    <w:rsid w:val="00ED2BAB"/>
    <w:rsid w:val="00ED48C3"/>
    <w:rsid w:val="00ED7455"/>
    <w:rsid w:val="00EE22EF"/>
    <w:rsid w:val="00EE2EE0"/>
    <w:rsid w:val="00EE7E6E"/>
    <w:rsid w:val="00EF2A4F"/>
    <w:rsid w:val="00F00E51"/>
    <w:rsid w:val="00F02D97"/>
    <w:rsid w:val="00F03F83"/>
    <w:rsid w:val="00F07A68"/>
    <w:rsid w:val="00F14CF3"/>
    <w:rsid w:val="00F153F1"/>
    <w:rsid w:val="00F17AFC"/>
    <w:rsid w:val="00F21767"/>
    <w:rsid w:val="00F221DF"/>
    <w:rsid w:val="00F23A1C"/>
    <w:rsid w:val="00F2465F"/>
    <w:rsid w:val="00F273CF"/>
    <w:rsid w:val="00F27759"/>
    <w:rsid w:val="00F27DD1"/>
    <w:rsid w:val="00F313CE"/>
    <w:rsid w:val="00F32FBB"/>
    <w:rsid w:val="00F332D4"/>
    <w:rsid w:val="00F4023C"/>
    <w:rsid w:val="00F46BFA"/>
    <w:rsid w:val="00F5490C"/>
    <w:rsid w:val="00F556D6"/>
    <w:rsid w:val="00F5695D"/>
    <w:rsid w:val="00F701E5"/>
    <w:rsid w:val="00F8754D"/>
    <w:rsid w:val="00F87C23"/>
    <w:rsid w:val="00F91E05"/>
    <w:rsid w:val="00F965AC"/>
    <w:rsid w:val="00F96772"/>
    <w:rsid w:val="00FA4E6F"/>
    <w:rsid w:val="00FA6E7A"/>
    <w:rsid w:val="00FB1581"/>
    <w:rsid w:val="00FB1B83"/>
    <w:rsid w:val="00FB27AA"/>
    <w:rsid w:val="00FB42D3"/>
    <w:rsid w:val="00FB59B9"/>
    <w:rsid w:val="00FB7854"/>
    <w:rsid w:val="00FC1FE3"/>
    <w:rsid w:val="00FD23DC"/>
    <w:rsid w:val="00FE06A0"/>
    <w:rsid w:val="00FE1AF5"/>
    <w:rsid w:val="00FE48D3"/>
    <w:rsid w:val="00FF50AA"/>
    <w:rsid w:val="00FF53B7"/>
    <w:rsid w:val="00FF6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372742A6"/>
  <w15:chartTrackingRefBased/>
  <w15:docId w15:val="{4337B3EB-3381-4C3C-A1DC-C0239982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32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131EFF"/>
    <w:pPr>
      <w:widowControl w:val="0"/>
      <w:wordWrap w:val="0"/>
      <w:autoSpaceDE w:val="0"/>
      <w:autoSpaceDN w:val="0"/>
      <w:adjustRightInd w:val="0"/>
      <w:spacing w:line="336" w:lineRule="exact"/>
      <w:jc w:val="both"/>
    </w:pPr>
    <w:rPr>
      <w:rFonts w:ascii="ＭＳ 明朝" w:cs="ＭＳ 明朝"/>
      <w:spacing w:val="9"/>
      <w:sz w:val="22"/>
      <w:szCs w:val="22"/>
    </w:rPr>
  </w:style>
  <w:style w:type="table" w:styleId="a5">
    <w:name w:val="Table Grid"/>
    <w:basedOn w:val="a1"/>
    <w:rsid w:val="00FB27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A6232F"/>
    <w:rPr>
      <w:rFonts w:ascii="Arial" w:eastAsia="ＭＳ ゴシック" w:hAnsi="Arial"/>
      <w:sz w:val="18"/>
      <w:szCs w:val="18"/>
    </w:rPr>
  </w:style>
  <w:style w:type="character" w:customStyle="1" w:styleId="a4">
    <w:name w:val="一太郎 (文字)"/>
    <w:link w:val="a3"/>
    <w:rsid w:val="00FA4E6F"/>
    <w:rPr>
      <w:rFonts w:ascii="ＭＳ 明朝" w:eastAsia="ＭＳ 明朝" w:hAnsi="Century" w:cs="ＭＳ 明朝"/>
      <w:spacing w:val="9"/>
      <w:sz w:val="22"/>
      <w:szCs w:val="22"/>
      <w:lang w:val="en-US" w:eastAsia="ja-JP" w:bidi="ar-SA"/>
    </w:rPr>
  </w:style>
  <w:style w:type="paragraph" w:styleId="a7">
    <w:name w:val="header"/>
    <w:basedOn w:val="a"/>
    <w:rsid w:val="006C1230"/>
    <w:pPr>
      <w:tabs>
        <w:tab w:val="center" w:pos="4252"/>
        <w:tab w:val="right" w:pos="8504"/>
      </w:tabs>
      <w:snapToGrid w:val="0"/>
    </w:pPr>
  </w:style>
  <w:style w:type="paragraph" w:styleId="a8">
    <w:name w:val="footer"/>
    <w:basedOn w:val="a"/>
    <w:rsid w:val="006C1230"/>
    <w:pPr>
      <w:tabs>
        <w:tab w:val="center" w:pos="4252"/>
        <w:tab w:val="right" w:pos="8504"/>
      </w:tabs>
      <w:snapToGrid w:val="0"/>
    </w:pPr>
  </w:style>
  <w:style w:type="character" w:styleId="a9">
    <w:name w:val="annotation reference"/>
    <w:rsid w:val="00F5695D"/>
    <w:rPr>
      <w:sz w:val="18"/>
      <w:szCs w:val="18"/>
    </w:rPr>
  </w:style>
  <w:style w:type="paragraph" w:styleId="aa">
    <w:name w:val="annotation text"/>
    <w:basedOn w:val="a"/>
    <w:link w:val="ab"/>
    <w:rsid w:val="00F5695D"/>
    <w:pPr>
      <w:jc w:val="left"/>
    </w:pPr>
  </w:style>
  <w:style w:type="character" w:customStyle="1" w:styleId="ab">
    <w:name w:val="コメント文字列 (文字)"/>
    <w:link w:val="aa"/>
    <w:rsid w:val="00F5695D"/>
    <w:rPr>
      <w:kern w:val="2"/>
      <w:sz w:val="21"/>
      <w:szCs w:val="24"/>
    </w:rPr>
  </w:style>
  <w:style w:type="paragraph" w:styleId="ac">
    <w:name w:val="annotation subject"/>
    <w:basedOn w:val="aa"/>
    <w:next w:val="aa"/>
    <w:link w:val="ad"/>
    <w:rsid w:val="00F5695D"/>
    <w:rPr>
      <w:b/>
      <w:bCs/>
    </w:rPr>
  </w:style>
  <w:style w:type="character" w:customStyle="1" w:styleId="ad">
    <w:name w:val="コメント内容 (文字)"/>
    <w:link w:val="ac"/>
    <w:rsid w:val="00F5695D"/>
    <w:rPr>
      <w:b/>
      <w:bCs/>
      <w:kern w:val="2"/>
      <w:sz w:val="21"/>
      <w:szCs w:val="24"/>
    </w:rPr>
  </w:style>
  <w:style w:type="paragraph" w:styleId="ae">
    <w:name w:val="Revision"/>
    <w:hidden/>
    <w:uiPriority w:val="99"/>
    <w:semiHidden/>
    <w:rsid w:val="00F5695D"/>
    <w:rPr>
      <w:kern w:val="2"/>
      <w:sz w:val="21"/>
      <w:szCs w:val="24"/>
    </w:rPr>
  </w:style>
  <w:style w:type="paragraph" w:styleId="af">
    <w:name w:val="Title"/>
    <w:basedOn w:val="a"/>
    <w:next w:val="a"/>
    <w:link w:val="af0"/>
    <w:uiPriority w:val="10"/>
    <w:qFormat/>
    <w:rsid w:val="00F00E51"/>
    <w:pPr>
      <w:spacing w:before="240" w:after="120"/>
      <w:jc w:val="center"/>
      <w:outlineLvl w:val="0"/>
    </w:pPr>
    <w:rPr>
      <w:rFonts w:ascii="游ゴシック Light" w:eastAsia="游ゴシック Light" w:hAnsi="游ゴシック Light"/>
      <w:sz w:val="32"/>
      <w:szCs w:val="32"/>
    </w:rPr>
  </w:style>
  <w:style w:type="character" w:customStyle="1" w:styleId="af0">
    <w:name w:val="表題 (文字)"/>
    <w:link w:val="af"/>
    <w:uiPriority w:val="10"/>
    <w:rsid w:val="00F00E51"/>
    <w:rPr>
      <w:rFonts w:ascii="游ゴシック Light" w:eastAsia="游ゴシック Light" w:hAnsi="游ゴシック Light"/>
      <w:kern w:val="2"/>
      <w:sz w:val="32"/>
      <w:szCs w:val="32"/>
    </w:rPr>
  </w:style>
  <w:style w:type="paragraph" w:styleId="af1">
    <w:name w:val="Note Heading"/>
    <w:basedOn w:val="a"/>
    <w:next w:val="a"/>
    <w:link w:val="af2"/>
    <w:rsid w:val="00E11D24"/>
    <w:pPr>
      <w:jc w:val="center"/>
    </w:pPr>
    <w:rPr>
      <w:sz w:val="22"/>
      <w:szCs w:val="22"/>
    </w:rPr>
  </w:style>
  <w:style w:type="character" w:customStyle="1" w:styleId="af2">
    <w:name w:val="記 (文字)"/>
    <w:basedOn w:val="a0"/>
    <w:link w:val="af1"/>
    <w:rsid w:val="00E11D24"/>
    <w:rPr>
      <w:kern w:val="2"/>
      <w:sz w:val="22"/>
      <w:szCs w:val="22"/>
    </w:rPr>
  </w:style>
  <w:style w:type="paragraph" w:styleId="af3">
    <w:name w:val="Closing"/>
    <w:basedOn w:val="a"/>
    <w:link w:val="af4"/>
    <w:rsid w:val="00E11D24"/>
    <w:pPr>
      <w:jc w:val="right"/>
    </w:pPr>
    <w:rPr>
      <w:sz w:val="22"/>
      <w:szCs w:val="22"/>
    </w:rPr>
  </w:style>
  <w:style w:type="character" w:customStyle="1" w:styleId="af4">
    <w:name w:val="結語 (文字)"/>
    <w:basedOn w:val="a0"/>
    <w:link w:val="af3"/>
    <w:rsid w:val="00E11D24"/>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817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19021\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32383-7E0C-4BF1-A6B4-14FE3E4D0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155</TotalTime>
  <Pages>7</Pages>
  <Words>2283</Words>
  <Characters>903</Characters>
  <Application>Microsoft Office Word</Application>
  <DocSecurity>0</DocSecurity>
  <Lines>7</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（参考１）</vt:lpstr>
      <vt:lpstr>（参考１）</vt:lpstr>
    </vt:vector>
  </TitlesOfParts>
  <Company>Toshiba</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（参考１）</dc:title>
  <dc:subject/>
  <dc:creator>福島県</dc:creator>
  <cp:keywords/>
  <cp:lastModifiedBy>市川 大雅</cp:lastModifiedBy>
  <cp:revision>26</cp:revision>
  <cp:lastPrinted>2025-04-10T09:26:00Z</cp:lastPrinted>
  <dcterms:created xsi:type="dcterms:W3CDTF">2020-02-23T10:31:00Z</dcterms:created>
  <dcterms:modified xsi:type="dcterms:W3CDTF">2026-02-04T09:07:00Z</dcterms:modified>
</cp:coreProperties>
</file>